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0BB151" w14:textId="77777777" w:rsidR="00B132AC" w:rsidRPr="00A11D8F" w:rsidRDefault="00B132AC">
      <w:pPr>
        <w:jc w:val="center"/>
        <w:rPr>
          <w:rFonts w:ascii="Inpi" w:hAnsi="Inpi"/>
          <w:b/>
          <w:sz w:val="36"/>
        </w:rPr>
      </w:pPr>
    </w:p>
    <w:p w14:paraId="299E4685" w14:textId="77777777" w:rsidR="00B132AC" w:rsidRPr="00A11D8F" w:rsidRDefault="00B132AC">
      <w:pPr>
        <w:jc w:val="center"/>
        <w:rPr>
          <w:rFonts w:ascii="Inpi" w:hAnsi="Inpi"/>
          <w:b/>
          <w:sz w:val="36"/>
        </w:rPr>
      </w:pPr>
    </w:p>
    <w:p w14:paraId="38042AD8" w14:textId="77777777" w:rsidR="00B132AC" w:rsidRPr="00A11D8F" w:rsidRDefault="00B132AC">
      <w:pPr>
        <w:jc w:val="center"/>
        <w:rPr>
          <w:rFonts w:ascii="Inpi" w:hAnsi="Inpi"/>
          <w:b/>
          <w:sz w:val="36"/>
        </w:rPr>
      </w:pPr>
    </w:p>
    <w:p w14:paraId="12EC61BC" w14:textId="77777777" w:rsidR="00B132AC" w:rsidRPr="00A11D8F" w:rsidRDefault="00B132AC">
      <w:pPr>
        <w:jc w:val="center"/>
        <w:rPr>
          <w:rFonts w:ascii="Inpi" w:hAnsi="Inpi"/>
          <w:b/>
          <w:sz w:val="36"/>
        </w:rPr>
      </w:pPr>
    </w:p>
    <w:p w14:paraId="116E24CB" w14:textId="77777777" w:rsidR="00B132AC" w:rsidRPr="00A11D8F" w:rsidRDefault="00B132AC">
      <w:pPr>
        <w:jc w:val="center"/>
        <w:rPr>
          <w:rFonts w:ascii="Inpi" w:hAnsi="Inpi"/>
          <w:b/>
          <w:caps/>
          <w:sz w:val="36"/>
        </w:rPr>
      </w:pPr>
    </w:p>
    <w:p w14:paraId="49863BC3" w14:textId="14CDF964" w:rsidR="00300525" w:rsidRPr="00A11D8F" w:rsidRDefault="00931366">
      <w:pPr>
        <w:jc w:val="center"/>
        <w:rPr>
          <w:rFonts w:ascii="Inpi" w:hAnsi="Inpi"/>
          <w:b/>
          <w:caps/>
          <w:sz w:val="36"/>
        </w:rPr>
      </w:pPr>
      <w:r>
        <w:rPr>
          <w:rFonts w:ascii="Inpi" w:hAnsi="Inpi"/>
          <w:b/>
          <w:caps/>
          <w:sz w:val="36"/>
        </w:rPr>
        <w:t xml:space="preserve">PRESTATION DE </w:t>
      </w:r>
      <w:r w:rsidR="00AA7E2D">
        <w:rPr>
          <w:rFonts w:ascii="Inpi" w:hAnsi="Inpi"/>
          <w:b/>
          <w:caps/>
          <w:sz w:val="36"/>
        </w:rPr>
        <w:t xml:space="preserve">Médecine préventive </w:t>
      </w:r>
    </w:p>
    <w:p w14:paraId="3DAF94A3" w14:textId="77777777" w:rsidR="00B132AC" w:rsidRPr="00A11D8F" w:rsidRDefault="00B132AC">
      <w:pPr>
        <w:jc w:val="center"/>
        <w:rPr>
          <w:rFonts w:ascii="Inpi" w:hAnsi="Inpi"/>
          <w:b/>
          <w:sz w:val="36"/>
        </w:rPr>
      </w:pPr>
    </w:p>
    <w:p w14:paraId="13E6012B" w14:textId="77777777" w:rsidR="00B132AC" w:rsidRPr="00A11D8F" w:rsidRDefault="00B132AC">
      <w:pPr>
        <w:jc w:val="center"/>
        <w:rPr>
          <w:rFonts w:ascii="Inpi" w:hAnsi="Inpi"/>
          <w:b/>
          <w:sz w:val="36"/>
        </w:rPr>
      </w:pPr>
    </w:p>
    <w:p w14:paraId="79C77AD3" w14:textId="77777777" w:rsidR="00B132AC" w:rsidRPr="00A11D8F" w:rsidRDefault="006A7A8F">
      <w:pPr>
        <w:jc w:val="center"/>
        <w:rPr>
          <w:rFonts w:ascii="Inpi" w:hAnsi="Inpi"/>
          <w:b/>
          <w:sz w:val="36"/>
        </w:rPr>
      </w:pPr>
      <w:r w:rsidRPr="00A11D8F">
        <w:rPr>
          <w:rFonts w:ascii="Inpi" w:hAnsi="Inpi"/>
          <w:b/>
          <w:sz w:val="36"/>
        </w:rPr>
        <w:t>______________</w:t>
      </w:r>
    </w:p>
    <w:p w14:paraId="74BFF74C" w14:textId="77777777" w:rsidR="00B132AC" w:rsidRPr="00A11D8F" w:rsidRDefault="00B132AC">
      <w:pPr>
        <w:jc w:val="center"/>
        <w:rPr>
          <w:rFonts w:ascii="Inpi" w:hAnsi="Inpi"/>
          <w:b/>
          <w:sz w:val="36"/>
        </w:rPr>
      </w:pPr>
    </w:p>
    <w:p w14:paraId="037F0830" w14:textId="77777777" w:rsidR="00B132AC" w:rsidRPr="00A11D8F" w:rsidRDefault="00B132AC">
      <w:pPr>
        <w:jc w:val="center"/>
        <w:rPr>
          <w:rFonts w:ascii="Inpi" w:hAnsi="Inpi"/>
          <w:b/>
          <w:sz w:val="36"/>
        </w:rPr>
      </w:pPr>
    </w:p>
    <w:p w14:paraId="3B69CA5E" w14:textId="77777777" w:rsidR="00B132AC" w:rsidRPr="00A11D8F" w:rsidRDefault="00B132AC">
      <w:pPr>
        <w:jc w:val="center"/>
        <w:rPr>
          <w:rFonts w:ascii="Inpi" w:hAnsi="Inpi"/>
          <w:b/>
          <w:sz w:val="36"/>
        </w:rPr>
      </w:pPr>
    </w:p>
    <w:p w14:paraId="64854313" w14:textId="77777777" w:rsidR="00B132AC" w:rsidRPr="00A11D8F" w:rsidRDefault="00B132AC">
      <w:pPr>
        <w:jc w:val="center"/>
        <w:rPr>
          <w:rFonts w:ascii="Inpi" w:hAnsi="Inpi"/>
          <w:b/>
          <w:sz w:val="36"/>
        </w:rPr>
      </w:pPr>
      <w:r w:rsidRPr="00A11D8F">
        <w:rPr>
          <w:rFonts w:ascii="Inpi" w:hAnsi="Inpi"/>
          <w:b/>
          <w:sz w:val="36"/>
        </w:rPr>
        <w:t>ACTE D’ENGAGEMENT</w:t>
      </w:r>
    </w:p>
    <w:p w14:paraId="676B2251" w14:textId="77777777" w:rsidR="00B132AC" w:rsidRPr="00A11D8F" w:rsidRDefault="00B132AC">
      <w:pPr>
        <w:jc w:val="center"/>
        <w:rPr>
          <w:rFonts w:ascii="Inpi" w:hAnsi="Inpi"/>
          <w:b/>
          <w:sz w:val="36"/>
        </w:rPr>
      </w:pPr>
    </w:p>
    <w:p w14:paraId="14106548" w14:textId="77777777" w:rsidR="00B132AC" w:rsidRPr="00A11D8F" w:rsidRDefault="00B132AC">
      <w:pPr>
        <w:jc w:val="center"/>
        <w:rPr>
          <w:rFonts w:ascii="Inpi" w:hAnsi="Inpi"/>
          <w:b/>
          <w:sz w:val="36"/>
        </w:rPr>
      </w:pPr>
    </w:p>
    <w:p w14:paraId="540A2531" w14:textId="77777777" w:rsidR="006A7A8F" w:rsidRPr="00A11D8F" w:rsidRDefault="006A7A8F" w:rsidP="006A7A8F">
      <w:pPr>
        <w:jc w:val="center"/>
        <w:rPr>
          <w:rFonts w:ascii="Inpi" w:hAnsi="Inpi"/>
          <w:b/>
          <w:sz w:val="36"/>
        </w:rPr>
      </w:pPr>
      <w:r w:rsidRPr="00A11D8F">
        <w:rPr>
          <w:rFonts w:ascii="Inpi" w:hAnsi="Inpi"/>
          <w:b/>
          <w:sz w:val="36"/>
        </w:rPr>
        <w:t>______________</w:t>
      </w:r>
    </w:p>
    <w:p w14:paraId="24419ED2" w14:textId="77777777" w:rsidR="00B132AC" w:rsidRPr="00A11D8F" w:rsidRDefault="00B132AC">
      <w:pPr>
        <w:jc w:val="center"/>
        <w:rPr>
          <w:rFonts w:ascii="Inpi" w:hAnsi="Inpi"/>
          <w:b/>
          <w:sz w:val="36"/>
        </w:rPr>
      </w:pPr>
    </w:p>
    <w:p w14:paraId="0476A5D9" w14:textId="6BA8C426" w:rsidR="005106B8" w:rsidRDefault="005106B8">
      <w:pPr>
        <w:rPr>
          <w:rFonts w:ascii="Inpi" w:hAnsi="Inpi"/>
          <w:b/>
        </w:rPr>
      </w:pPr>
    </w:p>
    <w:p w14:paraId="4479DB5E" w14:textId="7DEB586E" w:rsidR="003B5FF7" w:rsidRDefault="00B63E89" w:rsidP="003B5FF7">
      <w:pPr>
        <w:jc w:val="center"/>
        <w:rPr>
          <w:rFonts w:ascii="Inpi" w:hAnsi="Inpi"/>
          <w:b/>
          <w:sz w:val="40"/>
        </w:rPr>
      </w:pPr>
      <w:r>
        <w:rPr>
          <w:rFonts w:ascii="Inpi" w:hAnsi="Inpi"/>
          <w:b/>
          <w:sz w:val="40"/>
        </w:rPr>
        <w:t>PRESTATIONS MEDECINE DE PREVENTION</w:t>
      </w:r>
    </w:p>
    <w:p w14:paraId="48AC712A" w14:textId="53FD3A57" w:rsidR="00B63E89" w:rsidRDefault="00B63E89" w:rsidP="003B5FF7">
      <w:pPr>
        <w:jc w:val="center"/>
        <w:rPr>
          <w:rFonts w:ascii="Inpi" w:hAnsi="Inpi"/>
          <w:b/>
          <w:sz w:val="40"/>
        </w:rPr>
      </w:pPr>
    </w:p>
    <w:p w14:paraId="34B3F213" w14:textId="6317CFFA" w:rsidR="00B63E89" w:rsidRPr="003B5FF7" w:rsidRDefault="00B63E89" w:rsidP="003B5FF7">
      <w:pPr>
        <w:jc w:val="center"/>
        <w:rPr>
          <w:rFonts w:ascii="Inpi" w:hAnsi="Inpi"/>
          <w:b/>
          <w:sz w:val="40"/>
        </w:rPr>
      </w:pPr>
      <w:r>
        <w:rPr>
          <w:rFonts w:ascii="Inpi" w:hAnsi="Inpi"/>
          <w:b/>
          <w:sz w:val="40"/>
        </w:rPr>
        <w:t>COURBEVOIE</w:t>
      </w:r>
    </w:p>
    <w:p w14:paraId="56C53B37" w14:textId="77777777" w:rsidR="005106B8" w:rsidRPr="00A11D8F" w:rsidRDefault="005106B8" w:rsidP="005106B8">
      <w:pPr>
        <w:rPr>
          <w:rFonts w:ascii="Inpi" w:hAnsi="Inpi"/>
        </w:rPr>
      </w:pPr>
    </w:p>
    <w:p w14:paraId="677D8E76" w14:textId="77777777" w:rsidR="005106B8" w:rsidRPr="00A11D8F" w:rsidRDefault="005106B8" w:rsidP="005106B8">
      <w:pPr>
        <w:rPr>
          <w:rFonts w:ascii="Inpi" w:hAnsi="Inpi"/>
        </w:rPr>
      </w:pPr>
    </w:p>
    <w:p w14:paraId="56CF2AC5" w14:textId="77777777" w:rsidR="005106B8" w:rsidRPr="00A11D8F" w:rsidRDefault="005106B8" w:rsidP="005106B8">
      <w:pPr>
        <w:rPr>
          <w:rFonts w:ascii="Inpi" w:hAnsi="Inpi"/>
        </w:rPr>
      </w:pPr>
    </w:p>
    <w:p w14:paraId="64A8A29A" w14:textId="77777777" w:rsidR="005106B8" w:rsidRPr="00A11D8F" w:rsidRDefault="005106B8" w:rsidP="005106B8">
      <w:pPr>
        <w:rPr>
          <w:rFonts w:ascii="Inpi" w:hAnsi="Inpi"/>
        </w:rPr>
      </w:pPr>
    </w:p>
    <w:p w14:paraId="3472E263" w14:textId="77777777" w:rsidR="005106B8" w:rsidRPr="00A11D8F" w:rsidRDefault="005106B8" w:rsidP="005106B8">
      <w:pPr>
        <w:rPr>
          <w:rFonts w:ascii="Inpi" w:hAnsi="Inpi"/>
        </w:rPr>
      </w:pPr>
    </w:p>
    <w:p w14:paraId="3663ADC8" w14:textId="77777777" w:rsidR="005106B8" w:rsidRPr="00A11D8F" w:rsidRDefault="005106B8" w:rsidP="005106B8">
      <w:pPr>
        <w:rPr>
          <w:rFonts w:ascii="Inpi" w:hAnsi="Inpi"/>
        </w:rPr>
      </w:pPr>
    </w:p>
    <w:p w14:paraId="290EA5E1" w14:textId="77777777" w:rsidR="005106B8" w:rsidRPr="00A11D8F" w:rsidRDefault="005106B8" w:rsidP="005106B8">
      <w:pPr>
        <w:rPr>
          <w:rFonts w:ascii="Inpi" w:hAnsi="Inpi"/>
        </w:rPr>
      </w:pPr>
    </w:p>
    <w:p w14:paraId="31FE6282" w14:textId="77777777" w:rsidR="005106B8" w:rsidRPr="00A11D8F" w:rsidRDefault="005106B8" w:rsidP="005106B8">
      <w:pPr>
        <w:rPr>
          <w:rFonts w:ascii="Inpi" w:hAnsi="Inpi"/>
        </w:rPr>
      </w:pPr>
    </w:p>
    <w:p w14:paraId="0715F0CB" w14:textId="77777777" w:rsidR="005106B8" w:rsidRPr="00A11D8F" w:rsidRDefault="005106B8" w:rsidP="005106B8">
      <w:pPr>
        <w:rPr>
          <w:rFonts w:ascii="Inpi" w:hAnsi="Inpi"/>
        </w:rPr>
      </w:pPr>
    </w:p>
    <w:p w14:paraId="6FC34DDF" w14:textId="77777777" w:rsidR="005106B8" w:rsidRPr="00A11D8F" w:rsidRDefault="005106B8" w:rsidP="005106B8">
      <w:pPr>
        <w:rPr>
          <w:rFonts w:ascii="Inpi" w:hAnsi="Inpi"/>
        </w:rPr>
      </w:pPr>
    </w:p>
    <w:p w14:paraId="328F51B5" w14:textId="77777777" w:rsidR="005106B8" w:rsidRPr="00A11D8F" w:rsidRDefault="005106B8">
      <w:pPr>
        <w:rPr>
          <w:rFonts w:ascii="Inpi" w:hAnsi="Inpi"/>
        </w:rPr>
      </w:pPr>
    </w:p>
    <w:p w14:paraId="3F3E6399" w14:textId="77777777" w:rsidR="005106B8" w:rsidRPr="00A11D8F" w:rsidRDefault="005106B8" w:rsidP="005106B8">
      <w:pPr>
        <w:ind w:firstLine="708"/>
        <w:rPr>
          <w:rFonts w:ascii="Inpi" w:hAnsi="Inpi"/>
        </w:rPr>
      </w:pPr>
    </w:p>
    <w:p w14:paraId="577FAC10" w14:textId="77777777" w:rsidR="00B132AC" w:rsidRPr="00A11D8F" w:rsidRDefault="00B132AC">
      <w:pPr>
        <w:rPr>
          <w:rFonts w:ascii="Inpi" w:hAnsi="Inpi"/>
        </w:rPr>
      </w:pPr>
      <w:r w:rsidRPr="00A11D8F">
        <w:rPr>
          <w:rFonts w:ascii="Inpi" w:hAnsi="Inpi"/>
        </w:rPr>
        <w:br w:type="page"/>
      </w:r>
    </w:p>
    <w:p w14:paraId="57F8C697" w14:textId="77777777" w:rsidR="001F5EAE" w:rsidRPr="00A11D8F" w:rsidRDefault="001F5EAE" w:rsidP="001F5EAE">
      <w:pPr>
        <w:pStyle w:val="Titre1"/>
        <w:numPr>
          <w:ilvl w:val="0"/>
          <w:numId w:val="9"/>
        </w:numPr>
        <w:spacing w:before="0" w:after="0"/>
        <w:rPr>
          <w:rFonts w:ascii="Inpi" w:hAnsi="Inpi"/>
        </w:rPr>
      </w:pPr>
      <w:r w:rsidRPr="00A11D8F">
        <w:rPr>
          <w:rFonts w:ascii="Inpi" w:hAnsi="Inpi"/>
        </w:rPr>
        <w:lastRenderedPageBreak/>
        <w:t>IDENTIFICATION DU POUVOIR ADJUDICATEUR</w:t>
      </w:r>
    </w:p>
    <w:p w14:paraId="7DE77474" w14:textId="77777777" w:rsidR="001F5EAE" w:rsidRPr="00A11D8F" w:rsidRDefault="001F5EAE" w:rsidP="001F5EAE">
      <w:pPr>
        <w:rPr>
          <w:rFonts w:ascii="Inpi" w:hAnsi="Inpi"/>
        </w:rPr>
      </w:pPr>
    </w:p>
    <w:p w14:paraId="336B9208" w14:textId="77777777" w:rsidR="001F5EAE" w:rsidRPr="00A11D8F" w:rsidRDefault="001F5EAE" w:rsidP="001F5EAE">
      <w:pPr>
        <w:jc w:val="both"/>
        <w:rPr>
          <w:rFonts w:ascii="Inpi" w:hAnsi="Inpi"/>
        </w:rPr>
      </w:pPr>
      <w:r w:rsidRPr="00A11D8F">
        <w:rPr>
          <w:rFonts w:ascii="Inpi" w:hAnsi="Inpi"/>
          <w:b/>
        </w:rPr>
        <w:t xml:space="preserve">Pouvoir adjudicateur : </w:t>
      </w:r>
      <w:r w:rsidRPr="00A11D8F">
        <w:rPr>
          <w:rFonts w:ascii="Inpi" w:hAnsi="Inpi"/>
        </w:rPr>
        <w:t xml:space="preserve">Institut National de </w:t>
      </w:r>
      <w:smartTag w:uri="urn:schemas-microsoft-com:office:smarttags" w:element="PersonName">
        <w:smartTagPr>
          <w:attr w:name="ProductID" w:val="la Propri￩t￩ Industrielle"/>
        </w:smartTagPr>
        <w:r w:rsidRPr="00A11D8F">
          <w:rPr>
            <w:rFonts w:ascii="Inpi" w:hAnsi="Inpi"/>
          </w:rPr>
          <w:t>la Propriété Industrielle</w:t>
        </w:r>
      </w:smartTag>
      <w:r w:rsidRPr="00A11D8F">
        <w:rPr>
          <w:rFonts w:ascii="Inpi" w:hAnsi="Inpi"/>
        </w:rPr>
        <w:t xml:space="preserve"> (INPI).</w:t>
      </w:r>
    </w:p>
    <w:p w14:paraId="40CE1B8A" w14:textId="77777777" w:rsidR="005106B8" w:rsidRPr="00A11D8F" w:rsidRDefault="005106B8" w:rsidP="005106B8">
      <w:pPr>
        <w:jc w:val="center"/>
        <w:rPr>
          <w:rFonts w:ascii="Inpi" w:hAnsi="Inpi"/>
        </w:rPr>
      </w:pPr>
      <w:r w:rsidRPr="00A11D8F">
        <w:rPr>
          <w:rFonts w:ascii="Inpi" w:hAnsi="Inpi"/>
        </w:rPr>
        <w:t>15 RUE DES MINIMES</w:t>
      </w:r>
    </w:p>
    <w:p w14:paraId="3E0366C8" w14:textId="77777777" w:rsidR="005106B8" w:rsidRPr="00A11D8F" w:rsidRDefault="003177B1" w:rsidP="005106B8">
      <w:pPr>
        <w:jc w:val="center"/>
        <w:rPr>
          <w:rFonts w:ascii="Inpi" w:hAnsi="Inpi"/>
        </w:rPr>
      </w:pPr>
      <w:r w:rsidRPr="00A11D8F">
        <w:rPr>
          <w:rFonts w:ascii="Inpi" w:hAnsi="Inpi"/>
        </w:rPr>
        <w:t>CS 50</w:t>
      </w:r>
      <w:r w:rsidR="005106B8" w:rsidRPr="00A11D8F">
        <w:rPr>
          <w:rFonts w:ascii="Inpi" w:hAnsi="Inpi"/>
        </w:rPr>
        <w:t>001</w:t>
      </w:r>
    </w:p>
    <w:p w14:paraId="238AE4D8" w14:textId="77777777" w:rsidR="005106B8" w:rsidRPr="00A11D8F" w:rsidRDefault="003177B1" w:rsidP="005106B8">
      <w:pPr>
        <w:jc w:val="center"/>
        <w:rPr>
          <w:rFonts w:ascii="Inpi" w:hAnsi="Inpi"/>
          <w:sz w:val="16"/>
        </w:rPr>
      </w:pPr>
      <w:r w:rsidRPr="00A11D8F">
        <w:rPr>
          <w:rFonts w:ascii="Inpi" w:hAnsi="Inpi"/>
        </w:rPr>
        <w:t>92</w:t>
      </w:r>
      <w:r w:rsidR="005106B8" w:rsidRPr="00A11D8F">
        <w:rPr>
          <w:rFonts w:ascii="Inpi" w:hAnsi="Inpi"/>
        </w:rPr>
        <w:t>677 COURBEVOIE Cedex</w:t>
      </w:r>
      <w:r w:rsidR="005106B8" w:rsidRPr="00A11D8F">
        <w:rPr>
          <w:rFonts w:ascii="Inpi" w:hAnsi="Inpi"/>
          <w:sz w:val="16"/>
        </w:rPr>
        <w:t xml:space="preserve"> </w:t>
      </w:r>
    </w:p>
    <w:p w14:paraId="2279F24F" w14:textId="77777777" w:rsidR="001F5EAE" w:rsidRPr="00A11D8F" w:rsidRDefault="001F5EAE" w:rsidP="001F5EAE">
      <w:pPr>
        <w:jc w:val="both"/>
        <w:rPr>
          <w:rFonts w:ascii="Inpi" w:hAnsi="Inpi"/>
        </w:rPr>
      </w:pPr>
    </w:p>
    <w:p w14:paraId="3B51913F" w14:textId="77777777" w:rsidR="001109D8" w:rsidRPr="00A11D8F" w:rsidRDefault="00C9149B" w:rsidP="007F417C">
      <w:pPr>
        <w:jc w:val="both"/>
        <w:rPr>
          <w:rFonts w:ascii="Inpi" w:hAnsi="Inpi"/>
        </w:rPr>
      </w:pPr>
      <w:r w:rsidRPr="00A11D8F">
        <w:rPr>
          <w:rFonts w:ascii="Inpi" w:hAnsi="Inpi"/>
          <w:b/>
        </w:rPr>
        <w:t xml:space="preserve">Comptable public assignataire des paiements : </w:t>
      </w:r>
    </w:p>
    <w:p w14:paraId="433E01D7" w14:textId="77777777" w:rsidR="007F417C" w:rsidRPr="00A11D8F" w:rsidRDefault="007F417C" w:rsidP="001109D8">
      <w:pPr>
        <w:jc w:val="center"/>
        <w:rPr>
          <w:rFonts w:ascii="Inpi" w:hAnsi="Inpi"/>
        </w:rPr>
      </w:pPr>
      <w:r w:rsidRPr="00A11D8F">
        <w:rPr>
          <w:rFonts w:ascii="Inpi" w:hAnsi="Inpi"/>
        </w:rPr>
        <w:t>l'Agent comptabl</w:t>
      </w:r>
      <w:r w:rsidR="003C009E" w:rsidRPr="00A11D8F">
        <w:rPr>
          <w:rFonts w:ascii="Inpi" w:hAnsi="Inpi"/>
        </w:rPr>
        <w:t>e de l'INPI</w:t>
      </w:r>
    </w:p>
    <w:p w14:paraId="3CD97AC9" w14:textId="77777777" w:rsidR="007F417C" w:rsidRPr="00A11D8F" w:rsidRDefault="007F417C" w:rsidP="007F417C">
      <w:pPr>
        <w:jc w:val="center"/>
        <w:rPr>
          <w:rFonts w:ascii="Inpi" w:hAnsi="Inpi"/>
        </w:rPr>
      </w:pPr>
      <w:r w:rsidRPr="00A11D8F">
        <w:rPr>
          <w:rFonts w:ascii="Inpi" w:hAnsi="Inpi"/>
        </w:rPr>
        <w:t>15 RUE DES MINIMES</w:t>
      </w:r>
    </w:p>
    <w:p w14:paraId="7E483726" w14:textId="77777777" w:rsidR="007F417C" w:rsidRPr="00A11D8F" w:rsidRDefault="007F417C" w:rsidP="007F417C">
      <w:pPr>
        <w:jc w:val="center"/>
        <w:rPr>
          <w:rFonts w:ascii="Inpi" w:hAnsi="Inpi"/>
        </w:rPr>
      </w:pPr>
      <w:r w:rsidRPr="00A11D8F">
        <w:rPr>
          <w:rFonts w:ascii="Inpi" w:hAnsi="Inpi"/>
        </w:rPr>
        <w:t>CS 50001</w:t>
      </w:r>
    </w:p>
    <w:p w14:paraId="3378AD9C" w14:textId="77777777" w:rsidR="007F417C" w:rsidRPr="00A11D8F" w:rsidRDefault="007F417C" w:rsidP="007F417C">
      <w:pPr>
        <w:jc w:val="center"/>
        <w:rPr>
          <w:rFonts w:ascii="Inpi" w:hAnsi="Inpi"/>
        </w:rPr>
      </w:pPr>
      <w:r w:rsidRPr="00A11D8F">
        <w:rPr>
          <w:rFonts w:ascii="Inpi" w:hAnsi="Inpi"/>
        </w:rPr>
        <w:t xml:space="preserve">92677 COURBEVOIE Cedex </w:t>
      </w:r>
    </w:p>
    <w:p w14:paraId="37A8F671" w14:textId="77777777" w:rsidR="007F417C" w:rsidRPr="00A11D8F" w:rsidRDefault="007F417C" w:rsidP="007F417C">
      <w:pPr>
        <w:jc w:val="center"/>
        <w:rPr>
          <w:rFonts w:ascii="Inpi" w:hAnsi="Inpi"/>
        </w:rPr>
      </w:pPr>
      <w:r w:rsidRPr="00A11D8F">
        <w:rPr>
          <w:rFonts w:ascii="Inpi" w:hAnsi="Inpi"/>
        </w:rPr>
        <w:t>Tél : 01.56.65.80.22</w:t>
      </w:r>
    </w:p>
    <w:p w14:paraId="68030C70" w14:textId="77777777" w:rsidR="001F5EAE" w:rsidRPr="00A11D8F" w:rsidRDefault="001F5EAE" w:rsidP="007F417C">
      <w:pPr>
        <w:jc w:val="both"/>
        <w:rPr>
          <w:rFonts w:ascii="Inpi" w:hAnsi="Inpi"/>
        </w:rPr>
      </w:pPr>
      <w:r w:rsidRPr="00A11D8F">
        <w:rPr>
          <w:rFonts w:ascii="Inpi" w:hAnsi="Inpi"/>
        </w:rPr>
        <w:t xml:space="preserve"> </w:t>
      </w:r>
    </w:p>
    <w:p w14:paraId="58011827" w14:textId="77777777" w:rsidR="00DC2A33" w:rsidRPr="00A11D8F" w:rsidRDefault="00DC2A33" w:rsidP="00DC2A33">
      <w:pPr>
        <w:jc w:val="both"/>
        <w:rPr>
          <w:rFonts w:ascii="Inpi" w:hAnsi="Inpi"/>
        </w:rPr>
      </w:pPr>
      <w:r w:rsidRPr="00A11D8F">
        <w:rPr>
          <w:rFonts w:ascii="Inpi" w:hAnsi="Inpi"/>
          <w:b/>
        </w:rPr>
        <w:t>Représentant légal du pouvoir adjudicateur du marché, signataire et ordonnateur</w:t>
      </w:r>
      <w:r w:rsidRPr="00A11D8F">
        <w:rPr>
          <w:rFonts w:ascii="Inpi" w:hAnsi="Inpi"/>
        </w:rPr>
        <w:t xml:space="preserve"> : le Directeur gén</w:t>
      </w:r>
      <w:r w:rsidR="00F17FB8" w:rsidRPr="00A11D8F">
        <w:rPr>
          <w:rFonts w:ascii="Inpi" w:hAnsi="Inpi"/>
        </w:rPr>
        <w:t>éra</w:t>
      </w:r>
      <w:r w:rsidR="00E45D0C" w:rsidRPr="00A11D8F">
        <w:rPr>
          <w:rFonts w:ascii="Inpi" w:hAnsi="Inpi"/>
        </w:rPr>
        <w:t>l de l'INPI.</w:t>
      </w:r>
    </w:p>
    <w:p w14:paraId="3D08667C" w14:textId="77777777" w:rsidR="001F5EAE" w:rsidRPr="00A11D8F" w:rsidRDefault="001F5EAE" w:rsidP="001F5EAE">
      <w:pPr>
        <w:jc w:val="both"/>
        <w:rPr>
          <w:rFonts w:ascii="Inpi" w:hAnsi="Inpi"/>
        </w:rPr>
      </w:pPr>
    </w:p>
    <w:p w14:paraId="0650867B" w14:textId="77777777" w:rsidR="00DB367D" w:rsidRPr="00A11D8F" w:rsidRDefault="00DB367D" w:rsidP="00DB367D">
      <w:pPr>
        <w:rPr>
          <w:rFonts w:ascii="Inpi" w:hAnsi="Inpi"/>
        </w:rPr>
      </w:pPr>
    </w:p>
    <w:p w14:paraId="5A43D195" w14:textId="77777777" w:rsidR="00DB367D" w:rsidRPr="00A11D8F" w:rsidRDefault="00DB367D" w:rsidP="00DB367D">
      <w:pPr>
        <w:pStyle w:val="Titre1"/>
        <w:numPr>
          <w:ilvl w:val="0"/>
          <w:numId w:val="9"/>
        </w:numPr>
        <w:spacing w:before="0" w:after="0"/>
        <w:rPr>
          <w:rFonts w:ascii="Inpi" w:hAnsi="Inpi"/>
        </w:rPr>
      </w:pPr>
      <w:r w:rsidRPr="00A11D8F">
        <w:rPr>
          <w:rFonts w:ascii="Inpi" w:hAnsi="Inpi"/>
        </w:rPr>
        <w:t>OBJET ET MODE DE PASSATION DU MARCHE</w:t>
      </w:r>
    </w:p>
    <w:p w14:paraId="76CC241B" w14:textId="77777777" w:rsidR="00DB367D" w:rsidRPr="00A11D8F" w:rsidRDefault="00DB367D" w:rsidP="00DB367D">
      <w:pPr>
        <w:rPr>
          <w:rFonts w:ascii="Inpi" w:hAnsi="Inpi"/>
        </w:rPr>
      </w:pPr>
    </w:p>
    <w:p w14:paraId="10921DFE" w14:textId="59152D4D" w:rsidR="00207BA4" w:rsidRPr="00A11D8F" w:rsidRDefault="00207BA4" w:rsidP="00207BA4">
      <w:pPr>
        <w:jc w:val="both"/>
        <w:rPr>
          <w:rFonts w:ascii="Inpi" w:hAnsi="Inpi"/>
        </w:rPr>
      </w:pPr>
      <w:r w:rsidRPr="00A11D8F">
        <w:rPr>
          <w:rFonts w:ascii="Inpi" w:hAnsi="Inpi"/>
        </w:rPr>
        <w:t xml:space="preserve">Le présent marché a pour objet </w:t>
      </w:r>
      <w:r>
        <w:rPr>
          <w:rFonts w:ascii="Inpi" w:hAnsi="Inpi"/>
        </w:rPr>
        <w:t xml:space="preserve">la mise </w:t>
      </w:r>
      <w:r w:rsidRPr="002528E2">
        <w:rPr>
          <w:rFonts w:ascii="Inpi" w:hAnsi="Inpi"/>
        </w:rPr>
        <w:t>en place de prestations de médecine préventive inter-entreprise à destination des co</w:t>
      </w:r>
      <w:r w:rsidR="00B63E89">
        <w:rPr>
          <w:rFonts w:ascii="Inpi" w:hAnsi="Inpi"/>
        </w:rPr>
        <w:t xml:space="preserve">llaborateurs de l’INPI </w:t>
      </w:r>
      <w:r w:rsidR="00B63E89" w:rsidRPr="00F64D60">
        <w:rPr>
          <w:rFonts w:ascii="Inpi" w:hAnsi="Inpi"/>
        </w:rPr>
        <w:t>pour le site de Courbevoie.</w:t>
      </w:r>
    </w:p>
    <w:p w14:paraId="50954841" w14:textId="77777777" w:rsidR="00DB367D" w:rsidRDefault="00DB367D" w:rsidP="00DB367D">
      <w:pPr>
        <w:rPr>
          <w:rFonts w:ascii="Inpi" w:hAnsi="Inpi"/>
        </w:rPr>
      </w:pPr>
    </w:p>
    <w:p w14:paraId="0A01BB2F" w14:textId="12A79C58" w:rsidR="00A11D8F" w:rsidRDefault="00A11D8F" w:rsidP="00A11D8F">
      <w:pPr>
        <w:jc w:val="both"/>
        <w:rPr>
          <w:rFonts w:ascii="Inpi" w:hAnsi="Inpi"/>
        </w:rPr>
      </w:pPr>
      <w:r>
        <w:rPr>
          <w:rFonts w:ascii="Inpi" w:hAnsi="Inpi"/>
        </w:rPr>
        <w:t xml:space="preserve">Le détail des prestations attendues figure dans le cahier des clauses </w:t>
      </w:r>
      <w:r w:rsidR="00931366">
        <w:rPr>
          <w:rFonts w:ascii="Inpi" w:hAnsi="Inpi"/>
        </w:rPr>
        <w:t>particulières (C.P.P</w:t>
      </w:r>
      <w:r>
        <w:rPr>
          <w:rFonts w:ascii="Inpi" w:hAnsi="Inpi"/>
        </w:rPr>
        <w:t>) et ses annexes.</w:t>
      </w:r>
    </w:p>
    <w:p w14:paraId="7F76BE2E" w14:textId="77777777" w:rsidR="00A11D8F" w:rsidRPr="00A11D8F" w:rsidRDefault="00A11D8F" w:rsidP="00DB367D">
      <w:pPr>
        <w:rPr>
          <w:rFonts w:ascii="Inpi" w:hAnsi="Inpi"/>
        </w:rPr>
      </w:pPr>
    </w:p>
    <w:p w14:paraId="096AEF30" w14:textId="4EB03DA2" w:rsidR="005A5AA1" w:rsidRDefault="005B02A1" w:rsidP="00C97FDA">
      <w:pPr>
        <w:jc w:val="both"/>
        <w:rPr>
          <w:rFonts w:ascii="Inpi" w:hAnsi="Inpi"/>
        </w:rPr>
      </w:pPr>
      <w:r w:rsidRPr="00A11D8F">
        <w:rPr>
          <w:rFonts w:ascii="Inpi" w:hAnsi="Inpi"/>
        </w:rPr>
        <w:t>Ce marché est passé</w:t>
      </w:r>
      <w:r w:rsidR="00687CF7">
        <w:rPr>
          <w:rFonts w:ascii="Inpi" w:hAnsi="Inpi"/>
        </w:rPr>
        <w:t xml:space="preserve"> en procédure adaptée</w:t>
      </w:r>
      <w:r w:rsidRPr="00A11D8F">
        <w:rPr>
          <w:rFonts w:ascii="Inpi" w:hAnsi="Inpi"/>
        </w:rPr>
        <w:t xml:space="preserve"> en application des </w:t>
      </w:r>
      <w:r w:rsidRPr="005B02A1">
        <w:rPr>
          <w:rFonts w:ascii="Inpi" w:hAnsi="Inpi"/>
        </w:rPr>
        <w:t xml:space="preserve">articles L. 2123-1, R. 2123-1 et R. 2123-4 à R. 2123-7 du code de la commande publique, </w:t>
      </w:r>
      <w:r w:rsidRPr="00687CF7">
        <w:rPr>
          <w:rFonts w:ascii="Inpi" w:hAnsi="Inpi"/>
        </w:rPr>
        <w:t>en raison de son objet. En l’espèce le marché a pour objet des services sociaux et autres services spécifiques, ainsi il est possible de recourir à une procédure adaptée quelle que soit la valeur du besoin.</w:t>
      </w:r>
      <w:r w:rsidRPr="005B02A1">
        <w:rPr>
          <w:rFonts w:ascii="Inpi" w:hAnsi="Inpi"/>
        </w:rPr>
        <w:t xml:space="preserve"> </w:t>
      </w:r>
    </w:p>
    <w:p w14:paraId="6666BD4E" w14:textId="77777777" w:rsidR="00207BA4" w:rsidRDefault="00207BA4" w:rsidP="00C97FDA">
      <w:pPr>
        <w:jc w:val="both"/>
        <w:rPr>
          <w:rFonts w:ascii="Inpi" w:hAnsi="Inpi"/>
        </w:rPr>
      </w:pPr>
    </w:p>
    <w:p w14:paraId="3AF3C1CF" w14:textId="77777777" w:rsidR="00B63E89" w:rsidRDefault="00207BA4" w:rsidP="00B63E89">
      <w:pPr>
        <w:jc w:val="both"/>
        <w:rPr>
          <w:rFonts w:ascii="Inpi" w:hAnsi="Inpi"/>
        </w:rPr>
      </w:pPr>
      <w:r w:rsidRPr="002528E2">
        <w:rPr>
          <w:rFonts w:ascii="Inpi" w:hAnsi="Inpi"/>
        </w:rPr>
        <w:t>Il s’agit d’un accord-cadre mono-attributaire à bons de commande passé conformément aux articles L. 2125-1 1°, R. 2162-1 à R. 2162-6 et R. 2162-13 à R. 2162-14</w:t>
      </w:r>
      <w:r w:rsidR="00B63E89">
        <w:rPr>
          <w:rFonts w:ascii="Inpi" w:hAnsi="Inpi"/>
        </w:rPr>
        <w:t xml:space="preserve"> du Code de la commande publique.</w:t>
      </w:r>
    </w:p>
    <w:p w14:paraId="4F316864" w14:textId="77777777" w:rsidR="00B63E89" w:rsidRDefault="00B63E89" w:rsidP="00B63E89">
      <w:pPr>
        <w:jc w:val="both"/>
        <w:rPr>
          <w:rFonts w:ascii="Inpi" w:hAnsi="Inpi"/>
        </w:rPr>
      </w:pPr>
    </w:p>
    <w:p w14:paraId="5FA67DBA" w14:textId="7AD8A6FE" w:rsidR="005B02A1" w:rsidRPr="00A11D8F" w:rsidRDefault="00B63E89" w:rsidP="00C97FDA">
      <w:pPr>
        <w:jc w:val="both"/>
        <w:rPr>
          <w:rFonts w:ascii="Inpi" w:hAnsi="Inpi"/>
        </w:rPr>
      </w:pPr>
      <w:r w:rsidRPr="00F64D60">
        <w:rPr>
          <w:rFonts w:ascii="Inpi" w:hAnsi="Inpi"/>
        </w:rPr>
        <w:t xml:space="preserve">Le présent marché </w:t>
      </w:r>
      <w:r w:rsidR="002528E2" w:rsidRPr="00F64D60">
        <w:rPr>
          <w:rFonts w:ascii="Inpi" w:hAnsi="Inpi"/>
        </w:rPr>
        <w:t xml:space="preserve">est conclu sans montant minimum annuel, mais avec un montant maximum annuel de 130 000 € HT </w:t>
      </w:r>
    </w:p>
    <w:p w14:paraId="113231C6" w14:textId="77777777" w:rsidR="00DD6431" w:rsidRPr="00A11D8F" w:rsidRDefault="00DD6431" w:rsidP="00C97FDA">
      <w:pPr>
        <w:jc w:val="both"/>
        <w:rPr>
          <w:rFonts w:ascii="Inpi" w:hAnsi="Inpi"/>
          <w:color w:val="FF0000"/>
        </w:rPr>
      </w:pPr>
    </w:p>
    <w:p w14:paraId="4DAC2D4E" w14:textId="77777777" w:rsidR="00816527" w:rsidRPr="00A11D8F" w:rsidRDefault="00816527" w:rsidP="00A11D8F">
      <w:pPr>
        <w:pStyle w:val="Titre1"/>
        <w:numPr>
          <w:ilvl w:val="0"/>
          <w:numId w:val="9"/>
        </w:numPr>
        <w:spacing w:before="0"/>
        <w:rPr>
          <w:rFonts w:ascii="Inpi" w:hAnsi="Inpi"/>
        </w:rPr>
      </w:pPr>
      <w:r w:rsidRPr="00A11D8F">
        <w:rPr>
          <w:rFonts w:ascii="Inpi" w:hAnsi="Inpi"/>
        </w:rPr>
        <w:t>ALLOTISSEMENT</w:t>
      </w:r>
    </w:p>
    <w:p w14:paraId="0CCA85CD" w14:textId="3E04B7E5" w:rsidR="002528E2" w:rsidRPr="00F64D60" w:rsidRDefault="00B63E89" w:rsidP="00816527">
      <w:pPr>
        <w:jc w:val="both"/>
        <w:rPr>
          <w:rFonts w:ascii="Inpi" w:hAnsi="Inpi"/>
        </w:rPr>
      </w:pPr>
      <w:r w:rsidRPr="00F64D60">
        <w:rPr>
          <w:rFonts w:ascii="Inpi" w:hAnsi="Inpi"/>
        </w:rPr>
        <w:t>Le marché ne comporte pas d’allotissement.</w:t>
      </w:r>
    </w:p>
    <w:p w14:paraId="560FA6A1" w14:textId="060E3F31" w:rsidR="000103D1" w:rsidRDefault="000103D1" w:rsidP="00816527">
      <w:pPr>
        <w:jc w:val="both"/>
        <w:rPr>
          <w:rFonts w:ascii="Inpi" w:hAnsi="Inpi"/>
          <w:color w:val="FF0000"/>
        </w:rPr>
      </w:pPr>
    </w:p>
    <w:p w14:paraId="67BAB834" w14:textId="7E7B21BF" w:rsidR="000103D1" w:rsidRDefault="000103D1" w:rsidP="000103D1">
      <w:pPr>
        <w:jc w:val="both"/>
        <w:rPr>
          <w:rFonts w:ascii="Inpi" w:hAnsi="Inpi"/>
        </w:rPr>
      </w:pPr>
      <w:r w:rsidRPr="0083223B">
        <w:rPr>
          <w:rFonts w:ascii="Inpi" w:hAnsi="Inpi"/>
        </w:rPr>
        <w:t>Le marché se compose d’un lot unique, car la dévolution en lots séparés risqu</w:t>
      </w:r>
      <w:r w:rsidR="00F64D60">
        <w:rPr>
          <w:rFonts w:ascii="Inpi" w:hAnsi="Inpi"/>
        </w:rPr>
        <w:t>er</w:t>
      </w:r>
      <w:r w:rsidRPr="0083223B">
        <w:rPr>
          <w:rFonts w:ascii="Inpi" w:hAnsi="Inpi"/>
        </w:rPr>
        <w:t>ait de rendre techniquement difficile l’exécution des prestations (article L.2113-11 2° du Code de la commande publique) dans la mesure où un seul prestataire coordonne</w:t>
      </w:r>
      <w:r>
        <w:rPr>
          <w:rFonts w:ascii="Inpi" w:hAnsi="Inpi"/>
        </w:rPr>
        <w:t xml:space="preserve"> et réalise le suivi d</w:t>
      </w:r>
      <w:r w:rsidRPr="0083223B">
        <w:rPr>
          <w:rFonts w:ascii="Inpi" w:hAnsi="Inpi"/>
        </w:rPr>
        <w:t xml:space="preserve">es prestations de </w:t>
      </w:r>
      <w:r>
        <w:rPr>
          <w:rFonts w:ascii="Inpi" w:hAnsi="Inpi"/>
        </w:rPr>
        <w:t xml:space="preserve">médecine préventive. </w:t>
      </w:r>
    </w:p>
    <w:p w14:paraId="3B2CC66A" w14:textId="340ACDC0" w:rsidR="002528E2" w:rsidRPr="00A11D8F" w:rsidRDefault="002528E2" w:rsidP="00816527">
      <w:pPr>
        <w:jc w:val="both"/>
        <w:rPr>
          <w:rFonts w:ascii="Inpi" w:hAnsi="Inpi"/>
        </w:rPr>
      </w:pPr>
    </w:p>
    <w:p w14:paraId="31D8943D" w14:textId="77777777" w:rsidR="00816527" w:rsidRPr="00A11D8F" w:rsidRDefault="00816527" w:rsidP="00A11D8F">
      <w:pPr>
        <w:pStyle w:val="Titre1"/>
        <w:numPr>
          <w:ilvl w:val="0"/>
          <w:numId w:val="9"/>
        </w:numPr>
        <w:spacing w:before="0"/>
        <w:rPr>
          <w:rFonts w:ascii="Inpi" w:hAnsi="Inpi"/>
        </w:rPr>
      </w:pPr>
      <w:r w:rsidRPr="00A11D8F">
        <w:rPr>
          <w:rFonts w:ascii="Inpi" w:hAnsi="Inpi"/>
        </w:rPr>
        <w:t>DURÉE DU MARCHE</w:t>
      </w:r>
    </w:p>
    <w:p w14:paraId="5E91695C" w14:textId="77777777" w:rsidR="000103D1" w:rsidRDefault="00B63E89" w:rsidP="000103D1">
      <w:pPr>
        <w:pStyle w:val="Corpsdetexte"/>
        <w:spacing w:after="0"/>
        <w:rPr>
          <w:rFonts w:ascii="Inpi" w:hAnsi="Inpi"/>
        </w:rPr>
      </w:pPr>
      <w:bookmarkStart w:id="0" w:name="_Toc179711029"/>
      <w:r>
        <w:rPr>
          <w:rFonts w:ascii="Inpi" w:hAnsi="Inpi"/>
        </w:rPr>
        <w:t xml:space="preserve">Les prestations </w:t>
      </w:r>
      <w:r w:rsidR="00224628" w:rsidRPr="00FE7732">
        <w:rPr>
          <w:rFonts w:ascii="Inpi" w:hAnsi="Inpi"/>
        </w:rPr>
        <w:t xml:space="preserve">débuteront à compter </w:t>
      </w:r>
      <w:r w:rsidR="00931366" w:rsidRPr="00FE7732">
        <w:rPr>
          <w:rFonts w:ascii="Inpi" w:hAnsi="Inpi"/>
        </w:rPr>
        <w:t>du 1</w:t>
      </w:r>
      <w:r w:rsidR="00931366" w:rsidRPr="00FE7732">
        <w:rPr>
          <w:rFonts w:ascii="Inpi" w:hAnsi="Inpi"/>
          <w:vertAlign w:val="superscript"/>
        </w:rPr>
        <w:t>er</w:t>
      </w:r>
      <w:r w:rsidR="00931366" w:rsidRPr="00FE7732">
        <w:rPr>
          <w:rFonts w:ascii="Inpi" w:hAnsi="Inpi"/>
        </w:rPr>
        <w:t xml:space="preserve"> janvier 20</w:t>
      </w:r>
      <w:r>
        <w:rPr>
          <w:rFonts w:ascii="Inpi" w:hAnsi="Inpi"/>
        </w:rPr>
        <w:t>26.</w:t>
      </w:r>
    </w:p>
    <w:p w14:paraId="2388D1DB" w14:textId="0B8092EE" w:rsidR="00224628" w:rsidRPr="00A11D8F" w:rsidRDefault="00224628" w:rsidP="00F64D60">
      <w:pPr>
        <w:pStyle w:val="Corpsdetexte"/>
        <w:spacing w:before="0" w:after="0"/>
        <w:rPr>
          <w:rFonts w:ascii="Inpi" w:hAnsi="Inpi"/>
        </w:rPr>
      </w:pPr>
      <w:r w:rsidRPr="00FE7732">
        <w:rPr>
          <w:rFonts w:ascii="Inpi" w:hAnsi="Inpi"/>
        </w:rPr>
        <w:br/>
        <w:t>Le marché est conclu pour une durée d'un (1) an à compter du 1</w:t>
      </w:r>
      <w:r w:rsidRPr="00FE7732">
        <w:rPr>
          <w:rFonts w:ascii="Inpi" w:hAnsi="Inpi"/>
          <w:vertAlign w:val="superscript"/>
        </w:rPr>
        <w:t>er</w:t>
      </w:r>
      <w:r w:rsidRPr="00FE7732">
        <w:rPr>
          <w:rFonts w:ascii="Inpi" w:hAnsi="Inpi"/>
        </w:rPr>
        <w:t xml:space="preserve"> </w:t>
      </w:r>
      <w:r w:rsidR="00687CF7" w:rsidRPr="00FE7732">
        <w:rPr>
          <w:rFonts w:ascii="Inpi" w:hAnsi="Inpi"/>
        </w:rPr>
        <w:t>janvier 2026</w:t>
      </w:r>
      <w:r w:rsidRPr="00FE7732">
        <w:rPr>
          <w:rFonts w:ascii="Inpi" w:hAnsi="Inpi"/>
        </w:rPr>
        <w:t>. Il sera reconduit tacitement par période d'une (1) année. Sa durée totale ne pourra pas excéder quatre années</w:t>
      </w:r>
      <w:r w:rsidRPr="00A11D8F">
        <w:rPr>
          <w:rFonts w:ascii="Inpi" w:hAnsi="Inpi"/>
        </w:rPr>
        <w:t>.</w:t>
      </w:r>
    </w:p>
    <w:p w14:paraId="63AA0657" w14:textId="54FFEF0F" w:rsidR="005A5AA1" w:rsidRDefault="00224628" w:rsidP="002F44B0">
      <w:pPr>
        <w:spacing w:before="240"/>
        <w:jc w:val="both"/>
        <w:rPr>
          <w:rFonts w:ascii="Inpi" w:hAnsi="Inpi"/>
          <w:b/>
        </w:rPr>
      </w:pPr>
      <w:r w:rsidRPr="00A11D8F">
        <w:rPr>
          <w:rFonts w:ascii="Inpi" w:hAnsi="Inpi"/>
        </w:rPr>
        <w:lastRenderedPageBreak/>
        <w:t>L’INPI pourra prendre chaque année et au plus tard dans un délai de 120 jours avant la fin de la période annuelle, la décision de ne pas reconduire le marché, sans que le titulaire puisse la refuser</w:t>
      </w:r>
      <w:r w:rsidRPr="00A11D8F">
        <w:rPr>
          <w:rFonts w:ascii="Inpi" w:hAnsi="Inpi"/>
          <w:b/>
        </w:rPr>
        <w:t>.</w:t>
      </w:r>
    </w:p>
    <w:p w14:paraId="7982EB50" w14:textId="77777777" w:rsidR="00F8661B" w:rsidRDefault="00F8661B" w:rsidP="002F44B0">
      <w:pPr>
        <w:spacing w:before="240"/>
        <w:jc w:val="both"/>
        <w:rPr>
          <w:rFonts w:ascii="Inpi" w:hAnsi="Inpi"/>
          <w:b/>
        </w:rPr>
      </w:pPr>
    </w:p>
    <w:p w14:paraId="0CC23676" w14:textId="77777777" w:rsidR="00BD71AA" w:rsidRPr="002F44B0" w:rsidRDefault="00BD71AA" w:rsidP="002F44B0">
      <w:pPr>
        <w:pStyle w:val="Titre1"/>
        <w:numPr>
          <w:ilvl w:val="0"/>
          <w:numId w:val="9"/>
        </w:numPr>
        <w:spacing w:before="0"/>
        <w:rPr>
          <w:rFonts w:ascii="Inpi" w:hAnsi="Inpi"/>
        </w:rPr>
      </w:pPr>
      <w:r w:rsidRPr="00A11D8F">
        <w:rPr>
          <w:rFonts w:ascii="Inpi" w:hAnsi="Inpi"/>
        </w:rPr>
        <w:t>CONTRACTANT</w:t>
      </w: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1"/>
        <w:gridCol w:w="341"/>
        <w:gridCol w:w="16"/>
        <w:gridCol w:w="326"/>
        <w:gridCol w:w="43"/>
        <w:gridCol w:w="300"/>
        <w:gridCol w:w="57"/>
        <w:gridCol w:w="285"/>
        <w:gridCol w:w="72"/>
        <w:gridCol w:w="271"/>
        <w:gridCol w:w="86"/>
        <w:gridCol w:w="256"/>
        <w:gridCol w:w="343"/>
        <w:gridCol w:w="342"/>
        <w:gridCol w:w="342"/>
        <w:gridCol w:w="343"/>
        <w:gridCol w:w="342"/>
        <w:gridCol w:w="343"/>
        <w:gridCol w:w="342"/>
        <w:gridCol w:w="343"/>
      </w:tblGrid>
      <w:tr w:rsidR="00BD71AA" w:rsidRPr="00A11D8F" w14:paraId="2B03BF5F" w14:textId="77777777" w:rsidTr="00563BF9">
        <w:trPr>
          <w:trHeight w:val="199"/>
        </w:trPr>
        <w:tc>
          <w:tcPr>
            <w:tcW w:w="9214" w:type="dxa"/>
            <w:gridSpan w:val="20"/>
            <w:tcBorders>
              <w:top w:val="single" w:sz="4" w:space="0" w:color="FFFFFF"/>
              <w:left w:val="single" w:sz="4" w:space="0" w:color="FFFFFF"/>
              <w:bottom w:val="single" w:sz="4" w:space="0" w:color="FFFFFF"/>
              <w:right w:val="single" w:sz="4" w:space="0" w:color="FFFFFF"/>
            </w:tcBorders>
          </w:tcPr>
          <w:p w14:paraId="11B01434" w14:textId="77777777" w:rsidR="00BD71AA" w:rsidRPr="00A11D8F" w:rsidRDefault="00BD71AA" w:rsidP="00AB53EC">
            <w:pPr>
              <w:ind w:left="1134" w:hanging="1134"/>
              <w:jc w:val="both"/>
              <w:rPr>
                <w:rFonts w:ascii="Inpi" w:hAnsi="Inpi"/>
              </w:rPr>
            </w:pPr>
            <w:r w:rsidRPr="00A11D8F">
              <w:rPr>
                <w:rFonts w:ascii="Inpi" w:hAnsi="Inpi"/>
              </w:rPr>
              <w:t>Je soussigné (nom, prénom) : ……………………………………………………………</w:t>
            </w:r>
          </w:p>
        </w:tc>
      </w:tr>
      <w:tr w:rsidR="00BD71AA" w:rsidRPr="00A11D8F" w14:paraId="033828AF" w14:textId="77777777" w:rsidTr="00AB53EC">
        <w:trPr>
          <w:trHeight w:val="415"/>
        </w:trPr>
        <w:tc>
          <w:tcPr>
            <w:tcW w:w="9214" w:type="dxa"/>
            <w:gridSpan w:val="20"/>
            <w:tcBorders>
              <w:top w:val="single" w:sz="4" w:space="0" w:color="FFFFFF"/>
              <w:left w:val="single" w:sz="4" w:space="0" w:color="FFFFFF"/>
              <w:bottom w:val="single" w:sz="4" w:space="0" w:color="FFFFFF"/>
              <w:right w:val="single" w:sz="4" w:space="0" w:color="FFFFFF"/>
            </w:tcBorders>
          </w:tcPr>
          <w:p w14:paraId="49D166FE" w14:textId="77777777" w:rsidR="00BD71AA" w:rsidRPr="00A11D8F" w:rsidRDefault="00BD71AA" w:rsidP="00AB53EC">
            <w:pPr>
              <w:tabs>
                <w:tab w:val="left" w:pos="1490"/>
              </w:tabs>
              <w:rPr>
                <w:rFonts w:ascii="Inpi" w:hAnsi="Inpi"/>
              </w:rPr>
            </w:pPr>
            <w:r w:rsidRPr="00A11D8F">
              <w:rPr>
                <w:rFonts w:ascii="Inpi" w:hAnsi="Inpi"/>
              </w:rPr>
              <w:t>Qualité </w:t>
            </w:r>
            <w:r w:rsidRPr="00A11D8F">
              <w:rPr>
                <w:rStyle w:val="Appelnotedebasdep"/>
                <w:rFonts w:ascii="Inpi" w:hAnsi="Inpi"/>
              </w:rPr>
              <w:footnoteReference w:id="1"/>
            </w:r>
            <w:r w:rsidRPr="00A11D8F">
              <w:rPr>
                <w:rFonts w:ascii="Inpi" w:hAnsi="Inpi"/>
              </w:rPr>
              <w:t>:</w:t>
            </w:r>
            <w:r w:rsidRPr="00A11D8F">
              <w:rPr>
                <w:rFonts w:ascii="Inpi" w:hAnsi="Inpi"/>
              </w:rPr>
              <w:tab/>
            </w:r>
            <w:r w:rsidRPr="00A11D8F">
              <w:rPr>
                <w:rFonts w:ascii="Inpi" w:hAnsi="Inpi"/>
              </w:rPr>
              <w:fldChar w:fldCharType="begin">
                <w:ffData>
                  <w:name w:val="CaseACocher21"/>
                  <w:enabled/>
                  <w:calcOnExit w:val="0"/>
                  <w:checkBox>
                    <w:sizeAuto/>
                    <w:default w:val="0"/>
                  </w:checkBox>
                </w:ffData>
              </w:fldChar>
            </w:r>
            <w:bookmarkStart w:id="1" w:name="CaseACocher21"/>
            <w:r w:rsidRPr="00A11D8F">
              <w:rPr>
                <w:rFonts w:ascii="Inpi" w:hAnsi="Inpi"/>
              </w:rPr>
              <w:instrText xml:space="preserve"> FORMCHECKBOX </w:instrText>
            </w:r>
            <w:r w:rsidR="00E950C8">
              <w:rPr>
                <w:rFonts w:ascii="Inpi" w:hAnsi="Inpi"/>
              </w:rPr>
            </w:r>
            <w:r w:rsidR="00E950C8">
              <w:rPr>
                <w:rFonts w:ascii="Inpi" w:hAnsi="Inpi"/>
              </w:rPr>
              <w:fldChar w:fldCharType="separate"/>
            </w:r>
            <w:r w:rsidRPr="00A11D8F">
              <w:rPr>
                <w:rFonts w:ascii="Inpi" w:hAnsi="Inpi"/>
              </w:rPr>
              <w:fldChar w:fldCharType="end"/>
            </w:r>
            <w:bookmarkEnd w:id="1"/>
            <w:r w:rsidRPr="00A11D8F">
              <w:rPr>
                <w:rFonts w:ascii="Inpi" w:hAnsi="Inpi"/>
              </w:rPr>
              <w:t xml:space="preserve"> Représentant légal de l’entreprise</w:t>
            </w:r>
          </w:p>
          <w:p w14:paraId="0169030E" w14:textId="77777777" w:rsidR="00BD71AA" w:rsidRPr="00A11D8F" w:rsidRDefault="00BD71AA" w:rsidP="00AB53EC">
            <w:pPr>
              <w:ind w:left="1490" w:hanging="1490"/>
              <w:rPr>
                <w:rFonts w:ascii="Inpi" w:hAnsi="Inpi"/>
              </w:rPr>
            </w:pPr>
            <w:r w:rsidRPr="00A11D8F">
              <w:rPr>
                <w:rFonts w:ascii="Inpi" w:hAnsi="Inpi"/>
              </w:rPr>
              <w:tab/>
            </w:r>
            <w:r w:rsidRPr="00A11D8F">
              <w:rPr>
                <w:rFonts w:ascii="Inpi" w:hAnsi="Inpi"/>
              </w:rPr>
              <w:fldChar w:fldCharType="begin">
                <w:ffData>
                  <w:name w:val="CaseACocher22"/>
                  <w:enabled/>
                  <w:calcOnExit w:val="0"/>
                  <w:checkBox>
                    <w:sizeAuto/>
                    <w:default w:val="0"/>
                  </w:checkBox>
                </w:ffData>
              </w:fldChar>
            </w:r>
            <w:bookmarkStart w:id="2" w:name="CaseACocher22"/>
            <w:r w:rsidRPr="00A11D8F">
              <w:rPr>
                <w:rFonts w:ascii="Inpi" w:hAnsi="Inpi"/>
              </w:rPr>
              <w:instrText xml:space="preserve"> FORMCHECKBOX </w:instrText>
            </w:r>
            <w:r w:rsidR="00E950C8">
              <w:rPr>
                <w:rFonts w:ascii="Inpi" w:hAnsi="Inpi"/>
              </w:rPr>
            </w:r>
            <w:r w:rsidR="00E950C8">
              <w:rPr>
                <w:rFonts w:ascii="Inpi" w:hAnsi="Inpi"/>
              </w:rPr>
              <w:fldChar w:fldCharType="separate"/>
            </w:r>
            <w:r w:rsidRPr="00A11D8F">
              <w:rPr>
                <w:rFonts w:ascii="Inpi" w:hAnsi="Inpi"/>
              </w:rPr>
              <w:fldChar w:fldCharType="end"/>
            </w:r>
            <w:bookmarkEnd w:id="2"/>
            <w:r w:rsidRPr="00A11D8F">
              <w:rPr>
                <w:rFonts w:ascii="Inpi" w:hAnsi="Inpi"/>
              </w:rPr>
              <w:t xml:space="preserve"> Ayant reçu pouvoir du représentant légal de l’entreprise</w:t>
            </w:r>
          </w:p>
          <w:p w14:paraId="34A6EF54" w14:textId="77777777" w:rsidR="00BD71AA" w:rsidRPr="00A11D8F" w:rsidRDefault="00BD71AA" w:rsidP="00AB53EC">
            <w:pPr>
              <w:ind w:left="1134" w:hanging="1134"/>
              <w:jc w:val="both"/>
              <w:rPr>
                <w:rFonts w:ascii="Inpi" w:hAnsi="Inpi"/>
                <w:sz w:val="10"/>
                <w:szCs w:val="10"/>
              </w:rPr>
            </w:pPr>
          </w:p>
        </w:tc>
      </w:tr>
      <w:tr w:rsidR="00BD71AA" w:rsidRPr="00A11D8F" w14:paraId="166E9967" w14:textId="77777777" w:rsidTr="00AB53EC">
        <w:trPr>
          <w:trHeight w:val="265"/>
        </w:trPr>
        <w:tc>
          <w:tcPr>
            <w:tcW w:w="9214" w:type="dxa"/>
            <w:gridSpan w:val="20"/>
            <w:tcBorders>
              <w:top w:val="single" w:sz="4" w:space="0" w:color="FFFFFF"/>
              <w:left w:val="single" w:sz="4" w:space="0" w:color="FFFFFF"/>
              <w:bottom w:val="single" w:sz="4" w:space="0" w:color="FFFFFF"/>
              <w:right w:val="single" w:sz="4" w:space="0" w:color="FFFFFF"/>
            </w:tcBorders>
          </w:tcPr>
          <w:p w14:paraId="1C7D8546" w14:textId="77777777" w:rsidR="00BD71AA" w:rsidRPr="00A11D8F" w:rsidRDefault="00BD71AA" w:rsidP="00AB53EC">
            <w:pPr>
              <w:numPr>
                <w:ilvl w:val="0"/>
                <w:numId w:val="3"/>
              </w:numPr>
              <w:tabs>
                <w:tab w:val="clear" w:pos="1778"/>
                <w:tab w:val="num" w:pos="214"/>
              </w:tabs>
              <w:ind w:left="214" w:hanging="214"/>
              <w:jc w:val="both"/>
              <w:rPr>
                <w:rFonts w:ascii="Inpi" w:hAnsi="Inpi"/>
              </w:rPr>
            </w:pPr>
            <w:r w:rsidRPr="00A11D8F">
              <w:rPr>
                <w:rFonts w:ascii="Inpi" w:hAnsi="Inpi"/>
              </w:rPr>
              <w:t>dénomination sociale : ……………………………………………………………………………</w:t>
            </w:r>
          </w:p>
        </w:tc>
      </w:tr>
      <w:tr w:rsidR="00BD71AA" w:rsidRPr="00A11D8F" w14:paraId="16703923" w14:textId="77777777" w:rsidTr="00AB53EC">
        <w:trPr>
          <w:trHeight w:val="847"/>
        </w:trPr>
        <w:tc>
          <w:tcPr>
            <w:tcW w:w="9214" w:type="dxa"/>
            <w:gridSpan w:val="20"/>
            <w:tcBorders>
              <w:top w:val="single" w:sz="4" w:space="0" w:color="FFFFFF"/>
              <w:left w:val="single" w:sz="4" w:space="0" w:color="FFFFFF"/>
              <w:bottom w:val="nil"/>
              <w:right w:val="single" w:sz="4" w:space="0" w:color="FFFFFF"/>
            </w:tcBorders>
          </w:tcPr>
          <w:p w14:paraId="2BFFB16A" w14:textId="77777777" w:rsidR="00BD71AA" w:rsidRPr="00A11D8F" w:rsidRDefault="00BD71AA" w:rsidP="00AB53EC">
            <w:pPr>
              <w:numPr>
                <w:ilvl w:val="0"/>
                <w:numId w:val="3"/>
              </w:numPr>
              <w:tabs>
                <w:tab w:val="num" w:pos="214"/>
              </w:tabs>
              <w:spacing w:before="120"/>
              <w:ind w:left="215" w:hanging="215"/>
              <w:rPr>
                <w:rFonts w:ascii="Inpi" w:hAnsi="Inpi"/>
              </w:rPr>
            </w:pPr>
            <w:r w:rsidRPr="00A11D8F">
              <w:rPr>
                <w:rFonts w:ascii="Inpi" w:hAnsi="Inpi"/>
              </w:rPr>
              <w:t>adresse :………………………………………………………………………………………</w:t>
            </w:r>
          </w:p>
          <w:p w14:paraId="0B45F90E" w14:textId="77777777" w:rsidR="00BD71AA" w:rsidRPr="00A11D8F" w:rsidRDefault="00BD71AA" w:rsidP="00AB53EC">
            <w:pPr>
              <w:tabs>
                <w:tab w:val="num" w:pos="214"/>
              </w:tabs>
              <w:spacing w:before="120"/>
              <w:ind w:left="215" w:hanging="215"/>
              <w:rPr>
                <w:rFonts w:ascii="Inpi" w:hAnsi="Inpi"/>
              </w:rPr>
            </w:pPr>
            <w:r w:rsidRPr="00A11D8F">
              <w:rPr>
                <w:rFonts w:ascii="Inpi" w:hAnsi="Inpi"/>
              </w:rPr>
              <w:t xml:space="preserve"> …………………………………………………………………………………………………..</w:t>
            </w:r>
          </w:p>
        </w:tc>
      </w:tr>
      <w:tr w:rsidR="00BD71AA" w:rsidRPr="00A11D8F" w14:paraId="533ECB1D" w14:textId="77777777" w:rsidTr="00AB53EC">
        <w:trPr>
          <w:trHeight w:val="365"/>
        </w:trPr>
        <w:tc>
          <w:tcPr>
            <w:tcW w:w="4421" w:type="dxa"/>
            <w:vMerge w:val="restart"/>
            <w:tcBorders>
              <w:top w:val="single" w:sz="4" w:space="0" w:color="FFFFFF"/>
              <w:left w:val="single" w:sz="4" w:space="0" w:color="FFFFFF"/>
            </w:tcBorders>
            <w:vAlign w:val="center"/>
          </w:tcPr>
          <w:p w14:paraId="6A4CA188" w14:textId="77777777" w:rsidR="00BD71AA" w:rsidRPr="00A11D8F" w:rsidRDefault="00BD71AA" w:rsidP="00AB53EC">
            <w:pPr>
              <w:ind w:left="214" w:hanging="214"/>
              <w:rPr>
                <w:rFonts w:ascii="Inpi" w:hAnsi="Inpi"/>
              </w:rPr>
            </w:pPr>
            <w:r w:rsidRPr="00A11D8F">
              <w:rPr>
                <w:rFonts w:ascii="Inpi" w:hAnsi="Inpi"/>
              </w:rPr>
              <w:t xml:space="preserve">-  Immatriculée sous le n° SIRET : </w:t>
            </w:r>
          </w:p>
        </w:tc>
        <w:tc>
          <w:tcPr>
            <w:tcW w:w="341" w:type="dxa"/>
            <w:tcBorders>
              <w:top w:val="nil"/>
            </w:tcBorders>
            <w:vAlign w:val="center"/>
          </w:tcPr>
          <w:p w14:paraId="18DDCE3D" w14:textId="77777777" w:rsidR="00BD71AA" w:rsidRPr="00A11D8F" w:rsidRDefault="00BD71AA" w:rsidP="00AB53EC">
            <w:pPr>
              <w:jc w:val="center"/>
              <w:rPr>
                <w:rFonts w:ascii="Inpi" w:hAnsi="Inpi"/>
                <w:b/>
              </w:rPr>
            </w:pPr>
          </w:p>
        </w:tc>
        <w:tc>
          <w:tcPr>
            <w:tcW w:w="342" w:type="dxa"/>
            <w:gridSpan w:val="2"/>
            <w:tcBorders>
              <w:top w:val="nil"/>
            </w:tcBorders>
            <w:vAlign w:val="center"/>
          </w:tcPr>
          <w:p w14:paraId="103DC4A4" w14:textId="77777777" w:rsidR="00BD71AA" w:rsidRPr="00A11D8F" w:rsidRDefault="00BD71AA" w:rsidP="00AB53EC">
            <w:pPr>
              <w:jc w:val="center"/>
              <w:rPr>
                <w:rFonts w:ascii="Inpi" w:hAnsi="Inpi"/>
                <w:b/>
              </w:rPr>
            </w:pPr>
          </w:p>
        </w:tc>
        <w:tc>
          <w:tcPr>
            <w:tcW w:w="343" w:type="dxa"/>
            <w:gridSpan w:val="2"/>
            <w:tcBorders>
              <w:top w:val="nil"/>
            </w:tcBorders>
            <w:vAlign w:val="center"/>
          </w:tcPr>
          <w:p w14:paraId="2CAD902F" w14:textId="77777777" w:rsidR="00BD71AA" w:rsidRPr="00A11D8F" w:rsidRDefault="00BD71AA" w:rsidP="00AB53EC">
            <w:pPr>
              <w:jc w:val="center"/>
              <w:rPr>
                <w:rFonts w:ascii="Inpi" w:hAnsi="Inpi"/>
                <w:b/>
              </w:rPr>
            </w:pPr>
          </w:p>
        </w:tc>
        <w:tc>
          <w:tcPr>
            <w:tcW w:w="342" w:type="dxa"/>
            <w:gridSpan w:val="2"/>
            <w:tcBorders>
              <w:top w:val="nil"/>
            </w:tcBorders>
            <w:vAlign w:val="center"/>
          </w:tcPr>
          <w:p w14:paraId="1981354A" w14:textId="77777777" w:rsidR="00BD71AA" w:rsidRPr="00A11D8F" w:rsidRDefault="00BD71AA" w:rsidP="00AB53EC">
            <w:pPr>
              <w:jc w:val="center"/>
              <w:rPr>
                <w:rFonts w:ascii="Inpi" w:hAnsi="Inpi"/>
                <w:b/>
              </w:rPr>
            </w:pPr>
          </w:p>
        </w:tc>
        <w:tc>
          <w:tcPr>
            <w:tcW w:w="343" w:type="dxa"/>
            <w:gridSpan w:val="2"/>
            <w:tcBorders>
              <w:top w:val="nil"/>
            </w:tcBorders>
            <w:vAlign w:val="center"/>
          </w:tcPr>
          <w:p w14:paraId="0CE62609" w14:textId="77777777" w:rsidR="00BD71AA" w:rsidRPr="00A11D8F" w:rsidRDefault="00BD71AA" w:rsidP="00AB53EC">
            <w:pPr>
              <w:jc w:val="center"/>
              <w:rPr>
                <w:rFonts w:ascii="Inpi" w:hAnsi="Inpi"/>
                <w:b/>
              </w:rPr>
            </w:pPr>
          </w:p>
        </w:tc>
        <w:tc>
          <w:tcPr>
            <w:tcW w:w="342" w:type="dxa"/>
            <w:gridSpan w:val="2"/>
            <w:tcBorders>
              <w:top w:val="nil"/>
            </w:tcBorders>
            <w:vAlign w:val="center"/>
          </w:tcPr>
          <w:p w14:paraId="744DEC0D" w14:textId="77777777" w:rsidR="00BD71AA" w:rsidRPr="00A11D8F" w:rsidRDefault="00BD71AA" w:rsidP="00AB53EC">
            <w:pPr>
              <w:jc w:val="center"/>
              <w:rPr>
                <w:rFonts w:ascii="Inpi" w:hAnsi="Inpi"/>
                <w:b/>
              </w:rPr>
            </w:pPr>
          </w:p>
        </w:tc>
        <w:tc>
          <w:tcPr>
            <w:tcW w:w="343" w:type="dxa"/>
            <w:tcBorders>
              <w:top w:val="nil"/>
            </w:tcBorders>
            <w:vAlign w:val="center"/>
          </w:tcPr>
          <w:p w14:paraId="6C65A52F" w14:textId="77777777" w:rsidR="00BD71AA" w:rsidRPr="00A11D8F" w:rsidRDefault="00BD71AA" w:rsidP="00AB53EC">
            <w:pPr>
              <w:jc w:val="center"/>
              <w:rPr>
                <w:rFonts w:ascii="Inpi" w:hAnsi="Inpi"/>
                <w:b/>
              </w:rPr>
            </w:pPr>
          </w:p>
        </w:tc>
        <w:tc>
          <w:tcPr>
            <w:tcW w:w="342" w:type="dxa"/>
            <w:tcBorders>
              <w:top w:val="nil"/>
            </w:tcBorders>
            <w:vAlign w:val="center"/>
          </w:tcPr>
          <w:p w14:paraId="127EDCA9" w14:textId="77777777" w:rsidR="00BD71AA" w:rsidRPr="00A11D8F" w:rsidRDefault="00BD71AA" w:rsidP="00AB53EC">
            <w:pPr>
              <w:jc w:val="center"/>
              <w:rPr>
                <w:rFonts w:ascii="Inpi" w:hAnsi="Inpi"/>
                <w:b/>
              </w:rPr>
            </w:pPr>
          </w:p>
        </w:tc>
        <w:tc>
          <w:tcPr>
            <w:tcW w:w="342" w:type="dxa"/>
            <w:tcBorders>
              <w:top w:val="nil"/>
            </w:tcBorders>
            <w:vAlign w:val="center"/>
          </w:tcPr>
          <w:p w14:paraId="27E3F81E" w14:textId="77777777" w:rsidR="00BD71AA" w:rsidRPr="00A11D8F" w:rsidRDefault="00BD71AA" w:rsidP="00AB53EC">
            <w:pPr>
              <w:jc w:val="center"/>
              <w:rPr>
                <w:rFonts w:ascii="Inpi" w:hAnsi="Inpi"/>
                <w:b/>
              </w:rPr>
            </w:pPr>
          </w:p>
        </w:tc>
        <w:tc>
          <w:tcPr>
            <w:tcW w:w="343" w:type="dxa"/>
            <w:tcBorders>
              <w:top w:val="nil"/>
            </w:tcBorders>
            <w:vAlign w:val="center"/>
          </w:tcPr>
          <w:p w14:paraId="6FB25DA1" w14:textId="77777777" w:rsidR="00BD71AA" w:rsidRPr="00A11D8F" w:rsidRDefault="00BD71AA" w:rsidP="00AB53EC">
            <w:pPr>
              <w:jc w:val="center"/>
              <w:rPr>
                <w:rFonts w:ascii="Inpi" w:hAnsi="Inpi"/>
                <w:b/>
              </w:rPr>
            </w:pPr>
          </w:p>
        </w:tc>
        <w:tc>
          <w:tcPr>
            <w:tcW w:w="342" w:type="dxa"/>
            <w:tcBorders>
              <w:top w:val="nil"/>
            </w:tcBorders>
            <w:vAlign w:val="center"/>
          </w:tcPr>
          <w:p w14:paraId="28BED550" w14:textId="77777777" w:rsidR="00BD71AA" w:rsidRPr="00A11D8F" w:rsidRDefault="00BD71AA" w:rsidP="00AB53EC">
            <w:pPr>
              <w:jc w:val="center"/>
              <w:rPr>
                <w:rFonts w:ascii="Inpi" w:hAnsi="Inpi"/>
                <w:b/>
              </w:rPr>
            </w:pPr>
          </w:p>
        </w:tc>
        <w:tc>
          <w:tcPr>
            <w:tcW w:w="343" w:type="dxa"/>
            <w:tcBorders>
              <w:top w:val="nil"/>
            </w:tcBorders>
            <w:vAlign w:val="center"/>
          </w:tcPr>
          <w:p w14:paraId="3C0A203A" w14:textId="77777777" w:rsidR="00BD71AA" w:rsidRPr="00A11D8F" w:rsidRDefault="00BD71AA" w:rsidP="00AB53EC">
            <w:pPr>
              <w:jc w:val="center"/>
              <w:rPr>
                <w:rFonts w:ascii="Inpi" w:hAnsi="Inpi"/>
                <w:b/>
              </w:rPr>
            </w:pPr>
          </w:p>
        </w:tc>
        <w:tc>
          <w:tcPr>
            <w:tcW w:w="342" w:type="dxa"/>
            <w:tcBorders>
              <w:top w:val="nil"/>
            </w:tcBorders>
            <w:vAlign w:val="center"/>
          </w:tcPr>
          <w:p w14:paraId="6B831374" w14:textId="77777777" w:rsidR="00BD71AA" w:rsidRPr="00A11D8F" w:rsidRDefault="00BD71AA" w:rsidP="00AB53EC">
            <w:pPr>
              <w:jc w:val="center"/>
              <w:rPr>
                <w:rFonts w:ascii="Inpi" w:hAnsi="Inpi"/>
                <w:b/>
              </w:rPr>
            </w:pPr>
          </w:p>
        </w:tc>
        <w:tc>
          <w:tcPr>
            <w:tcW w:w="343" w:type="dxa"/>
            <w:tcBorders>
              <w:top w:val="nil"/>
              <w:right w:val="single" w:sz="4" w:space="0" w:color="auto"/>
            </w:tcBorders>
            <w:vAlign w:val="center"/>
          </w:tcPr>
          <w:p w14:paraId="1E8E46CC" w14:textId="77777777" w:rsidR="00BD71AA" w:rsidRPr="00A11D8F" w:rsidRDefault="00BD71AA" w:rsidP="00AB53EC">
            <w:pPr>
              <w:jc w:val="center"/>
              <w:rPr>
                <w:rFonts w:ascii="Inpi" w:hAnsi="Inpi"/>
                <w:b/>
              </w:rPr>
            </w:pPr>
          </w:p>
        </w:tc>
      </w:tr>
      <w:tr w:rsidR="00BD71AA" w:rsidRPr="00A11D8F" w14:paraId="3FCE7006" w14:textId="77777777" w:rsidTr="00AB53EC">
        <w:trPr>
          <w:trHeight w:val="130"/>
        </w:trPr>
        <w:tc>
          <w:tcPr>
            <w:tcW w:w="4421" w:type="dxa"/>
            <w:vMerge/>
            <w:tcBorders>
              <w:top w:val="nil"/>
              <w:left w:val="single" w:sz="4" w:space="0" w:color="FFFFFF"/>
              <w:bottom w:val="single" w:sz="4" w:space="0" w:color="FFFFFF"/>
            </w:tcBorders>
          </w:tcPr>
          <w:p w14:paraId="2B02EA8F" w14:textId="77777777" w:rsidR="00BD71AA" w:rsidRPr="00A11D8F" w:rsidRDefault="00BD71AA" w:rsidP="00AB53EC">
            <w:pPr>
              <w:ind w:left="1031" w:hanging="1134"/>
              <w:jc w:val="both"/>
              <w:rPr>
                <w:rFonts w:ascii="Inpi" w:hAnsi="Inpi"/>
              </w:rPr>
            </w:pPr>
          </w:p>
        </w:tc>
        <w:tc>
          <w:tcPr>
            <w:tcW w:w="3080" w:type="dxa"/>
            <w:gridSpan w:val="14"/>
          </w:tcPr>
          <w:p w14:paraId="29ED2D51" w14:textId="77777777" w:rsidR="00BD71AA" w:rsidRPr="00A11D8F" w:rsidRDefault="00BD71AA" w:rsidP="00AB53EC">
            <w:pPr>
              <w:jc w:val="center"/>
              <w:rPr>
                <w:rFonts w:ascii="Inpi" w:hAnsi="Inpi"/>
              </w:rPr>
            </w:pPr>
            <w:r w:rsidRPr="00A11D8F">
              <w:rPr>
                <w:rFonts w:ascii="Inpi" w:hAnsi="Inpi"/>
                <w:sz w:val="14"/>
                <w:szCs w:val="14"/>
              </w:rPr>
              <w:t>N° SIREN</w:t>
            </w:r>
          </w:p>
        </w:tc>
        <w:tc>
          <w:tcPr>
            <w:tcW w:w="1713" w:type="dxa"/>
            <w:gridSpan w:val="5"/>
            <w:tcBorders>
              <w:right w:val="single" w:sz="4" w:space="0" w:color="auto"/>
            </w:tcBorders>
          </w:tcPr>
          <w:p w14:paraId="0AF04D34" w14:textId="77777777" w:rsidR="00BD71AA" w:rsidRPr="00A11D8F" w:rsidRDefault="00BD71AA" w:rsidP="00AB53EC">
            <w:pPr>
              <w:jc w:val="center"/>
              <w:rPr>
                <w:rFonts w:ascii="Inpi" w:hAnsi="Inpi"/>
              </w:rPr>
            </w:pPr>
            <w:r w:rsidRPr="00A11D8F">
              <w:rPr>
                <w:rFonts w:ascii="Inpi" w:hAnsi="Inpi"/>
                <w:sz w:val="14"/>
                <w:szCs w:val="14"/>
              </w:rPr>
              <w:t>NIC</w:t>
            </w:r>
          </w:p>
        </w:tc>
      </w:tr>
      <w:tr w:rsidR="00BD71AA" w:rsidRPr="00A11D8F" w14:paraId="0B3E2266" w14:textId="77777777" w:rsidTr="00AB53EC">
        <w:trPr>
          <w:trHeight w:val="103"/>
        </w:trPr>
        <w:tc>
          <w:tcPr>
            <w:tcW w:w="9214" w:type="dxa"/>
            <w:gridSpan w:val="20"/>
            <w:tcBorders>
              <w:top w:val="single" w:sz="4" w:space="0" w:color="FFFFFF"/>
              <w:left w:val="single" w:sz="4" w:space="0" w:color="FFFFFF"/>
              <w:bottom w:val="nil"/>
              <w:right w:val="single" w:sz="4" w:space="0" w:color="FFFFFF"/>
            </w:tcBorders>
            <w:vAlign w:val="bottom"/>
          </w:tcPr>
          <w:p w14:paraId="6DAC6F7E" w14:textId="77777777" w:rsidR="00BD71AA" w:rsidRPr="00A11D8F" w:rsidRDefault="00BD71AA" w:rsidP="00AB53EC">
            <w:pPr>
              <w:jc w:val="center"/>
              <w:rPr>
                <w:rFonts w:ascii="Inpi" w:hAnsi="Inpi"/>
                <w:sz w:val="14"/>
                <w:szCs w:val="14"/>
              </w:rPr>
            </w:pPr>
          </w:p>
        </w:tc>
      </w:tr>
      <w:tr w:rsidR="00BD71AA" w:rsidRPr="00A11D8F" w14:paraId="4D1E7E9A" w14:textId="77777777" w:rsidTr="00AB53EC">
        <w:trPr>
          <w:trHeight w:val="347"/>
        </w:trPr>
        <w:tc>
          <w:tcPr>
            <w:tcW w:w="4421" w:type="dxa"/>
            <w:tcBorders>
              <w:top w:val="single" w:sz="4" w:space="0" w:color="FFFFFF"/>
              <w:left w:val="single" w:sz="4" w:space="0" w:color="FFFFFF"/>
              <w:bottom w:val="single" w:sz="4" w:space="0" w:color="FFFFFF"/>
            </w:tcBorders>
            <w:vAlign w:val="bottom"/>
          </w:tcPr>
          <w:p w14:paraId="69BA4CA3" w14:textId="77777777" w:rsidR="00BD71AA" w:rsidRPr="00A11D8F" w:rsidRDefault="00BD71AA" w:rsidP="00AB53EC">
            <w:pPr>
              <w:numPr>
                <w:ilvl w:val="0"/>
                <w:numId w:val="20"/>
              </w:numPr>
              <w:tabs>
                <w:tab w:val="num" w:pos="214"/>
              </w:tabs>
              <w:ind w:left="214" w:hanging="214"/>
              <w:rPr>
                <w:rFonts w:ascii="Inpi" w:hAnsi="Inpi"/>
              </w:rPr>
            </w:pPr>
            <w:r w:rsidRPr="00A11D8F">
              <w:rPr>
                <w:rFonts w:ascii="Inpi" w:hAnsi="Inpi"/>
              </w:rPr>
              <w:t>Code Activité Principale Exercée :</w:t>
            </w:r>
          </w:p>
        </w:tc>
        <w:tc>
          <w:tcPr>
            <w:tcW w:w="357" w:type="dxa"/>
            <w:gridSpan w:val="2"/>
            <w:tcBorders>
              <w:top w:val="nil"/>
            </w:tcBorders>
            <w:vAlign w:val="center"/>
          </w:tcPr>
          <w:p w14:paraId="2B1B0227" w14:textId="77777777" w:rsidR="00BD71AA" w:rsidRPr="00A11D8F" w:rsidRDefault="00BD71AA" w:rsidP="00AB53EC">
            <w:pPr>
              <w:jc w:val="center"/>
              <w:rPr>
                <w:rFonts w:ascii="Inpi" w:hAnsi="Inpi"/>
                <w:b/>
              </w:rPr>
            </w:pPr>
          </w:p>
        </w:tc>
        <w:tc>
          <w:tcPr>
            <w:tcW w:w="369" w:type="dxa"/>
            <w:gridSpan w:val="2"/>
            <w:tcBorders>
              <w:top w:val="nil"/>
            </w:tcBorders>
            <w:vAlign w:val="center"/>
          </w:tcPr>
          <w:p w14:paraId="462E4C16" w14:textId="77777777" w:rsidR="00BD71AA" w:rsidRPr="00A11D8F" w:rsidRDefault="00BD71AA" w:rsidP="00AB53EC">
            <w:pPr>
              <w:jc w:val="center"/>
              <w:rPr>
                <w:rFonts w:ascii="Inpi" w:hAnsi="Inpi"/>
                <w:b/>
              </w:rPr>
            </w:pPr>
          </w:p>
        </w:tc>
        <w:tc>
          <w:tcPr>
            <w:tcW w:w="357" w:type="dxa"/>
            <w:gridSpan w:val="2"/>
            <w:tcBorders>
              <w:top w:val="nil"/>
            </w:tcBorders>
            <w:vAlign w:val="center"/>
          </w:tcPr>
          <w:p w14:paraId="7929D17D" w14:textId="77777777" w:rsidR="00BD71AA" w:rsidRPr="00A11D8F" w:rsidRDefault="00BD71AA" w:rsidP="00AB53EC">
            <w:pPr>
              <w:jc w:val="center"/>
              <w:rPr>
                <w:rFonts w:ascii="Inpi" w:hAnsi="Inpi"/>
                <w:b/>
              </w:rPr>
            </w:pPr>
          </w:p>
        </w:tc>
        <w:tc>
          <w:tcPr>
            <w:tcW w:w="357" w:type="dxa"/>
            <w:gridSpan w:val="2"/>
            <w:tcBorders>
              <w:top w:val="nil"/>
            </w:tcBorders>
            <w:vAlign w:val="center"/>
          </w:tcPr>
          <w:p w14:paraId="54569F05" w14:textId="77777777" w:rsidR="00BD71AA" w:rsidRPr="00A11D8F" w:rsidRDefault="00BD71AA" w:rsidP="00AB53EC">
            <w:pPr>
              <w:jc w:val="center"/>
              <w:rPr>
                <w:rFonts w:ascii="Inpi" w:hAnsi="Inpi"/>
                <w:b/>
              </w:rPr>
            </w:pPr>
          </w:p>
        </w:tc>
        <w:tc>
          <w:tcPr>
            <w:tcW w:w="357" w:type="dxa"/>
            <w:gridSpan w:val="2"/>
            <w:tcBorders>
              <w:top w:val="nil"/>
            </w:tcBorders>
            <w:vAlign w:val="center"/>
          </w:tcPr>
          <w:p w14:paraId="1A1F7157" w14:textId="77777777" w:rsidR="00BD71AA" w:rsidRPr="00A11D8F" w:rsidRDefault="00BD71AA" w:rsidP="00AB53EC">
            <w:pPr>
              <w:jc w:val="center"/>
              <w:rPr>
                <w:rFonts w:ascii="Inpi" w:hAnsi="Inpi"/>
                <w:b/>
              </w:rPr>
            </w:pPr>
          </w:p>
        </w:tc>
        <w:tc>
          <w:tcPr>
            <w:tcW w:w="2996" w:type="dxa"/>
            <w:gridSpan w:val="9"/>
            <w:tcBorders>
              <w:top w:val="single" w:sz="4" w:space="0" w:color="FFFFFF"/>
              <w:bottom w:val="single" w:sz="4" w:space="0" w:color="FFFFFF"/>
              <w:right w:val="single" w:sz="4" w:space="0" w:color="FFFFFF"/>
            </w:tcBorders>
          </w:tcPr>
          <w:p w14:paraId="434BC702" w14:textId="77777777" w:rsidR="00BD71AA" w:rsidRPr="00A11D8F" w:rsidRDefault="00BD71AA" w:rsidP="00AB53EC">
            <w:pPr>
              <w:rPr>
                <w:rFonts w:ascii="Inpi" w:hAnsi="Inpi"/>
                <w:sz w:val="14"/>
                <w:szCs w:val="14"/>
              </w:rPr>
            </w:pPr>
          </w:p>
        </w:tc>
      </w:tr>
    </w:tbl>
    <w:p w14:paraId="25EBC2D9" w14:textId="77777777" w:rsidR="00BD71AA" w:rsidRPr="00A11D8F" w:rsidRDefault="00BD71AA" w:rsidP="00BD71AA">
      <w:pPr>
        <w:rPr>
          <w:rFonts w:ascii="Inpi" w:hAnsi="Inpi"/>
          <w:sz w:val="12"/>
        </w:rPr>
      </w:pPr>
    </w:p>
    <w:p w14:paraId="609EBDB2" w14:textId="77777777" w:rsidR="00BD71AA" w:rsidRPr="00A11D8F" w:rsidRDefault="00BD71AA" w:rsidP="00BD71AA">
      <w:pPr>
        <w:pStyle w:val="Corpsdetexte"/>
        <w:spacing w:before="60" w:after="60"/>
        <w:rPr>
          <w:rFonts w:ascii="Inpi" w:hAnsi="Inpi"/>
          <w:sz w:val="21"/>
          <w:szCs w:val="21"/>
        </w:rPr>
      </w:pPr>
      <w:r w:rsidRPr="00A11D8F">
        <w:rPr>
          <w:rFonts w:ascii="Inpi" w:hAnsi="Inpi"/>
          <w:sz w:val="21"/>
          <w:szCs w:val="21"/>
        </w:rPr>
        <w:t>Après avoir pris connaissance du présent acte d’engagement,</w:t>
      </w:r>
    </w:p>
    <w:p w14:paraId="44E03EB7" w14:textId="77777777" w:rsidR="00BD71AA" w:rsidRPr="00A11D8F" w:rsidRDefault="00BD71AA" w:rsidP="00BD71AA">
      <w:pPr>
        <w:pStyle w:val="Corpsdetexte"/>
        <w:spacing w:before="60" w:after="60"/>
        <w:rPr>
          <w:rFonts w:ascii="Inpi" w:hAnsi="Inpi"/>
          <w:sz w:val="21"/>
          <w:szCs w:val="21"/>
        </w:rPr>
      </w:pPr>
      <w:r w:rsidRPr="00A11D8F">
        <w:rPr>
          <w:rFonts w:ascii="Inpi" w:hAnsi="Inpi"/>
          <w:sz w:val="21"/>
          <w:szCs w:val="21"/>
        </w:rPr>
        <w:t xml:space="preserve">Après avoir satisfait aux exigences des articles </w:t>
      </w:r>
      <w:r w:rsidR="00EA3DE4" w:rsidRPr="00A11D8F">
        <w:rPr>
          <w:rFonts w:ascii="Inpi" w:hAnsi="Inpi"/>
          <w:sz w:val="21"/>
          <w:szCs w:val="21"/>
        </w:rPr>
        <w:t>R. 2143-3</w:t>
      </w:r>
      <w:r w:rsidR="004C53D8" w:rsidRPr="00A11D8F">
        <w:rPr>
          <w:rFonts w:ascii="Inpi" w:hAnsi="Inpi"/>
          <w:sz w:val="21"/>
          <w:szCs w:val="21"/>
        </w:rPr>
        <w:t xml:space="preserve"> et R. 2143-5 à R. 2143-16</w:t>
      </w:r>
      <w:r w:rsidR="00430D56" w:rsidRPr="00A11D8F">
        <w:rPr>
          <w:rFonts w:ascii="Inpi" w:hAnsi="Inpi"/>
          <w:sz w:val="21"/>
          <w:szCs w:val="21"/>
        </w:rPr>
        <w:t xml:space="preserve"> </w:t>
      </w:r>
      <w:r w:rsidR="004C53D8" w:rsidRPr="00A11D8F">
        <w:rPr>
          <w:rFonts w:ascii="Inpi" w:hAnsi="Inpi"/>
          <w:sz w:val="21"/>
          <w:szCs w:val="21"/>
        </w:rPr>
        <w:t>du code de la commande publique</w:t>
      </w:r>
      <w:r w:rsidR="00430D56" w:rsidRPr="00A11D8F">
        <w:rPr>
          <w:rFonts w:ascii="Inpi" w:hAnsi="Inpi"/>
          <w:sz w:val="21"/>
          <w:szCs w:val="21"/>
        </w:rPr>
        <w:t>.</w:t>
      </w:r>
    </w:p>
    <w:p w14:paraId="69D2BF48" w14:textId="77777777" w:rsidR="00BD71AA" w:rsidRPr="00A11D8F" w:rsidRDefault="00BD71AA" w:rsidP="00BD71AA">
      <w:pPr>
        <w:pStyle w:val="Corpsdetexte"/>
        <w:spacing w:before="60" w:after="60"/>
        <w:rPr>
          <w:rFonts w:ascii="Inpi" w:hAnsi="Inpi"/>
          <w:sz w:val="21"/>
          <w:szCs w:val="21"/>
        </w:rPr>
      </w:pPr>
      <w:r w:rsidRPr="00A11D8F">
        <w:rPr>
          <w:rFonts w:ascii="Inpi" w:hAnsi="Inpi"/>
          <w:sz w:val="21"/>
          <w:szCs w:val="21"/>
        </w:rPr>
        <w:t xml:space="preserve">Déclare adhérer aux documents visés à l’article </w:t>
      </w:r>
      <w:r w:rsidR="00816527" w:rsidRPr="00A11D8F">
        <w:rPr>
          <w:rFonts w:ascii="Inpi" w:hAnsi="Inpi"/>
          <w:sz w:val="21"/>
          <w:szCs w:val="21"/>
        </w:rPr>
        <w:fldChar w:fldCharType="begin"/>
      </w:r>
      <w:r w:rsidR="00816527" w:rsidRPr="00A11D8F">
        <w:rPr>
          <w:rFonts w:ascii="Inpi" w:hAnsi="Inpi"/>
          <w:sz w:val="21"/>
          <w:szCs w:val="21"/>
        </w:rPr>
        <w:instrText xml:space="preserve"> REF _Ref315164516 \r \h </w:instrText>
      </w:r>
      <w:r w:rsidR="00A11D8F">
        <w:rPr>
          <w:rFonts w:ascii="Inpi" w:hAnsi="Inpi"/>
          <w:sz w:val="21"/>
          <w:szCs w:val="21"/>
        </w:rPr>
        <w:instrText xml:space="preserve"> \* MERGEFORMAT </w:instrText>
      </w:r>
      <w:r w:rsidR="00816527" w:rsidRPr="00A11D8F">
        <w:rPr>
          <w:rFonts w:ascii="Inpi" w:hAnsi="Inpi"/>
          <w:sz w:val="21"/>
          <w:szCs w:val="21"/>
        </w:rPr>
      </w:r>
      <w:r w:rsidR="00816527" w:rsidRPr="00A11D8F">
        <w:rPr>
          <w:rFonts w:ascii="Inpi" w:hAnsi="Inpi"/>
          <w:sz w:val="21"/>
          <w:szCs w:val="21"/>
        </w:rPr>
        <w:fldChar w:fldCharType="separate"/>
      </w:r>
      <w:r w:rsidR="00193EFA">
        <w:rPr>
          <w:rFonts w:ascii="Inpi" w:hAnsi="Inpi"/>
          <w:sz w:val="21"/>
          <w:szCs w:val="21"/>
        </w:rPr>
        <w:t>8</w:t>
      </w:r>
      <w:r w:rsidR="00816527" w:rsidRPr="00A11D8F">
        <w:rPr>
          <w:rFonts w:ascii="Inpi" w:hAnsi="Inpi"/>
          <w:sz w:val="21"/>
          <w:szCs w:val="21"/>
        </w:rPr>
        <w:fldChar w:fldCharType="end"/>
      </w:r>
      <w:r w:rsidR="003A5834" w:rsidRPr="00A11D8F">
        <w:rPr>
          <w:rFonts w:ascii="Inpi" w:hAnsi="Inpi"/>
          <w:sz w:val="21"/>
          <w:szCs w:val="21"/>
        </w:rPr>
        <w:t xml:space="preserve"> </w:t>
      </w:r>
      <w:r w:rsidRPr="00A11D8F">
        <w:rPr>
          <w:rFonts w:ascii="Inpi" w:hAnsi="Inpi"/>
          <w:sz w:val="21"/>
          <w:szCs w:val="21"/>
        </w:rPr>
        <w:t>du présent acte d’engagement, et m’engage, sans réserve, conformément aux stipulations de ces documents, à exécuter les prestations du marché dans les conditions ci-après définies.</w:t>
      </w:r>
    </w:p>
    <w:p w14:paraId="55010DF6" w14:textId="77777777" w:rsidR="00BD71AA" w:rsidRPr="00A11D8F" w:rsidRDefault="00BD71AA" w:rsidP="00BD71AA">
      <w:pPr>
        <w:pStyle w:val="Corpsdetexte"/>
        <w:spacing w:before="60" w:after="60"/>
        <w:rPr>
          <w:rFonts w:ascii="Inpi" w:hAnsi="Inpi"/>
          <w:sz w:val="21"/>
          <w:szCs w:val="21"/>
        </w:rPr>
      </w:pPr>
      <w:r w:rsidRPr="00A11D8F">
        <w:rPr>
          <w:rFonts w:ascii="Inpi" w:hAnsi="Inpi"/>
          <w:sz w:val="21"/>
          <w:szCs w:val="21"/>
        </w:rPr>
        <w:t>L’offre ainsi présentée ne me lie tou</w:t>
      </w:r>
      <w:r w:rsidR="00ED7A01" w:rsidRPr="00A11D8F">
        <w:rPr>
          <w:rFonts w:ascii="Inpi" w:hAnsi="Inpi"/>
          <w:sz w:val="21"/>
          <w:szCs w:val="21"/>
        </w:rPr>
        <w:t>tefois que si l’attribution du marché est effectuée</w:t>
      </w:r>
      <w:r w:rsidR="00456552" w:rsidRPr="00A11D8F">
        <w:rPr>
          <w:rFonts w:ascii="Inpi" w:hAnsi="Inpi"/>
          <w:sz w:val="21"/>
          <w:szCs w:val="21"/>
        </w:rPr>
        <w:t xml:space="preserve"> dans un délai de 18</w:t>
      </w:r>
      <w:r w:rsidRPr="00A11D8F">
        <w:rPr>
          <w:rFonts w:ascii="Inpi" w:hAnsi="Inpi"/>
          <w:sz w:val="21"/>
          <w:szCs w:val="21"/>
        </w:rPr>
        <w:t>0 jours à compter de la date limite de remise des offres fixée par le règlement de la consultation.</w:t>
      </w:r>
    </w:p>
    <w:p w14:paraId="24818A49" w14:textId="77777777" w:rsidR="00BD71AA" w:rsidRPr="00A11D8F" w:rsidRDefault="00BD71AA" w:rsidP="00BD71AA">
      <w:pPr>
        <w:pStyle w:val="Titre1"/>
        <w:numPr>
          <w:ilvl w:val="0"/>
          <w:numId w:val="9"/>
        </w:numPr>
        <w:tabs>
          <w:tab w:val="clear" w:pos="851"/>
          <w:tab w:val="num" w:pos="432"/>
          <w:tab w:val="left" w:pos="1134"/>
          <w:tab w:val="left" w:pos="1418"/>
        </w:tabs>
        <w:spacing w:before="240"/>
        <w:ind w:left="431" w:hanging="431"/>
        <w:rPr>
          <w:rFonts w:ascii="Inpi" w:hAnsi="Inpi"/>
        </w:rPr>
      </w:pPr>
      <w:bookmarkStart w:id="3" w:name="_Ref29376268"/>
      <w:r w:rsidRPr="00A11D8F">
        <w:rPr>
          <w:rFonts w:ascii="Inpi" w:hAnsi="Inpi"/>
        </w:rPr>
        <w:t>CONTRACTANTS – GROUPEMENT D’ENTREPRISES</w:t>
      </w:r>
      <w:r w:rsidRPr="00A11D8F">
        <w:rPr>
          <w:rStyle w:val="Appelnotedebasdep"/>
          <w:rFonts w:ascii="Inpi" w:hAnsi="Inpi"/>
        </w:rPr>
        <w:footnoteReference w:id="2"/>
      </w:r>
      <w:bookmarkEnd w:id="3"/>
    </w:p>
    <w:p w14:paraId="18A2C5EC" w14:textId="77777777" w:rsidR="00BD71AA" w:rsidRPr="00A11D8F" w:rsidRDefault="00BD71AA" w:rsidP="00BD71AA">
      <w:pPr>
        <w:spacing w:after="120"/>
        <w:jc w:val="both"/>
        <w:rPr>
          <w:rFonts w:ascii="Inpi" w:hAnsi="Inpi"/>
          <w:bCs/>
          <w:sz w:val="28"/>
          <w:szCs w:val="28"/>
        </w:rPr>
      </w:pPr>
      <w:r w:rsidRPr="00A11D8F">
        <w:rPr>
          <w:rFonts w:ascii="Inpi" w:hAnsi="Inpi"/>
          <w:bCs/>
          <w:szCs w:val="28"/>
        </w:rPr>
        <w:t>En cas de candidature groupée, remplir un seul acte d’engagement pour le groupement et compléter l’annexe à cet acte d’engagement.</w:t>
      </w:r>
    </w:p>
    <w:p w14:paraId="378FB970" w14:textId="77777777" w:rsidR="00BD71AA" w:rsidRPr="00A11D8F" w:rsidRDefault="00BD71AA" w:rsidP="00BD71AA">
      <w:pPr>
        <w:jc w:val="both"/>
        <w:rPr>
          <w:rFonts w:ascii="Inpi" w:hAnsi="Inpi"/>
          <w:b/>
        </w:rPr>
      </w:pPr>
      <w:r w:rsidRPr="00A11D8F">
        <w:rPr>
          <w:rFonts w:ascii="Inpi" w:hAnsi="Inpi"/>
          <w:b/>
        </w:rPr>
        <w:t>Nous soussignés :</w:t>
      </w:r>
    </w:p>
    <w:p w14:paraId="1FC9DB33" w14:textId="77777777" w:rsidR="00BD71AA" w:rsidRPr="00A11D8F" w:rsidRDefault="00BD71AA" w:rsidP="00BD71AA">
      <w:pPr>
        <w:jc w:val="both"/>
        <w:rPr>
          <w:rFonts w:ascii="Inpi" w:hAnsi="Inpi"/>
        </w:rPr>
      </w:pPr>
      <w:r w:rsidRPr="00A11D8F">
        <w:rPr>
          <w:rFonts w:ascii="Inpi" w:hAnsi="Inpi"/>
          <w:b/>
        </w:rPr>
        <w:t>M</w:t>
      </w:r>
      <w:r w:rsidRPr="00A11D8F">
        <w:rPr>
          <w:rFonts w:ascii="Inpi" w:hAnsi="Inpi"/>
        </w:rPr>
        <w:t>…………………………….……</w:t>
      </w:r>
      <w:r w:rsidRPr="00A11D8F">
        <w:rPr>
          <w:rFonts w:ascii="Inpi" w:hAnsi="Inpi"/>
        </w:rPr>
        <w:tab/>
      </w:r>
      <w:r w:rsidRPr="00A11D8F">
        <w:rPr>
          <w:rFonts w:ascii="Inpi" w:hAnsi="Inpi"/>
        </w:rPr>
        <w:tab/>
      </w:r>
      <w:r w:rsidRPr="00A11D8F">
        <w:rPr>
          <w:rFonts w:ascii="Inpi" w:hAnsi="Inpi"/>
          <w:b/>
        </w:rPr>
        <w:t>M</w:t>
      </w:r>
      <w:r w:rsidRPr="00A11D8F">
        <w:rPr>
          <w:rFonts w:ascii="Inpi" w:hAnsi="Inpi"/>
        </w:rPr>
        <w:t xml:space="preserve"> ……………………………………</w:t>
      </w:r>
    </w:p>
    <w:p w14:paraId="1DEB0161" w14:textId="77777777" w:rsidR="00BD71AA" w:rsidRPr="00A11D8F" w:rsidRDefault="00BD71AA" w:rsidP="00BD71AA">
      <w:pPr>
        <w:jc w:val="both"/>
        <w:rPr>
          <w:rFonts w:ascii="Inpi" w:hAnsi="Inpi"/>
        </w:rPr>
      </w:pPr>
      <w:r w:rsidRPr="00A11D8F">
        <w:rPr>
          <w:rFonts w:ascii="Inpi" w:hAnsi="Inpi"/>
          <w:b/>
        </w:rPr>
        <w:t>M</w:t>
      </w:r>
      <w:r w:rsidRPr="00A11D8F">
        <w:rPr>
          <w:rFonts w:ascii="Inpi" w:hAnsi="Inpi"/>
        </w:rPr>
        <w:t>………………………………….</w:t>
      </w:r>
      <w:r w:rsidRPr="00A11D8F">
        <w:rPr>
          <w:rFonts w:ascii="Inpi" w:hAnsi="Inpi"/>
        </w:rPr>
        <w:tab/>
      </w:r>
      <w:r w:rsidRPr="00A11D8F">
        <w:rPr>
          <w:rFonts w:ascii="Inpi" w:hAnsi="Inpi"/>
        </w:rPr>
        <w:tab/>
      </w:r>
      <w:r w:rsidRPr="00A11D8F">
        <w:rPr>
          <w:rFonts w:ascii="Inpi" w:hAnsi="Inpi"/>
          <w:b/>
        </w:rPr>
        <w:t>M</w:t>
      </w:r>
      <w:r w:rsidRPr="00A11D8F">
        <w:rPr>
          <w:rFonts w:ascii="Inpi" w:hAnsi="Inpi"/>
        </w:rPr>
        <w:t xml:space="preserve"> ……………………………………</w:t>
      </w:r>
    </w:p>
    <w:p w14:paraId="5BA0B583" w14:textId="77777777" w:rsidR="00BD71AA" w:rsidRPr="00A11D8F" w:rsidRDefault="00BD71AA" w:rsidP="00BD71AA">
      <w:pPr>
        <w:pStyle w:val="Corpsdetexte"/>
        <w:spacing w:before="60" w:after="60"/>
        <w:rPr>
          <w:rFonts w:ascii="Inpi" w:hAnsi="Inpi"/>
          <w:sz w:val="21"/>
          <w:szCs w:val="21"/>
        </w:rPr>
      </w:pPr>
      <w:r w:rsidRPr="00A11D8F">
        <w:rPr>
          <w:rFonts w:ascii="Inpi" w:hAnsi="Inpi"/>
          <w:sz w:val="21"/>
          <w:szCs w:val="21"/>
        </w:rPr>
        <w:t>Après avoir pris connaissance du présent acte d’engagement,</w:t>
      </w:r>
    </w:p>
    <w:p w14:paraId="3F60432C" w14:textId="77777777" w:rsidR="00F13CA5" w:rsidRPr="00A11D8F" w:rsidRDefault="00F13CA5" w:rsidP="00F13CA5">
      <w:pPr>
        <w:pStyle w:val="Corpsdetexte"/>
        <w:spacing w:before="60" w:after="60"/>
        <w:rPr>
          <w:rFonts w:ascii="Inpi" w:hAnsi="Inpi"/>
          <w:sz w:val="21"/>
          <w:szCs w:val="21"/>
        </w:rPr>
      </w:pPr>
      <w:r w:rsidRPr="00A11D8F">
        <w:rPr>
          <w:rFonts w:ascii="Inpi" w:hAnsi="Inpi"/>
          <w:sz w:val="21"/>
          <w:szCs w:val="21"/>
        </w:rPr>
        <w:t>Après avoir satisfait aux exigences des articles R. 2143-3 et R. 2143-5 à R. 2143-16 du code de la commande publique.</w:t>
      </w:r>
    </w:p>
    <w:p w14:paraId="6AFDCDFE" w14:textId="77777777" w:rsidR="00BD71AA" w:rsidRPr="00A11D8F" w:rsidRDefault="00BD71AA" w:rsidP="00BD71AA">
      <w:pPr>
        <w:pStyle w:val="Corpsdetexte"/>
        <w:spacing w:before="60" w:after="60"/>
        <w:rPr>
          <w:rFonts w:ascii="Inpi" w:hAnsi="Inpi"/>
          <w:sz w:val="21"/>
          <w:szCs w:val="21"/>
        </w:rPr>
      </w:pPr>
      <w:r w:rsidRPr="00A11D8F">
        <w:rPr>
          <w:rFonts w:ascii="Inpi" w:hAnsi="Inpi"/>
          <w:sz w:val="21"/>
          <w:szCs w:val="21"/>
        </w:rPr>
        <w:t xml:space="preserve">Déclarons adhérer aux documents visés à l’article </w:t>
      </w:r>
      <w:r w:rsidR="00816527" w:rsidRPr="00A11D8F">
        <w:rPr>
          <w:rFonts w:ascii="Inpi" w:hAnsi="Inpi"/>
          <w:sz w:val="21"/>
          <w:szCs w:val="21"/>
        </w:rPr>
        <w:fldChar w:fldCharType="begin"/>
      </w:r>
      <w:r w:rsidR="00816527" w:rsidRPr="00A11D8F">
        <w:rPr>
          <w:rFonts w:ascii="Inpi" w:hAnsi="Inpi"/>
          <w:sz w:val="21"/>
          <w:szCs w:val="21"/>
        </w:rPr>
        <w:instrText xml:space="preserve"> REF _Ref315164516 \r \h </w:instrText>
      </w:r>
      <w:r w:rsidR="00A11D8F">
        <w:rPr>
          <w:rFonts w:ascii="Inpi" w:hAnsi="Inpi"/>
          <w:sz w:val="21"/>
          <w:szCs w:val="21"/>
        </w:rPr>
        <w:instrText xml:space="preserve"> \* MERGEFORMAT </w:instrText>
      </w:r>
      <w:r w:rsidR="00816527" w:rsidRPr="00A11D8F">
        <w:rPr>
          <w:rFonts w:ascii="Inpi" w:hAnsi="Inpi"/>
          <w:sz w:val="21"/>
          <w:szCs w:val="21"/>
        </w:rPr>
      </w:r>
      <w:r w:rsidR="00816527" w:rsidRPr="00A11D8F">
        <w:rPr>
          <w:rFonts w:ascii="Inpi" w:hAnsi="Inpi"/>
          <w:sz w:val="21"/>
          <w:szCs w:val="21"/>
        </w:rPr>
        <w:fldChar w:fldCharType="separate"/>
      </w:r>
      <w:r w:rsidR="00193EFA">
        <w:rPr>
          <w:rFonts w:ascii="Inpi" w:hAnsi="Inpi"/>
          <w:sz w:val="21"/>
          <w:szCs w:val="21"/>
        </w:rPr>
        <w:t>8</w:t>
      </w:r>
      <w:r w:rsidR="00816527" w:rsidRPr="00A11D8F">
        <w:rPr>
          <w:rFonts w:ascii="Inpi" w:hAnsi="Inpi"/>
          <w:sz w:val="21"/>
          <w:szCs w:val="21"/>
        </w:rPr>
        <w:fldChar w:fldCharType="end"/>
      </w:r>
      <w:r w:rsidR="003A5834" w:rsidRPr="00A11D8F">
        <w:rPr>
          <w:rFonts w:ascii="Inpi" w:hAnsi="Inpi"/>
          <w:sz w:val="21"/>
          <w:szCs w:val="21"/>
        </w:rPr>
        <w:t xml:space="preserve"> </w:t>
      </w:r>
      <w:r w:rsidRPr="00A11D8F">
        <w:rPr>
          <w:rFonts w:ascii="Inpi" w:hAnsi="Inpi"/>
          <w:sz w:val="21"/>
          <w:szCs w:val="21"/>
        </w:rPr>
        <w:t>du présent acte d’engagement, et nous engageons, sans réserve, conformément aux stipulations de ces documents, à exécuter les prestations du marché dans les conditions ci-après définies.</w:t>
      </w:r>
    </w:p>
    <w:p w14:paraId="25D46F67" w14:textId="77777777" w:rsidR="00BD71AA" w:rsidRPr="00A11D8F" w:rsidRDefault="00BD71AA" w:rsidP="00BD71AA">
      <w:pPr>
        <w:pStyle w:val="Corpsdetexte"/>
        <w:spacing w:before="60" w:after="60"/>
        <w:rPr>
          <w:rFonts w:ascii="Inpi" w:hAnsi="Inpi"/>
          <w:sz w:val="21"/>
          <w:szCs w:val="21"/>
        </w:rPr>
      </w:pPr>
      <w:r w:rsidRPr="00A11D8F">
        <w:rPr>
          <w:rFonts w:ascii="Inpi" w:hAnsi="Inpi"/>
          <w:sz w:val="21"/>
          <w:szCs w:val="21"/>
        </w:rPr>
        <w:t>L’offre ainsi présenté</w:t>
      </w:r>
      <w:r w:rsidR="00ED7A01" w:rsidRPr="00A11D8F">
        <w:rPr>
          <w:rFonts w:ascii="Inpi" w:hAnsi="Inpi"/>
          <w:sz w:val="21"/>
          <w:szCs w:val="21"/>
        </w:rPr>
        <w:t>e ne nous lie toutefois que si l’attribution du marché est effectuée dans un délai de 18</w:t>
      </w:r>
      <w:r w:rsidRPr="00A11D8F">
        <w:rPr>
          <w:rFonts w:ascii="Inpi" w:hAnsi="Inpi"/>
          <w:sz w:val="21"/>
          <w:szCs w:val="21"/>
        </w:rPr>
        <w:t>0 jours à compter de la date limite de remise des offres fixée par le règlement de la consultation.</w:t>
      </w:r>
    </w:p>
    <w:p w14:paraId="61C28C12" w14:textId="77777777" w:rsidR="00BD71AA" w:rsidRPr="00A11D8F" w:rsidRDefault="00BD71AA" w:rsidP="00BD71AA">
      <w:pPr>
        <w:jc w:val="both"/>
        <w:rPr>
          <w:rFonts w:ascii="Inpi" w:hAnsi="Inpi"/>
          <w:b/>
        </w:rPr>
      </w:pPr>
    </w:p>
    <w:p w14:paraId="7F847D94" w14:textId="77777777" w:rsidR="00BD71AA" w:rsidRDefault="00BD71AA" w:rsidP="00BD71AA">
      <w:pPr>
        <w:jc w:val="both"/>
        <w:rPr>
          <w:rFonts w:ascii="Inpi" w:hAnsi="Inpi"/>
        </w:rPr>
      </w:pPr>
      <w:r w:rsidRPr="00A11D8F">
        <w:rPr>
          <w:rFonts w:ascii="Inpi" w:hAnsi="Inpi"/>
          <w:b/>
        </w:rPr>
        <w:t xml:space="preserve">L'entreprise </w:t>
      </w:r>
      <w:r w:rsidRPr="00A11D8F">
        <w:rPr>
          <w:rFonts w:ascii="Inpi" w:hAnsi="Inpi"/>
        </w:rPr>
        <w:t>…………………………………………………………………………………. est le mandataire des entrepreneurs groupés qui ont signé la lettre de candidature</w:t>
      </w:r>
      <w:r w:rsidR="005702D4" w:rsidRPr="00A11D8F">
        <w:rPr>
          <w:rFonts w:ascii="Inpi" w:hAnsi="Inpi"/>
        </w:rPr>
        <w:t xml:space="preserve"> </w:t>
      </w:r>
      <w:r w:rsidR="004C53D8" w:rsidRPr="00A11D8F">
        <w:rPr>
          <w:rFonts w:ascii="Inpi" w:hAnsi="Inpi"/>
          <w:i/>
          <w:sz w:val="18"/>
          <w:szCs w:val="18"/>
        </w:rPr>
        <w:t>(article R. 2142-24</w:t>
      </w:r>
      <w:r w:rsidR="005702D4" w:rsidRPr="00A11D8F">
        <w:rPr>
          <w:rFonts w:ascii="Inpi" w:hAnsi="Inpi"/>
          <w:i/>
          <w:sz w:val="18"/>
          <w:szCs w:val="18"/>
        </w:rPr>
        <w:t xml:space="preserve"> du </w:t>
      </w:r>
      <w:r w:rsidR="004C53D8" w:rsidRPr="00A11D8F">
        <w:rPr>
          <w:rFonts w:ascii="Inpi" w:hAnsi="Inpi"/>
          <w:i/>
          <w:sz w:val="18"/>
          <w:szCs w:val="18"/>
        </w:rPr>
        <w:t>code de la commande publique</w:t>
      </w:r>
      <w:r w:rsidR="005702D4" w:rsidRPr="00A11D8F">
        <w:rPr>
          <w:rFonts w:ascii="Inpi" w:hAnsi="Inpi"/>
          <w:i/>
          <w:sz w:val="18"/>
          <w:szCs w:val="18"/>
        </w:rPr>
        <w:t>)</w:t>
      </w:r>
      <w:r w:rsidRPr="00A11D8F">
        <w:rPr>
          <w:rFonts w:ascii="Inpi" w:hAnsi="Inpi"/>
        </w:rPr>
        <w:t>.</w:t>
      </w:r>
    </w:p>
    <w:p w14:paraId="18210C35" w14:textId="28600391" w:rsidR="005B02A1" w:rsidRPr="00A11D8F" w:rsidRDefault="005B02A1" w:rsidP="00BD71AA">
      <w:pPr>
        <w:jc w:val="both"/>
        <w:rPr>
          <w:rFonts w:ascii="Inpi" w:hAnsi="Inpi"/>
        </w:rPr>
      </w:pPr>
    </w:p>
    <w:p w14:paraId="46DE199B" w14:textId="77777777" w:rsidR="00563BF9" w:rsidRPr="00A11D8F" w:rsidRDefault="00563BF9" w:rsidP="00563BF9">
      <w:pPr>
        <w:pStyle w:val="Titre1"/>
        <w:spacing w:before="240" w:after="120"/>
        <w:rPr>
          <w:rFonts w:ascii="Inpi" w:hAnsi="Inpi"/>
          <w:caps/>
        </w:rPr>
      </w:pPr>
      <w:r w:rsidRPr="00A11D8F">
        <w:rPr>
          <w:rFonts w:ascii="Inpi" w:hAnsi="Inpi"/>
          <w:caps/>
        </w:rPr>
        <w:lastRenderedPageBreak/>
        <w:t>Correspondance </w:t>
      </w:r>
    </w:p>
    <w:p w14:paraId="51892CAB" w14:textId="77777777" w:rsidR="00563BF9" w:rsidRPr="00A11D8F" w:rsidRDefault="00563BF9" w:rsidP="00563BF9">
      <w:pPr>
        <w:pStyle w:val="Corpsdetexte"/>
        <w:spacing w:before="60" w:after="60"/>
        <w:rPr>
          <w:rFonts w:ascii="Inpi" w:hAnsi="Inpi"/>
        </w:rPr>
      </w:pPr>
      <w:r w:rsidRPr="00A11D8F">
        <w:rPr>
          <w:rFonts w:ascii="Inpi" w:hAnsi="Inpi"/>
        </w:rPr>
        <w:t>Adresse électronique pour correspondance : ……………………………………@....................</w:t>
      </w:r>
    </w:p>
    <w:p w14:paraId="16838267" w14:textId="77777777" w:rsidR="004809F5" w:rsidRPr="00A11D8F" w:rsidRDefault="004809F5" w:rsidP="000E6760">
      <w:pPr>
        <w:pStyle w:val="Titre1"/>
        <w:spacing w:before="360"/>
        <w:rPr>
          <w:rFonts w:ascii="Inpi" w:hAnsi="Inpi"/>
        </w:rPr>
      </w:pPr>
      <w:bookmarkStart w:id="4" w:name="_Ref315164516"/>
      <w:r w:rsidRPr="00A11D8F">
        <w:rPr>
          <w:rFonts w:ascii="Inpi" w:hAnsi="Inpi"/>
        </w:rPr>
        <w:t>PIECES CONSTITUTIVES DU MARCHE</w:t>
      </w:r>
      <w:bookmarkEnd w:id="0"/>
      <w:bookmarkEnd w:id="4"/>
    </w:p>
    <w:p w14:paraId="4E2E5A92" w14:textId="77777777" w:rsidR="00267916" w:rsidRPr="00A11D8F" w:rsidRDefault="00520A3E" w:rsidP="00267916">
      <w:pPr>
        <w:pStyle w:val="Corpsdetexte"/>
        <w:rPr>
          <w:rFonts w:ascii="Inpi" w:hAnsi="Inpi"/>
        </w:rPr>
      </w:pPr>
      <w:r w:rsidRPr="00A11D8F">
        <w:rPr>
          <w:rFonts w:ascii="Inpi" w:hAnsi="Inpi"/>
        </w:rPr>
        <w:t>Par dérogation à l’article 4.1 du CCAG-</w:t>
      </w:r>
      <w:r w:rsidRPr="00687CF7">
        <w:rPr>
          <w:rFonts w:ascii="Inpi" w:hAnsi="Inpi"/>
        </w:rPr>
        <w:t>FCS</w:t>
      </w:r>
      <w:r w:rsidRPr="00A11D8F">
        <w:rPr>
          <w:rFonts w:ascii="Inpi" w:hAnsi="Inpi"/>
        </w:rPr>
        <w:t>, l</w:t>
      </w:r>
      <w:r w:rsidR="00267916" w:rsidRPr="00A11D8F">
        <w:rPr>
          <w:rFonts w:ascii="Inpi" w:hAnsi="Inpi"/>
        </w:rPr>
        <w:t xml:space="preserve">es pièces constitutives </w:t>
      </w:r>
      <w:r w:rsidR="00267916" w:rsidRPr="00A11D8F">
        <w:rPr>
          <w:rFonts w:ascii="Inpi" w:hAnsi="Inpi"/>
          <w:bCs/>
        </w:rPr>
        <w:t>du marché</w:t>
      </w:r>
      <w:r w:rsidR="00267916" w:rsidRPr="00A11D8F">
        <w:rPr>
          <w:rFonts w:ascii="Inpi" w:hAnsi="Inpi"/>
        </w:rPr>
        <w:t xml:space="preserve"> sont les suivantes par ordre de priorité décroissant:</w:t>
      </w:r>
    </w:p>
    <w:p w14:paraId="635572DF" w14:textId="1730A2B5" w:rsidR="000E6760" w:rsidRPr="00A11D8F" w:rsidRDefault="00267916" w:rsidP="000E6760">
      <w:pPr>
        <w:pStyle w:val="Retraitcorpsdetexte"/>
        <w:numPr>
          <w:ilvl w:val="0"/>
          <w:numId w:val="20"/>
        </w:numPr>
        <w:tabs>
          <w:tab w:val="clear" w:pos="284"/>
          <w:tab w:val="left" w:pos="1134"/>
        </w:tabs>
        <w:spacing w:before="60"/>
        <w:ind w:left="1775" w:hanging="357"/>
        <w:rPr>
          <w:rFonts w:ascii="Inpi" w:hAnsi="Inpi"/>
          <w:kern w:val="16"/>
        </w:rPr>
      </w:pPr>
      <w:r w:rsidRPr="00A11D8F">
        <w:rPr>
          <w:rFonts w:ascii="Inpi" w:hAnsi="Inpi"/>
          <w:kern w:val="16"/>
        </w:rPr>
        <w:t>Le présent acte d'engagement</w:t>
      </w:r>
      <w:r w:rsidR="002F44B0">
        <w:rPr>
          <w:rFonts w:ascii="Inpi" w:hAnsi="Inpi"/>
          <w:kern w:val="16"/>
        </w:rPr>
        <w:t xml:space="preserve"> (AE)</w:t>
      </w:r>
      <w:r w:rsidRPr="00A11D8F">
        <w:rPr>
          <w:rFonts w:ascii="Inpi" w:hAnsi="Inpi"/>
          <w:kern w:val="16"/>
        </w:rPr>
        <w:t>,</w:t>
      </w:r>
      <w:r w:rsidR="005B4E02" w:rsidRPr="00A11D8F">
        <w:rPr>
          <w:rFonts w:ascii="Inpi" w:hAnsi="Inpi"/>
          <w:kern w:val="16"/>
        </w:rPr>
        <w:t xml:space="preserve"> et ses annexes</w:t>
      </w:r>
      <w:r w:rsidR="002528E2">
        <w:rPr>
          <w:rFonts w:ascii="Inpi" w:hAnsi="Inpi"/>
          <w:kern w:val="16"/>
        </w:rPr>
        <w:t>, dont l’accord de confidentialité</w:t>
      </w:r>
      <w:r w:rsidR="00E20D67">
        <w:rPr>
          <w:rFonts w:ascii="Inpi" w:hAnsi="Inpi"/>
          <w:kern w:val="16"/>
        </w:rPr>
        <w:t xml:space="preserve"> à signer</w:t>
      </w:r>
      <w:r w:rsidR="005B4E02" w:rsidRPr="00A11D8F">
        <w:rPr>
          <w:rFonts w:ascii="Inpi" w:hAnsi="Inpi"/>
          <w:kern w:val="16"/>
        </w:rPr>
        <w:t xml:space="preserve">, </w:t>
      </w:r>
      <w:r w:rsidR="005B4E02" w:rsidRPr="00687CF7">
        <w:rPr>
          <w:rFonts w:ascii="Inpi" w:hAnsi="Inpi"/>
          <w:kern w:val="16"/>
        </w:rPr>
        <w:t>dans la version résultant des dernières modifications éventuelles, opérées par avenant</w:t>
      </w:r>
      <w:r w:rsidR="002F44B0" w:rsidRPr="00687CF7">
        <w:rPr>
          <w:rFonts w:ascii="Inpi" w:hAnsi="Inpi"/>
          <w:kern w:val="16"/>
        </w:rPr>
        <w:t> ;</w:t>
      </w:r>
    </w:p>
    <w:p w14:paraId="6A229860" w14:textId="77777777" w:rsidR="00931366" w:rsidRPr="0083223B" w:rsidRDefault="00931366" w:rsidP="00931366">
      <w:pPr>
        <w:pStyle w:val="Retraitcorpsdetexte"/>
        <w:numPr>
          <w:ilvl w:val="0"/>
          <w:numId w:val="20"/>
        </w:numPr>
        <w:tabs>
          <w:tab w:val="clear" w:pos="284"/>
          <w:tab w:val="left" w:pos="1134"/>
        </w:tabs>
        <w:spacing w:before="60"/>
        <w:ind w:left="1775" w:hanging="357"/>
        <w:rPr>
          <w:rFonts w:ascii="Inpi" w:hAnsi="Inpi"/>
          <w:kern w:val="16"/>
        </w:rPr>
      </w:pPr>
      <w:r w:rsidRPr="0083223B">
        <w:rPr>
          <w:rFonts w:ascii="Inpi" w:hAnsi="Inpi"/>
          <w:kern w:val="16"/>
        </w:rPr>
        <w:t>Le cahier des clauses particulières (CCP)</w:t>
      </w:r>
      <w:r>
        <w:rPr>
          <w:rFonts w:ascii="Inpi" w:hAnsi="Inpi"/>
          <w:kern w:val="16"/>
        </w:rPr>
        <w:t> ;</w:t>
      </w:r>
    </w:p>
    <w:p w14:paraId="55343437" w14:textId="13686FFB" w:rsidR="00926730" w:rsidRDefault="00926730" w:rsidP="000E6760">
      <w:pPr>
        <w:pStyle w:val="Retraitcorpsdetexte"/>
        <w:numPr>
          <w:ilvl w:val="0"/>
          <w:numId w:val="20"/>
        </w:numPr>
        <w:tabs>
          <w:tab w:val="clear" w:pos="284"/>
          <w:tab w:val="left" w:pos="1134"/>
        </w:tabs>
        <w:spacing w:before="60"/>
        <w:ind w:left="1775" w:hanging="357"/>
        <w:rPr>
          <w:rFonts w:ascii="Inpi" w:hAnsi="Inpi"/>
          <w:kern w:val="16"/>
        </w:rPr>
      </w:pPr>
      <w:r w:rsidRPr="00A11D8F">
        <w:rPr>
          <w:rFonts w:ascii="Inpi" w:hAnsi="Inpi"/>
          <w:kern w:val="16"/>
        </w:rPr>
        <w:t xml:space="preserve">Le </w:t>
      </w:r>
      <w:r w:rsidR="00B85FD9" w:rsidRPr="00A11D8F">
        <w:rPr>
          <w:rFonts w:ascii="Inpi" w:hAnsi="Inpi"/>
          <w:kern w:val="16"/>
        </w:rPr>
        <w:t>bordereau des prix</w:t>
      </w:r>
      <w:r w:rsidR="002F44B0">
        <w:rPr>
          <w:rFonts w:ascii="Inpi" w:hAnsi="Inpi"/>
          <w:kern w:val="16"/>
        </w:rPr>
        <w:t xml:space="preserve"> (BP) ;</w:t>
      </w:r>
      <w:r w:rsidRPr="00A11D8F">
        <w:rPr>
          <w:rFonts w:ascii="Inpi" w:hAnsi="Inpi"/>
          <w:kern w:val="16"/>
        </w:rPr>
        <w:t xml:space="preserve"> </w:t>
      </w:r>
    </w:p>
    <w:p w14:paraId="5149E5D2" w14:textId="77777777" w:rsidR="005B4E02" w:rsidRPr="00A11D8F" w:rsidRDefault="005B4E02" w:rsidP="005B4E02">
      <w:pPr>
        <w:pStyle w:val="Titre2"/>
        <w:keepNext w:val="0"/>
        <w:numPr>
          <w:ilvl w:val="0"/>
          <w:numId w:val="20"/>
        </w:numPr>
        <w:spacing w:before="60" w:after="0"/>
        <w:ind w:left="1775" w:right="-6" w:hanging="357"/>
        <w:rPr>
          <w:rFonts w:ascii="Inpi" w:hAnsi="Inpi"/>
          <w:b w:val="0"/>
          <w:kern w:val="16"/>
        </w:rPr>
      </w:pPr>
      <w:r w:rsidRPr="00A11D8F">
        <w:rPr>
          <w:rFonts w:ascii="Inpi" w:hAnsi="Inpi"/>
          <w:b w:val="0"/>
          <w:kern w:val="16"/>
        </w:rPr>
        <w:t>le cahier des clauses administratives générales des marchés de fournitures courantes et de services (CCAG-</w:t>
      </w:r>
      <w:r w:rsidRPr="00687CF7">
        <w:rPr>
          <w:rFonts w:ascii="Inpi" w:hAnsi="Inpi"/>
          <w:b w:val="0"/>
          <w:kern w:val="16"/>
        </w:rPr>
        <w:t>FCS</w:t>
      </w:r>
      <w:r w:rsidRPr="00A11D8F">
        <w:rPr>
          <w:rFonts w:ascii="Inpi" w:hAnsi="Inpi"/>
          <w:b w:val="0"/>
          <w:kern w:val="16"/>
        </w:rPr>
        <w:t>) approuvé par l’</w:t>
      </w:r>
      <w:r w:rsidR="002121A7" w:rsidRPr="00A11D8F">
        <w:rPr>
          <w:rFonts w:ascii="Inpi" w:hAnsi="Inpi"/>
          <w:b w:val="0"/>
          <w:kern w:val="16"/>
        </w:rPr>
        <w:t>arrêté du 30 mars 2021</w:t>
      </w:r>
      <w:r w:rsidRPr="00A11D8F">
        <w:rPr>
          <w:rFonts w:ascii="Inpi" w:hAnsi="Inpi"/>
          <w:b w:val="0"/>
          <w:kern w:val="16"/>
        </w:rPr>
        <w:t xml:space="preserve"> ; ce document, bien que non joint au marché, est réputé bien connu et le titulaire du marché reconnaît expressément son caractère contractuel</w:t>
      </w:r>
      <w:r w:rsidR="002F44B0">
        <w:rPr>
          <w:rFonts w:ascii="Inpi" w:hAnsi="Inpi"/>
          <w:b w:val="0"/>
          <w:kern w:val="16"/>
        </w:rPr>
        <w:t> ;</w:t>
      </w:r>
    </w:p>
    <w:p w14:paraId="1B028694" w14:textId="77777777" w:rsidR="005B4E02" w:rsidRPr="00A11D8F" w:rsidRDefault="005B4E02" w:rsidP="005B4E02">
      <w:pPr>
        <w:pStyle w:val="Retraitcorpsdetexte"/>
        <w:numPr>
          <w:ilvl w:val="0"/>
          <w:numId w:val="20"/>
        </w:numPr>
        <w:tabs>
          <w:tab w:val="clear" w:pos="284"/>
          <w:tab w:val="left" w:pos="1134"/>
        </w:tabs>
        <w:spacing w:before="60"/>
        <w:ind w:left="1775" w:hanging="357"/>
        <w:rPr>
          <w:rFonts w:ascii="Inpi" w:hAnsi="Inpi"/>
          <w:kern w:val="16"/>
        </w:rPr>
      </w:pPr>
      <w:r w:rsidRPr="00A11D8F">
        <w:rPr>
          <w:rFonts w:ascii="Inpi" w:hAnsi="Inpi"/>
          <w:kern w:val="16"/>
        </w:rPr>
        <w:t>les actes spéciaux de sous-traitance et leurs avenants, postérieurs à la notification du marché</w:t>
      </w:r>
      <w:r w:rsidR="002F44B0">
        <w:rPr>
          <w:rFonts w:ascii="Inpi" w:hAnsi="Inpi"/>
          <w:kern w:val="16"/>
        </w:rPr>
        <w:t> ;</w:t>
      </w:r>
    </w:p>
    <w:p w14:paraId="4AF194B6" w14:textId="6B8A992D" w:rsidR="005B4E02" w:rsidRPr="00687CF7" w:rsidRDefault="0057225E" w:rsidP="005B4E02">
      <w:pPr>
        <w:pStyle w:val="Retraitcorpsdetexte"/>
        <w:numPr>
          <w:ilvl w:val="0"/>
          <w:numId w:val="20"/>
        </w:numPr>
        <w:tabs>
          <w:tab w:val="clear" w:pos="284"/>
          <w:tab w:val="left" w:pos="1134"/>
        </w:tabs>
        <w:spacing w:before="60"/>
        <w:ind w:left="1775" w:hanging="357"/>
        <w:rPr>
          <w:rFonts w:ascii="Inpi" w:hAnsi="Inpi"/>
          <w:kern w:val="16"/>
        </w:rPr>
      </w:pPr>
      <w:r w:rsidRPr="00687CF7">
        <w:rPr>
          <w:rFonts w:ascii="Inpi" w:hAnsi="Inpi"/>
          <w:kern w:val="16"/>
        </w:rPr>
        <w:t>le cadre de réponse technique du titulaire valant mémoire technique</w:t>
      </w:r>
      <w:r w:rsidR="005B4E02" w:rsidRPr="00687CF7">
        <w:rPr>
          <w:rFonts w:ascii="Inpi" w:hAnsi="Inpi"/>
          <w:kern w:val="16"/>
        </w:rPr>
        <w:t>.</w:t>
      </w:r>
    </w:p>
    <w:p w14:paraId="5592AC5D" w14:textId="6AD8FBB4" w:rsidR="00AA3B66" w:rsidRPr="00AA3B66" w:rsidRDefault="005B4E02" w:rsidP="00525DCD">
      <w:pPr>
        <w:pStyle w:val="Titre1"/>
        <w:numPr>
          <w:ilvl w:val="0"/>
          <w:numId w:val="9"/>
        </w:numPr>
        <w:rPr>
          <w:rFonts w:ascii="Inpi" w:hAnsi="Inpi"/>
        </w:rPr>
      </w:pPr>
      <w:r w:rsidRPr="00A11D8F">
        <w:rPr>
          <w:rFonts w:ascii="Inpi" w:hAnsi="Inpi"/>
        </w:rPr>
        <w:t>P</w:t>
      </w:r>
      <w:r w:rsidR="00B132AC" w:rsidRPr="00A11D8F">
        <w:rPr>
          <w:rFonts w:ascii="Inpi" w:hAnsi="Inpi"/>
        </w:rPr>
        <w:t>RIX DU MARCH</w:t>
      </w:r>
      <w:r w:rsidR="000533FC" w:rsidRPr="00A11D8F">
        <w:rPr>
          <w:rFonts w:ascii="Inpi" w:hAnsi="Inpi"/>
        </w:rPr>
        <w:t>É</w:t>
      </w:r>
    </w:p>
    <w:p w14:paraId="787ED231" w14:textId="126BB09F" w:rsidR="00AA3B66" w:rsidRDefault="00AA3B66" w:rsidP="00525DCD">
      <w:pPr>
        <w:jc w:val="both"/>
        <w:rPr>
          <w:rFonts w:ascii="Inpi" w:hAnsi="Inpi"/>
        </w:rPr>
      </w:pPr>
      <w:r w:rsidRPr="00AA3B66">
        <w:rPr>
          <w:rFonts w:ascii="Inpi" w:hAnsi="Inpi"/>
        </w:rPr>
        <w:t>Les prestations principales faisant l’objet du marché, à savoir les prestations de suivi de la santé des collaborateurs et les actions en m</w:t>
      </w:r>
      <w:r>
        <w:rPr>
          <w:rFonts w:ascii="Inpi" w:hAnsi="Inpi"/>
        </w:rPr>
        <w:t>ilieu de travail figurant au BP</w:t>
      </w:r>
      <w:r w:rsidRPr="00AA3B66">
        <w:rPr>
          <w:rFonts w:ascii="Inpi" w:hAnsi="Inpi"/>
        </w:rPr>
        <w:t>, s’exécutent au moyen de bons de commande.</w:t>
      </w:r>
      <w:r>
        <w:rPr>
          <w:rFonts w:ascii="Inpi" w:hAnsi="Inpi"/>
        </w:rPr>
        <w:t xml:space="preserve"> </w:t>
      </w:r>
      <w:r w:rsidRPr="00FE7732">
        <w:rPr>
          <w:rFonts w:ascii="Inpi" w:hAnsi="Inpi"/>
        </w:rPr>
        <w:t>Les prix sont ceux renseignés dans le bordereau des prix.</w:t>
      </w:r>
    </w:p>
    <w:p w14:paraId="42E2BAE3" w14:textId="4BEEF449" w:rsidR="00AA3B66" w:rsidRDefault="00AA3B66" w:rsidP="00525DCD">
      <w:pPr>
        <w:jc w:val="both"/>
        <w:rPr>
          <w:rFonts w:ascii="Inpi" w:hAnsi="Inpi"/>
        </w:rPr>
      </w:pPr>
    </w:p>
    <w:p w14:paraId="291E7E78" w14:textId="2DA09277" w:rsidR="00AA3B66" w:rsidRPr="00A11D8F" w:rsidRDefault="00AA3B66" w:rsidP="00525DCD">
      <w:pPr>
        <w:jc w:val="both"/>
        <w:rPr>
          <w:rFonts w:ascii="Inpi" w:hAnsi="Inpi"/>
        </w:rPr>
      </w:pPr>
      <w:r w:rsidRPr="00AA3B66">
        <w:rPr>
          <w:rFonts w:ascii="Inpi" w:hAnsi="Inpi"/>
        </w:rPr>
        <w:t xml:space="preserve">En dehors des prestations de suivi de la santé des collaborateurs et des actions en milieu de travail, le titulaire pourra proposer des prestations </w:t>
      </w:r>
      <w:r w:rsidR="00E950C8">
        <w:rPr>
          <w:rFonts w:ascii="Inpi" w:hAnsi="Inpi"/>
        </w:rPr>
        <w:t>particulières</w:t>
      </w:r>
      <w:bookmarkStart w:id="5" w:name="_GoBack"/>
      <w:bookmarkEnd w:id="5"/>
      <w:r w:rsidRPr="00AA3B66">
        <w:rPr>
          <w:rFonts w:ascii="Inpi" w:hAnsi="Inpi"/>
        </w:rPr>
        <w:t xml:space="preserve"> via un catalogue (consultation psychologue, ateliers nutrition/sport, accompagnement social etc…). Les prix sont ceux indiqués dans le catalogue et les prestations feront l’objet d’un bon de commande.</w:t>
      </w:r>
    </w:p>
    <w:p w14:paraId="715CB178" w14:textId="77777777" w:rsidR="00C52BD9" w:rsidRPr="00A11D8F" w:rsidRDefault="00C52BD9" w:rsidP="00C52BD9">
      <w:pPr>
        <w:pStyle w:val="Titre1"/>
        <w:numPr>
          <w:ilvl w:val="0"/>
          <w:numId w:val="9"/>
        </w:numPr>
        <w:spacing w:before="0" w:after="120"/>
        <w:rPr>
          <w:rFonts w:ascii="Inpi" w:hAnsi="Inpi"/>
        </w:rPr>
      </w:pPr>
      <w:r w:rsidRPr="00A11D8F">
        <w:rPr>
          <w:rFonts w:ascii="Inpi" w:hAnsi="Inpi"/>
        </w:rPr>
        <w:br w:type="page"/>
      </w:r>
      <w:r w:rsidRPr="00A11D8F">
        <w:rPr>
          <w:rFonts w:ascii="Inpi" w:hAnsi="Inpi"/>
        </w:rPr>
        <w:lastRenderedPageBreak/>
        <w:t>PAIEMENTS</w:t>
      </w:r>
    </w:p>
    <w:p w14:paraId="0C114474" w14:textId="77777777" w:rsidR="00C52BD9" w:rsidRPr="00A11D8F" w:rsidRDefault="00C52BD9" w:rsidP="00C52BD9">
      <w:pPr>
        <w:pStyle w:val="Titre2"/>
        <w:numPr>
          <w:ilvl w:val="1"/>
          <w:numId w:val="9"/>
        </w:numPr>
        <w:spacing w:before="0"/>
        <w:rPr>
          <w:rFonts w:ascii="Inpi" w:hAnsi="Inpi"/>
        </w:rPr>
      </w:pPr>
      <w:r w:rsidRPr="00A11D8F">
        <w:rPr>
          <w:rFonts w:ascii="Inpi" w:hAnsi="Inpi"/>
        </w:rPr>
        <w:t>Relevé d’identité bancaire ou postal</w:t>
      </w:r>
    </w:p>
    <w:p w14:paraId="0D7BD35C" w14:textId="77777777" w:rsidR="00C52BD9" w:rsidRPr="00A11D8F" w:rsidRDefault="00C52BD9" w:rsidP="00C52BD9">
      <w:pPr>
        <w:pStyle w:val="Corpsdetexte"/>
        <w:rPr>
          <w:rFonts w:ascii="Inpi" w:hAnsi="Inpi"/>
        </w:rPr>
      </w:pPr>
      <w:r w:rsidRPr="00A11D8F">
        <w:rPr>
          <w:rFonts w:ascii="Inpi" w:hAnsi="Inpi"/>
        </w:rPr>
        <w:t xml:space="preserve">La personne publique se libérera des sommes dues au titulaire au titre du présent marché en en faisant porter les montants au crédit du compte suivant (joindre un RIB ou un RIP </w:t>
      </w:r>
      <w:r w:rsidRPr="00A11D8F">
        <w:rPr>
          <w:rFonts w:ascii="Inpi" w:hAnsi="Inpi"/>
          <w:u w:val="single"/>
        </w:rPr>
        <w:t>original</w:t>
      </w:r>
      <w:r w:rsidRPr="00A11D8F">
        <w:rPr>
          <w:rFonts w:ascii="Inpi" w:hAnsi="Inpi"/>
        </w:rPr>
        <w:t>)</w:t>
      </w:r>
      <w:r w:rsidR="00EC6ACB" w:rsidRPr="00A11D8F">
        <w:rPr>
          <w:rFonts w:ascii="Inpi" w:hAnsi="Inpi"/>
        </w:rPr>
        <w:t> :</w:t>
      </w:r>
    </w:p>
    <w:tbl>
      <w:tblPr>
        <w:tblW w:w="99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488"/>
        <w:gridCol w:w="889"/>
        <w:gridCol w:w="245"/>
        <w:gridCol w:w="1809"/>
        <w:gridCol w:w="459"/>
        <w:gridCol w:w="190"/>
        <w:gridCol w:w="4843"/>
        <w:gridCol w:w="18"/>
      </w:tblGrid>
      <w:tr w:rsidR="00C52BD9" w:rsidRPr="00A11D8F" w14:paraId="3859ACC1" w14:textId="77777777" w:rsidTr="00F64D60">
        <w:trPr>
          <w:trHeight w:val="222"/>
          <w:jc w:val="center"/>
        </w:trPr>
        <w:tc>
          <w:tcPr>
            <w:tcW w:w="1488" w:type="dxa"/>
            <w:tcBorders>
              <w:top w:val="single" w:sz="4" w:space="0" w:color="auto"/>
              <w:left w:val="single" w:sz="4" w:space="0" w:color="auto"/>
              <w:bottom w:val="dashSmallGap" w:sz="4" w:space="0" w:color="auto"/>
              <w:right w:val="single" w:sz="4" w:space="0" w:color="auto"/>
            </w:tcBorders>
            <w:vAlign w:val="center"/>
          </w:tcPr>
          <w:p w14:paraId="62683342" w14:textId="77777777" w:rsidR="00C52BD9" w:rsidRPr="00A11D8F" w:rsidRDefault="00C52BD9" w:rsidP="005A38E7">
            <w:pPr>
              <w:tabs>
                <w:tab w:val="left" w:pos="3402"/>
              </w:tabs>
              <w:spacing w:before="60" w:after="60"/>
              <w:jc w:val="center"/>
              <w:rPr>
                <w:rFonts w:ascii="Inpi" w:hAnsi="Inpi"/>
                <w:sz w:val="18"/>
              </w:rPr>
            </w:pPr>
            <w:r w:rsidRPr="00A11D8F">
              <w:rPr>
                <w:rFonts w:ascii="Inpi" w:hAnsi="Inpi"/>
                <w:sz w:val="18"/>
              </w:rPr>
              <w:t>Établissement</w:t>
            </w:r>
          </w:p>
        </w:tc>
        <w:tc>
          <w:tcPr>
            <w:tcW w:w="1134" w:type="dxa"/>
            <w:gridSpan w:val="2"/>
            <w:tcBorders>
              <w:top w:val="single" w:sz="4" w:space="0" w:color="auto"/>
              <w:left w:val="single" w:sz="4" w:space="0" w:color="auto"/>
              <w:bottom w:val="dashSmallGap" w:sz="4" w:space="0" w:color="auto"/>
              <w:right w:val="single" w:sz="4" w:space="0" w:color="auto"/>
            </w:tcBorders>
            <w:vAlign w:val="center"/>
          </w:tcPr>
          <w:p w14:paraId="528345B7" w14:textId="77777777" w:rsidR="00C52BD9" w:rsidRPr="00A11D8F" w:rsidRDefault="00C52BD9" w:rsidP="005A38E7">
            <w:pPr>
              <w:tabs>
                <w:tab w:val="left" w:pos="3402"/>
              </w:tabs>
              <w:spacing w:before="60" w:after="60"/>
              <w:jc w:val="center"/>
              <w:rPr>
                <w:rFonts w:ascii="Inpi" w:hAnsi="Inpi"/>
                <w:sz w:val="18"/>
              </w:rPr>
            </w:pPr>
            <w:r w:rsidRPr="00A11D8F">
              <w:rPr>
                <w:rFonts w:ascii="Inpi" w:hAnsi="Inpi"/>
                <w:sz w:val="18"/>
              </w:rPr>
              <w:t>Guichet</w:t>
            </w:r>
          </w:p>
        </w:tc>
        <w:tc>
          <w:tcPr>
            <w:tcW w:w="1809" w:type="dxa"/>
            <w:tcBorders>
              <w:top w:val="single" w:sz="4" w:space="0" w:color="auto"/>
              <w:left w:val="single" w:sz="4" w:space="0" w:color="auto"/>
              <w:bottom w:val="dashSmallGap" w:sz="4" w:space="0" w:color="auto"/>
              <w:right w:val="single" w:sz="4" w:space="0" w:color="auto"/>
            </w:tcBorders>
            <w:vAlign w:val="center"/>
          </w:tcPr>
          <w:p w14:paraId="1116560D" w14:textId="77777777" w:rsidR="00C52BD9" w:rsidRPr="00A11D8F" w:rsidRDefault="00C52BD9" w:rsidP="005A38E7">
            <w:pPr>
              <w:tabs>
                <w:tab w:val="left" w:pos="3402"/>
              </w:tabs>
              <w:spacing w:before="60" w:after="60"/>
              <w:jc w:val="center"/>
              <w:rPr>
                <w:rFonts w:ascii="Inpi" w:hAnsi="Inpi"/>
                <w:sz w:val="18"/>
              </w:rPr>
            </w:pPr>
            <w:r w:rsidRPr="00A11D8F">
              <w:rPr>
                <w:rFonts w:ascii="Inpi" w:hAnsi="Inpi"/>
                <w:sz w:val="18"/>
              </w:rPr>
              <w:t>N° de compte</w:t>
            </w:r>
          </w:p>
        </w:tc>
        <w:tc>
          <w:tcPr>
            <w:tcW w:w="649" w:type="dxa"/>
            <w:gridSpan w:val="2"/>
            <w:tcBorders>
              <w:top w:val="single" w:sz="4" w:space="0" w:color="auto"/>
              <w:left w:val="single" w:sz="4" w:space="0" w:color="auto"/>
              <w:bottom w:val="dashSmallGap" w:sz="4" w:space="0" w:color="auto"/>
              <w:right w:val="single" w:sz="4" w:space="0" w:color="auto"/>
            </w:tcBorders>
            <w:vAlign w:val="center"/>
          </w:tcPr>
          <w:p w14:paraId="20EFD8A9" w14:textId="77777777" w:rsidR="00C52BD9" w:rsidRPr="00A11D8F" w:rsidRDefault="00C52BD9" w:rsidP="005A38E7">
            <w:pPr>
              <w:tabs>
                <w:tab w:val="left" w:pos="3402"/>
              </w:tabs>
              <w:spacing w:before="60" w:after="60"/>
              <w:jc w:val="center"/>
              <w:rPr>
                <w:rFonts w:ascii="Inpi" w:hAnsi="Inpi"/>
                <w:sz w:val="18"/>
              </w:rPr>
            </w:pPr>
            <w:r w:rsidRPr="00A11D8F">
              <w:rPr>
                <w:rFonts w:ascii="Inpi" w:hAnsi="Inpi"/>
                <w:sz w:val="18"/>
              </w:rPr>
              <w:t>Clé</w:t>
            </w:r>
          </w:p>
        </w:tc>
        <w:tc>
          <w:tcPr>
            <w:tcW w:w="4861" w:type="dxa"/>
            <w:gridSpan w:val="2"/>
            <w:tcBorders>
              <w:top w:val="single" w:sz="4" w:space="0" w:color="auto"/>
              <w:left w:val="single" w:sz="4" w:space="0" w:color="auto"/>
              <w:bottom w:val="dashSmallGap" w:sz="4" w:space="0" w:color="auto"/>
              <w:right w:val="single" w:sz="4" w:space="0" w:color="auto"/>
            </w:tcBorders>
            <w:vAlign w:val="center"/>
          </w:tcPr>
          <w:p w14:paraId="2C579E1E" w14:textId="77777777" w:rsidR="00C52BD9" w:rsidRPr="00A11D8F" w:rsidRDefault="00C52BD9" w:rsidP="005A38E7">
            <w:pPr>
              <w:tabs>
                <w:tab w:val="left" w:pos="3402"/>
              </w:tabs>
              <w:spacing w:before="60" w:after="60"/>
              <w:jc w:val="center"/>
              <w:rPr>
                <w:rFonts w:ascii="Inpi" w:hAnsi="Inpi"/>
                <w:sz w:val="18"/>
              </w:rPr>
            </w:pPr>
            <w:r w:rsidRPr="00A11D8F">
              <w:rPr>
                <w:rFonts w:ascii="Inpi" w:hAnsi="Inpi"/>
                <w:sz w:val="18"/>
              </w:rPr>
              <w:t>IBAN – Identifiant international de compte</w:t>
            </w:r>
          </w:p>
        </w:tc>
      </w:tr>
      <w:tr w:rsidR="00C52BD9" w:rsidRPr="00A11D8F" w14:paraId="684D13C8" w14:textId="77777777" w:rsidTr="00F64D60">
        <w:trPr>
          <w:jc w:val="center"/>
        </w:trPr>
        <w:tc>
          <w:tcPr>
            <w:tcW w:w="1488" w:type="dxa"/>
            <w:tcBorders>
              <w:top w:val="dashSmallGap" w:sz="4" w:space="0" w:color="auto"/>
              <w:left w:val="single" w:sz="4" w:space="0" w:color="auto"/>
              <w:bottom w:val="single" w:sz="4" w:space="0" w:color="auto"/>
              <w:right w:val="single" w:sz="4" w:space="0" w:color="auto"/>
            </w:tcBorders>
            <w:vAlign w:val="center"/>
          </w:tcPr>
          <w:p w14:paraId="6345495E" w14:textId="77777777" w:rsidR="00C52BD9" w:rsidRPr="00A11D8F" w:rsidRDefault="00C52BD9" w:rsidP="005A38E7">
            <w:pPr>
              <w:spacing w:before="60" w:after="60"/>
              <w:jc w:val="center"/>
              <w:rPr>
                <w:rFonts w:ascii="Inpi" w:hAnsi="Inpi"/>
                <w:b/>
              </w:rPr>
            </w:pPr>
          </w:p>
        </w:tc>
        <w:tc>
          <w:tcPr>
            <w:tcW w:w="1134" w:type="dxa"/>
            <w:gridSpan w:val="2"/>
            <w:tcBorders>
              <w:top w:val="dashSmallGap" w:sz="4" w:space="0" w:color="auto"/>
              <w:left w:val="single" w:sz="4" w:space="0" w:color="auto"/>
              <w:bottom w:val="single" w:sz="4" w:space="0" w:color="auto"/>
              <w:right w:val="single" w:sz="4" w:space="0" w:color="auto"/>
            </w:tcBorders>
            <w:vAlign w:val="center"/>
          </w:tcPr>
          <w:p w14:paraId="741C9282" w14:textId="77777777" w:rsidR="00C52BD9" w:rsidRPr="00A11D8F" w:rsidRDefault="00C52BD9" w:rsidP="005A38E7">
            <w:pPr>
              <w:spacing w:before="60" w:after="60"/>
              <w:jc w:val="center"/>
              <w:rPr>
                <w:rFonts w:ascii="Inpi" w:hAnsi="Inpi"/>
                <w:b/>
              </w:rPr>
            </w:pPr>
          </w:p>
        </w:tc>
        <w:tc>
          <w:tcPr>
            <w:tcW w:w="1809" w:type="dxa"/>
            <w:tcBorders>
              <w:top w:val="dashSmallGap" w:sz="4" w:space="0" w:color="auto"/>
              <w:left w:val="single" w:sz="4" w:space="0" w:color="auto"/>
              <w:bottom w:val="single" w:sz="4" w:space="0" w:color="auto"/>
              <w:right w:val="single" w:sz="4" w:space="0" w:color="auto"/>
            </w:tcBorders>
            <w:vAlign w:val="center"/>
          </w:tcPr>
          <w:p w14:paraId="072D6CA2" w14:textId="77777777" w:rsidR="00C52BD9" w:rsidRPr="00A11D8F" w:rsidRDefault="00C52BD9" w:rsidP="005A38E7">
            <w:pPr>
              <w:spacing w:before="60" w:after="60"/>
              <w:jc w:val="center"/>
              <w:rPr>
                <w:rFonts w:ascii="Inpi" w:hAnsi="Inpi"/>
                <w:b/>
              </w:rPr>
            </w:pPr>
          </w:p>
        </w:tc>
        <w:tc>
          <w:tcPr>
            <w:tcW w:w="649" w:type="dxa"/>
            <w:gridSpan w:val="2"/>
            <w:tcBorders>
              <w:top w:val="dashSmallGap" w:sz="4" w:space="0" w:color="auto"/>
              <w:left w:val="single" w:sz="4" w:space="0" w:color="auto"/>
              <w:bottom w:val="single" w:sz="4" w:space="0" w:color="auto"/>
              <w:right w:val="single" w:sz="4" w:space="0" w:color="auto"/>
            </w:tcBorders>
            <w:vAlign w:val="center"/>
          </w:tcPr>
          <w:p w14:paraId="74AD2970" w14:textId="77777777" w:rsidR="00C52BD9" w:rsidRPr="00A11D8F" w:rsidRDefault="00C52BD9" w:rsidP="005A38E7">
            <w:pPr>
              <w:spacing w:before="60" w:after="60"/>
              <w:jc w:val="center"/>
              <w:rPr>
                <w:rFonts w:ascii="Inpi" w:hAnsi="Inpi"/>
                <w:b/>
              </w:rPr>
            </w:pPr>
          </w:p>
        </w:tc>
        <w:tc>
          <w:tcPr>
            <w:tcW w:w="4861" w:type="dxa"/>
            <w:gridSpan w:val="2"/>
            <w:tcBorders>
              <w:top w:val="dashSmallGap" w:sz="4" w:space="0" w:color="auto"/>
              <w:left w:val="single" w:sz="4" w:space="0" w:color="auto"/>
              <w:bottom w:val="single" w:sz="4" w:space="0" w:color="auto"/>
              <w:right w:val="single" w:sz="4" w:space="0" w:color="auto"/>
            </w:tcBorders>
            <w:vAlign w:val="center"/>
          </w:tcPr>
          <w:p w14:paraId="321B9C6F" w14:textId="77777777" w:rsidR="00C52BD9" w:rsidRPr="00A11D8F" w:rsidRDefault="00C52BD9" w:rsidP="005A38E7">
            <w:pPr>
              <w:spacing w:before="60" w:after="60"/>
              <w:jc w:val="center"/>
              <w:rPr>
                <w:rFonts w:ascii="Inpi" w:hAnsi="Inpi"/>
                <w:b/>
                <w:caps/>
              </w:rPr>
            </w:pPr>
          </w:p>
        </w:tc>
      </w:tr>
      <w:tr w:rsidR="00C52BD9" w:rsidRPr="00A11D8F" w14:paraId="38989D58" w14:textId="77777777" w:rsidTr="00F64D60">
        <w:tblPrEx>
          <w:tblBorders>
            <w:top w:val="single" w:sz="12" w:space="0" w:color="auto"/>
            <w:left w:val="single" w:sz="12" w:space="0" w:color="auto"/>
            <w:bottom w:val="single" w:sz="12" w:space="0" w:color="auto"/>
            <w:right w:val="single" w:sz="12" w:space="0" w:color="auto"/>
            <w:insideH w:val="none" w:sz="0" w:space="0" w:color="auto"/>
            <w:insideV w:val="single" w:sz="12" w:space="0" w:color="auto"/>
          </w:tblBorders>
        </w:tblPrEx>
        <w:trPr>
          <w:gridAfter w:val="1"/>
          <w:wAfter w:w="18" w:type="dxa"/>
          <w:jc w:val="center"/>
        </w:trPr>
        <w:tc>
          <w:tcPr>
            <w:tcW w:w="4890" w:type="dxa"/>
            <w:gridSpan w:val="5"/>
            <w:tcBorders>
              <w:top w:val="single" w:sz="4" w:space="0" w:color="auto"/>
              <w:left w:val="single" w:sz="4" w:space="0" w:color="auto"/>
              <w:bottom w:val="dashSmallGap" w:sz="4" w:space="0" w:color="auto"/>
              <w:right w:val="single" w:sz="4" w:space="0" w:color="auto"/>
            </w:tcBorders>
            <w:vAlign w:val="center"/>
          </w:tcPr>
          <w:p w14:paraId="6FFCC81B" w14:textId="77777777" w:rsidR="00C52BD9" w:rsidRPr="00A11D8F" w:rsidRDefault="00C52BD9" w:rsidP="005A38E7">
            <w:pPr>
              <w:tabs>
                <w:tab w:val="left" w:pos="3402"/>
              </w:tabs>
              <w:spacing w:before="60" w:after="60"/>
              <w:jc w:val="center"/>
              <w:rPr>
                <w:rFonts w:ascii="Inpi" w:hAnsi="Inpi"/>
                <w:sz w:val="18"/>
              </w:rPr>
            </w:pPr>
            <w:r w:rsidRPr="00A11D8F">
              <w:rPr>
                <w:rFonts w:ascii="Inpi" w:hAnsi="Inpi"/>
                <w:sz w:val="18"/>
              </w:rPr>
              <w:t>BIC  – Identifiant international de compte</w:t>
            </w:r>
          </w:p>
        </w:tc>
        <w:tc>
          <w:tcPr>
            <w:tcW w:w="5033" w:type="dxa"/>
            <w:gridSpan w:val="2"/>
            <w:tcBorders>
              <w:top w:val="single" w:sz="4" w:space="0" w:color="auto"/>
              <w:left w:val="single" w:sz="4" w:space="0" w:color="auto"/>
              <w:bottom w:val="dashSmallGap" w:sz="4" w:space="0" w:color="auto"/>
              <w:right w:val="single" w:sz="4" w:space="0" w:color="auto"/>
            </w:tcBorders>
            <w:vAlign w:val="center"/>
          </w:tcPr>
          <w:p w14:paraId="4F959597" w14:textId="77777777" w:rsidR="00C52BD9" w:rsidRPr="00A11D8F" w:rsidRDefault="00C52BD9" w:rsidP="005A38E7">
            <w:pPr>
              <w:tabs>
                <w:tab w:val="left" w:pos="3402"/>
              </w:tabs>
              <w:spacing w:before="60" w:after="60"/>
              <w:jc w:val="center"/>
              <w:rPr>
                <w:rFonts w:ascii="Inpi" w:hAnsi="Inpi"/>
                <w:sz w:val="18"/>
              </w:rPr>
            </w:pPr>
            <w:r w:rsidRPr="00A11D8F">
              <w:rPr>
                <w:rFonts w:ascii="Inpi" w:hAnsi="Inpi"/>
                <w:sz w:val="18"/>
              </w:rPr>
              <w:t>Domiciliation</w:t>
            </w:r>
          </w:p>
        </w:tc>
      </w:tr>
      <w:tr w:rsidR="00C52BD9" w:rsidRPr="00A11D8F" w14:paraId="1F103A8A" w14:textId="77777777" w:rsidTr="00F64D60">
        <w:tblPrEx>
          <w:tblBorders>
            <w:top w:val="single" w:sz="12" w:space="0" w:color="auto"/>
            <w:left w:val="single" w:sz="12" w:space="0" w:color="auto"/>
            <w:bottom w:val="single" w:sz="12" w:space="0" w:color="auto"/>
            <w:right w:val="single" w:sz="12" w:space="0" w:color="auto"/>
            <w:insideH w:val="none" w:sz="0" w:space="0" w:color="auto"/>
            <w:insideV w:val="single" w:sz="12" w:space="0" w:color="auto"/>
          </w:tblBorders>
        </w:tblPrEx>
        <w:trPr>
          <w:gridAfter w:val="1"/>
          <w:wAfter w:w="18" w:type="dxa"/>
          <w:jc w:val="center"/>
        </w:trPr>
        <w:tc>
          <w:tcPr>
            <w:tcW w:w="4890" w:type="dxa"/>
            <w:gridSpan w:val="5"/>
            <w:tcBorders>
              <w:top w:val="dashSmallGap" w:sz="4" w:space="0" w:color="auto"/>
              <w:left w:val="single" w:sz="4" w:space="0" w:color="auto"/>
              <w:bottom w:val="single" w:sz="4" w:space="0" w:color="auto"/>
              <w:right w:val="single" w:sz="4" w:space="0" w:color="auto"/>
            </w:tcBorders>
          </w:tcPr>
          <w:p w14:paraId="51D90A7D" w14:textId="77777777" w:rsidR="00C52BD9" w:rsidRPr="00A11D8F" w:rsidRDefault="00C52BD9" w:rsidP="005A38E7">
            <w:pPr>
              <w:tabs>
                <w:tab w:val="left" w:pos="3402"/>
              </w:tabs>
              <w:spacing w:before="60" w:after="60"/>
              <w:jc w:val="center"/>
              <w:rPr>
                <w:rFonts w:ascii="Inpi" w:hAnsi="Inpi"/>
                <w:caps/>
              </w:rPr>
            </w:pPr>
          </w:p>
        </w:tc>
        <w:tc>
          <w:tcPr>
            <w:tcW w:w="5033" w:type="dxa"/>
            <w:gridSpan w:val="2"/>
            <w:tcBorders>
              <w:top w:val="dashSmallGap" w:sz="4" w:space="0" w:color="auto"/>
              <w:left w:val="single" w:sz="4" w:space="0" w:color="auto"/>
              <w:bottom w:val="single" w:sz="4" w:space="0" w:color="auto"/>
              <w:right w:val="single" w:sz="4" w:space="0" w:color="auto"/>
            </w:tcBorders>
          </w:tcPr>
          <w:p w14:paraId="0E744F3B" w14:textId="77777777" w:rsidR="00C52BD9" w:rsidRPr="00A11D8F" w:rsidRDefault="00C52BD9" w:rsidP="005A38E7">
            <w:pPr>
              <w:tabs>
                <w:tab w:val="left" w:pos="3402"/>
              </w:tabs>
              <w:spacing w:before="60" w:after="60"/>
              <w:jc w:val="center"/>
              <w:rPr>
                <w:rFonts w:ascii="Inpi" w:hAnsi="Inpi"/>
                <w:caps/>
              </w:rPr>
            </w:pPr>
          </w:p>
        </w:tc>
      </w:tr>
      <w:tr w:rsidR="00C52BD9" w:rsidRPr="00A11D8F" w14:paraId="007D6008" w14:textId="77777777" w:rsidTr="00F64D60">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gridAfter w:val="1"/>
          <w:wAfter w:w="18" w:type="dxa"/>
          <w:jc w:val="center"/>
        </w:trPr>
        <w:tc>
          <w:tcPr>
            <w:tcW w:w="2377" w:type="dxa"/>
            <w:gridSpan w:val="2"/>
            <w:tcBorders>
              <w:top w:val="single" w:sz="4" w:space="0" w:color="auto"/>
              <w:left w:val="single" w:sz="4" w:space="0" w:color="auto"/>
              <w:bottom w:val="single" w:sz="4" w:space="0" w:color="auto"/>
            </w:tcBorders>
            <w:vAlign w:val="center"/>
          </w:tcPr>
          <w:p w14:paraId="4CA28B23" w14:textId="77777777" w:rsidR="00C52BD9" w:rsidRPr="00A11D8F" w:rsidRDefault="00C52BD9" w:rsidP="005A38E7">
            <w:pPr>
              <w:tabs>
                <w:tab w:val="left" w:pos="3402"/>
              </w:tabs>
              <w:spacing w:before="60" w:after="60"/>
              <w:rPr>
                <w:rFonts w:ascii="Inpi" w:hAnsi="Inpi"/>
                <w:sz w:val="18"/>
              </w:rPr>
            </w:pPr>
            <w:r w:rsidRPr="00A11D8F">
              <w:rPr>
                <w:rFonts w:ascii="Inpi" w:hAnsi="Inpi"/>
                <w:sz w:val="18"/>
              </w:rPr>
              <w:t>Titulaire du compte :</w:t>
            </w:r>
          </w:p>
        </w:tc>
        <w:tc>
          <w:tcPr>
            <w:tcW w:w="7546" w:type="dxa"/>
            <w:gridSpan w:val="5"/>
            <w:tcBorders>
              <w:top w:val="single" w:sz="4" w:space="0" w:color="auto"/>
              <w:bottom w:val="single" w:sz="4" w:space="0" w:color="auto"/>
              <w:right w:val="single" w:sz="4" w:space="0" w:color="auto"/>
            </w:tcBorders>
          </w:tcPr>
          <w:p w14:paraId="12C090BD" w14:textId="77777777" w:rsidR="00C52BD9" w:rsidRPr="00A11D8F" w:rsidRDefault="00C52BD9" w:rsidP="005A38E7">
            <w:pPr>
              <w:spacing w:before="60" w:after="60"/>
              <w:rPr>
                <w:rFonts w:ascii="Inpi" w:hAnsi="Inpi"/>
                <w:caps/>
              </w:rPr>
            </w:pPr>
          </w:p>
        </w:tc>
      </w:tr>
    </w:tbl>
    <w:p w14:paraId="64D9BD50" w14:textId="77777777" w:rsidR="00C52BD9" w:rsidRPr="00A11D8F" w:rsidRDefault="00C52BD9" w:rsidP="00C52BD9">
      <w:pPr>
        <w:pStyle w:val="Corpsdetexte"/>
        <w:keepNext/>
        <w:spacing w:before="0" w:after="0"/>
        <w:rPr>
          <w:rFonts w:ascii="Inpi" w:hAnsi="Inpi"/>
          <w:b/>
        </w:rPr>
      </w:pPr>
    </w:p>
    <w:tbl>
      <w:tblPr>
        <w:tblW w:w="99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6"/>
        <w:gridCol w:w="1107"/>
        <w:gridCol w:w="305"/>
        <w:gridCol w:w="234"/>
        <w:gridCol w:w="1533"/>
        <w:gridCol w:w="553"/>
        <w:gridCol w:w="230"/>
        <w:gridCol w:w="939"/>
        <w:gridCol w:w="2914"/>
      </w:tblGrid>
      <w:tr w:rsidR="00C52BD9" w:rsidRPr="00A11D8F" w14:paraId="1A1DA884" w14:textId="77777777" w:rsidTr="00F64D60">
        <w:trPr>
          <w:trHeight w:val="234"/>
          <w:jc w:val="center"/>
        </w:trPr>
        <w:tc>
          <w:tcPr>
            <w:tcW w:w="9926" w:type="dxa"/>
            <w:gridSpan w:val="9"/>
          </w:tcPr>
          <w:p w14:paraId="10409EED" w14:textId="77777777" w:rsidR="00C52BD9" w:rsidRPr="00A11D8F" w:rsidRDefault="00C52BD9" w:rsidP="005A38E7">
            <w:pPr>
              <w:pStyle w:val="Retraitcorpsdetexte2"/>
              <w:keepNext/>
              <w:ind w:left="0"/>
              <w:jc w:val="center"/>
              <w:rPr>
                <w:rFonts w:ascii="Inpi" w:hAnsi="Inpi"/>
              </w:rPr>
            </w:pPr>
            <w:r w:rsidRPr="00A11D8F">
              <w:rPr>
                <w:rFonts w:ascii="Inpi" w:hAnsi="Inpi"/>
                <w:b/>
                <w:bCs/>
                <w:u w:val="single"/>
              </w:rPr>
              <w:t>En cas de groupement conjoint d’entreprises :</w:t>
            </w:r>
          </w:p>
        </w:tc>
      </w:tr>
      <w:tr w:rsidR="00C52BD9" w:rsidRPr="00A11D8F" w14:paraId="70015C53" w14:textId="77777777" w:rsidTr="00F64D60">
        <w:trPr>
          <w:trHeight w:val="1746"/>
          <w:jc w:val="center"/>
        </w:trPr>
        <w:tc>
          <w:tcPr>
            <w:tcW w:w="9926" w:type="dxa"/>
            <w:gridSpan w:val="9"/>
          </w:tcPr>
          <w:p w14:paraId="7ED68F30" w14:textId="77777777" w:rsidR="00C52BD9" w:rsidRPr="00A11D8F" w:rsidRDefault="00C52BD9" w:rsidP="005A38E7">
            <w:pPr>
              <w:pStyle w:val="Retraitcorpsdetexte2"/>
              <w:keepNext/>
              <w:ind w:left="0"/>
              <w:rPr>
                <w:rFonts w:ascii="Inpi" w:hAnsi="Inpi"/>
              </w:rPr>
            </w:pPr>
            <w:r w:rsidRPr="00A11D8F">
              <w:rPr>
                <w:rFonts w:ascii="Inpi" w:hAnsi="Inpi"/>
              </w:rPr>
              <w:t>Les soussigné</w:t>
            </w:r>
            <w:r w:rsidR="00C515B2">
              <w:rPr>
                <w:rFonts w:ascii="Inpi" w:hAnsi="Inpi"/>
              </w:rPr>
              <w:t>e</w:t>
            </w:r>
            <w:r w:rsidRPr="00A11D8F">
              <w:rPr>
                <w:rFonts w:ascii="Inpi" w:hAnsi="Inpi"/>
              </w:rPr>
              <w:t>s sociétés groupé</w:t>
            </w:r>
            <w:r w:rsidR="00C515B2">
              <w:rPr>
                <w:rFonts w:ascii="Inpi" w:hAnsi="Inpi"/>
              </w:rPr>
              <w:t>e</w:t>
            </w:r>
            <w:r w:rsidRPr="00A11D8F">
              <w:rPr>
                <w:rFonts w:ascii="Inpi" w:hAnsi="Inpi"/>
              </w:rPr>
              <w:t>s conjointement, autres que le mandataire, donnent par les présentes (jointes en annexe) à ce mandataire qui l'accepte, procuration à l'effet de percevoir pour leur compte les sommes qui leur sont dues en exécution du marché par règlement au compte du mandataire :</w:t>
            </w:r>
          </w:p>
          <w:p w14:paraId="08403055" w14:textId="77777777" w:rsidR="00C52BD9" w:rsidRPr="00A11D8F" w:rsidRDefault="00C52BD9" w:rsidP="005A38E7">
            <w:pPr>
              <w:keepNext/>
              <w:tabs>
                <w:tab w:val="num" w:pos="709"/>
              </w:tabs>
              <w:spacing w:before="120"/>
              <w:ind w:left="1418" w:right="-142"/>
              <w:jc w:val="both"/>
              <w:rPr>
                <w:rFonts w:ascii="Inpi" w:hAnsi="Inpi"/>
              </w:rPr>
            </w:pPr>
            <w:r w:rsidRPr="00A11D8F">
              <w:rPr>
                <w:rFonts w:ascii="Inpi" w:hAnsi="Inpi"/>
              </w:rPr>
              <w:fldChar w:fldCharType="begin">
                <w:ffData>
                  <w:name w:val="CaseACocher23"/>
                  <w:enabled/>
                  <w:calcOnExit w:val="0"/>
                  <w:checkBox>
                    <w:sizeAuto/>
                    <w:default w:val="0"/>
                  </w:checkBox>
                </w:ffData>
              </w:fldChar>
            </w:r>
            <w:bookmarkStart w:id="6" w:name="CaseACocher23"/>
            <w:r w:rsidRPr="00A11D8F">
              <w:rPr>
                <w:rFonts w:ascii="Inpi" w:hAnsi="Inpi"/>
              </w:rPr>
              <w:instrText xml:space="preserve"> FORMCHECKBOX </w:instrText>
            </w:r>
            <w:r w:rsidR="00E950C8">
              <w:rPr>
                <w:rFonts w:ascii="Inpi" w:hAnsi="Inpi"/>
              </w:rPr>
            </w:r>
            <w:r w:rsidR="00E950C8">
              <w:rPr>
                <w:rFonts w:ascii="Inpi" w:hAnsi="Inpi"/>
              </w:rPr>
              <w:fldChar w:fldCharType="separate"/>
            </w:r>
            <w:r w:rsidRPr="00A11D8F">
              <w:rPr>
                <w:rFonts w:ascii="Inpi" w:hAnsi="Inpi"/>
              </w:rPr>
              <w:fldChar w:fldCharType="end"/>
            </w:r>
            <w:bookmarkEnd w:id="6"/>
            <w:r w:rsidRPr="00A11D8F">
              <w:rPr>
                <w:rFonts w:ascii="Inpi" w:hAnsi="Inpi"/>
              </w:rPr>
              <w:tab/>
              <w:t>OUI</w:t>
            </w:r>
            <w:r w:rsidRPr="00A11D8F">
              <w:rPr>
                <w:rFonts w:ascii="Inpi" w:hAnsi="Inpi"/>
              </w:rPr>
              <w:tab/>
            </w:r>
          </w:p>
          <w:p w14:paraId="218AE527" w14:textId="77777777" w:rsidR="00C52BD9" w:rsidRPr="00A11D8F" w:rsidRDefault="00C52BD9" w:rsidP="005A38E7">
            <w:pPr>
              <w:keepNext/>
              <w:tabs>
                <w:tab w:val="num" w:pos="709"/>
              </w:tabs>
              <w:spacing w:before="120"/>
              <w:ind w:left="1418" w:right="-142"/>
              <w:jc w:val="both"/>
              <w:rPr>
                <w:rFonts w:ascii="Inpi" w:hAnsi="Inpi"/>
              </w:rPr>
            </w:pPr>
            <w:r w:rsidRPr="00A11D8F">
              <w:rPr>
                <w:rFonts w:ascii="Inpi" w:hAnsi="Inpi"/>
              </w:rPr>
              <w:fldChar w:fldCharType="begin">
                <w:ffData>
                  <w:name w:val="CaseACocher24"/>
                  <w:enabled/>
                  <w:calcOnExit w:val="0"/>
                  <w:checkBox>
                    <w:sizeAuto/>
                    <w:default w:val="0"/>
                  </w:checkBox>
                </w:ffData>
              </w:fldChar>
            </w:r>
            <w:bookmarkStart w:id="7" w:name="CaseACocher24"/>
            <w:r w:rsidRPr="00A11D8F">
              <w:rPr>
                <w:rFonts w:ascii="Inpi" w:hAnsi="Inpi"/>
              </w:rPr>
              <w:instrText xml:space="preserve"> FORMCHECKBOX </w:instrText>
            </w:r>
            <w:r w:rsidR="00E950C8">
              <w:rPr>
                <w:rFonts w:ascii="Inpi" w:hAnsi="Inpi"/>
              </w:rPr>
            </w:r>
            <w:r w:rsidR="00E950C8">
              <w:rPr>
                <w:rFonts w:ascii="Inpi" w:hAnsi="Inpi"/>
              </w:rPr>
              <w:fldChar w:fldCharType="separate"/>
            </w:r>
            <w:r w:rsidRPr="00A11D8F">
              <w:rPr>
                <w:rFonts w:ascii="Inpi" w:hAnsi="Inpi"/>
              </w:rPr>
              <w:fldChar w:fldCharType="end"/>
            </w:r>
            <w:bookmarkEnd w:id="7"/>
            <w:r w:rsidRPr="00A11D8F">
              <w:rPr>
                <w:rFonts w:ascii="Inpi" w:hAnsi="Inpi"/>
              </w:rPr>
              <w:tab/>
              <w:t xml:space="preserve">NON </w:t>
            </w:r>
          </w:p>
          <w:p w14:paraId="6885CC74" w14:textId="77777777" w:rsidR="00C52BD9" w:rsidRPr="00A11D8F" w:rsidRDefault="00C52BD9" w:rsidP="005A38E7">
            <w:pPr>
              <w:pStyle w:val="Retraitcorpsdetexte2"/>
              <w:keepNext/>
              <w:spacing w:before="60"/>
              <w:ind w:left="0"/>
              <w:rPr>
                <w:rFonts w:ascii="Inpi" w:hAnsi="Inpi"/>
                <w:b/>
                <w:bCs/>
                <w:u w:val="single"/>
              </w:rPr>
            </w:pPr>
            <w:r w:rsidRPr="00A11D8F">
              <w:rPr>
                <w:rFonts w:ascii="Inpi" w:hAnsi="Inpi"/>
              </w:rPr>
              <w:t>Ces paiements seront libératoires vis-à-vis des prestataires groupés.</w:t>
            </w:r>
          </w:p>
        </w:tc>
      </w:tr>
      <w:tr w:rsidR="00C52BD9" w:rsidRPr="00A11D8F" w14:paraId="4C0FED9B" w14:textId="77777777" w:rsidTr="00F64D60">
        <w:trPr>
          <w:trHeight w:val="954"/>
          <w:jc w:val="center"/>
        </w:trPr>
        <w:tc>
          <w:tcPr>
            <w:tcW w:w="9926" w:type="dxa"/>
            <w:gridSpan w:val="9"/>
          </w:tcPr>
          <w:p w14:paraId="7F3FC25A" w14:textId="77777777" w:rsidR="00C52BD9" w:rsidRPr="00A11D8F" w:rsidRDefault="00C52BD9" w:rsidP="005A38E7">
            <w:pPr>
              <w:pStyle w:val="Corpsdetexte"/>
              <w:keepNext/>
              <w:ind w:left="70"/>
              <w:rPr>
                <w:rFonts w:ascii="Inpi" w:hAnsi="Inpi"/>
                <w:b/>
              </w:rPr>
            </w:pPr>
            <w:r w:rsidRPr="00A11D8F">
              <w:rPr>
                <w:rFonts w:ascii="Inpi" w:hAnsi="Inpi"/>
                <w:b/>
              </w:rPr>
              <w:t xml:space="preserve">En cas de réponse négative,  </w:t>
            </w:r>
            <w:r w:rsidRPr="00A11D8F">
              <w:rPr>
                <w:rFonts w:ascii="Inpi" w:hAnsi="Inpi"/>
              </w:rPr>
              <w:t xml:space="preserve">la personne publique se libérera des sommes dues au(x) membres du groupement, autre que le mandataire, au titre du présent marché en en faisant porter les montants au crédit du suivant (joindre un RIB ou un RIP </w:t>
            </w:r>
            <w:r w:rsidRPr="00A11D8F">
              <w:rPr>
                <w:rFonts w:ascii="Inpi" w:hAnsi="Inpi"/>
                <w:u w:val="single"/>
              </w:rPr>
              <w:t>original</w:t>
            </w:r>
            <w:r w:rsidRPr="00A11D8F">
              <w:rPr>
                <w:rFonts w:ascii="Inpi" w:hAnsi="Inpi"/>
              </w:rPr>
              <w:t>) :</w:t>
            </w:r>
          </w:p>
        </w:tc>
      </w:tr>
      <w:tr w:rsidR="00C52BD9" w:rsidRPr="00A11D8F" w14:paraId="49D43476" w14:textId="77777777" w:rsidTr="00F64D60">
        <w:tblPrEx>
          <w:tblLook w:val="01E0" w:firstRow="1" w:lastRow="1" w:firstColumn="1" w:lastColumn="1" w:noHBand="0" w:noVBand="0"/>
        </w:tblPrEx>
        <w:trPr>
          <w:trHeight w:val="222"/>
          <w:jc w:val="center"/>
        </w:trPr>
        <w:tc>
          <w:tcPr>
            <w:tcW w:w="2122" w:type="dxa"/>
            <w:tcBorders>
              <w:top w:val="single" w:sz="4" w:space="0" w:color="auto"/>
              <w:left w:val="single" w:sz="4" w:space="0" w:color="auto"/>
              <w:bottom w:val="dashSmallGap" w:sz="4" w:space="0" w:color="auto"/>
              <w:right w:val="single" w:sz="4" w:space="0" w:color="auto"/>
            </w:tcBorders>
            <w:vAlign w:val="center"/>
          </w:tcPr>
          <w:p w14:paraId="1A1B3757" w14:textId="77777777" w:rsidR="00C52BD9" w:rsidRPr="00A11D8F" w:rsidRDefault="00C52BD9" w:rsidP="005A38E7">
            <w:pPr>
              <w:keepNext/>
              <w:tabs>
                <w:tab w:val="left" w:pos="3402"/>
              </w:tabs>
              <w:spacing w:before="60" w:after="60"/>
              <w:jc w:val="center"/>
              <w:rPr>
                <w:rFonts w:ascii="Inpi" w:hAnsi="Inpi"/>
                <w:sz w:val="18"/>
              </w:rPr>
            </w:pPr>
            <w:r w:rsidRPr="00A11D8F">
              <w:rPr>
                <w:rFonts w:ascii="Inpi" w:hAnsi="Inpi"/>
                <w:sz w:val="18"/>
              </w:rPr>
              <w:t>Établissement</w:t>
            </w:r>
          </w:p>
        </w:tc>
        <w:tc>
          <w:tcPr>
            <w:tcW w:w="1409" w:type="dxa"/>
            <w:gridSpan w:val="2"/>
            <w:tcBorders>
              <w:top w:val="single" w:sz="4" w:space="0" w:color="auto"/>
              <w:left w:val="single" w:sz="4" w:space="0" w:color="auto"/>
              <w:bottom w:val="dashSmallGap" w:sz="4" w:space="0" w:color="auto"/>
              <w:right w:val="single" w:sz="4" w:space="0" w:color="auto"/>
            </w:tcBorders>
            <w:vAlign w:val="center"/>
          </w:tcPr>
          <w:p w14:paraId="2126CAE4" w14:textId="77777777" w:rsidR="00C52BD9" w:rsidRPr="00A11D8F" w:rsidRDefault="00C52BD9" w:rsidP="005A38E7">
            <w:pPr>
              <w:keepNext/>
              <w:tabs>
                <w:tab w:val="left" w:pos="3402"/>
              </w:tabs>
              <w:spacing w:before="60" w:after="60"/>
              <w:jc w:val="center"/>
              <w:rPr>
                <w:rFonts w:ascii="Inpi" w:hAnsi="Inpi"/>
                <w:sz w:val="18"/>
              </w:rPr>
            </w:pPr>
            <w:r w:rsidRPr="00A11D8F">
              <w:rPr>
                <w:rFonts w:ascii="Inpi" w:hAnsi="Inpi"/>
                <w:sz w:val="18"/>
              </w:rPr>
              <w:t>Guichet</w:t>
            </w:r>
          </w:p>
        </w:tc>
        <w:tc>
          <w:tcPr>
            <w:tcW w:w="1765" w:type="dxa"/>
            <w:gridSpan w:val="2"/>
            <w:tcBorders>
              <w:top w:val="single" w:sz="4" w:space="0" w:color="auto"/>
              <w:left w:val="single" w:sz="4" w:space="0" w:color="auto"/>
              <w:bottom w:val="dashSmallGap" w:sz="4" w:space="0" w:color="auto"/>
              <w:right w:val="single" w:sz="4" w:space="0" w:color="auto"/>
            </w:tcBorders>
            <w:vAlign w:val="center"/>
          </w:tcPr>
          <w:p w14:paraId="68424ED6" w14:textId="77777777" w:rsidR="00C52BD9" w:rsidRPr="00A11D8F" w:rsidRDefault="00C52BD9" w:rsidP="005A38E7">
            <w:pPr>
              <w:keepNext/>
              <w:tabs>
                <w:tab w:val="left" w:pos="3402"/>
              </w:tabs>
              <w:spacing w:before="60" w:after="60"/>
              <w:jc w:val="center"/>
              <w:rPr>
                <w:rFonts w:ascii="Inpi" w:hAnsi="Inpi"/>
                <w:sz w:val="18"/>
              </w:rPr>
            </w:pPr>
            <w:r w:rsidRPr="00A11D8F">
              <w:rPr>
                <w:rFonts w:ascii="Inpi" w:hAnsi="Inpi"/>
                <w:sz w:val="18"/>
              </w:rPr>
              <w:t>N° de compte</w:t>
            </w:r>
          </w:p>
        </w:tc>
        <w:tc>
          <w:tcPr>
            <w:tcW w:w="782" w:type="dxa"/>
            <w:gridSpan w:val="2"/>
            <w:tcBorders>
              <w:top w:val="single" w:sz="4" w:space="0" w:color="auto"/>
              <w:left w:val="single" w:sz="4" w:space="0" w:color="auto"/>
              <w:bottom w:val="dashSmallGap" w:sz="4" w:space="0" w:color="auto"/>
              <w:right w:val="single" w:sz="4" w:space="0" w:color="auto"/>
            </w:tcBorders>
            <w:vAlign w:val="center"/>
          </w:tcPr>
          <w:p w14:paraId="52D768EB" w14:textId="77777777" w:rsidR="00C52BD9" w:rsidRPr="00A11D8F" w:rsidRDefault="00C52BD9" w:rsidP="005A38E7">
            <w:pPr>
              <w:keepNext/>
              <w:tabs>
                <w:tab w:val="left" w:pos="3402"/>
              </w:tabs>
              <w:spacing w:before="60" w:after="60"/>
              <w:jc w:val="center"/>
              <w:rPr>
                <w:rFonts w:ascii="Inpi" w:hAnsi="Inpi"/>
                <w:sz w:val="18"/>
              </w:rPr>
            </w:pPr>
            <w:r w:rsidRPr="00A11D8F">
              <w:rPr>
                <w:rFonts w:ascii="Inpi" w:hAnsi="Inpi"/>
                <w:sz w:val="18"/>
              </w:rPr>
              <w:t>Clé</w:t>
            </w:r>
          </w:p>
        </w:tc>
        <w:tc>
          <w:tcPr>
            <w:tcW w:w="3848" w:type="dxa"/>
            <w:gridSpan w:val="2"/>
            <w:tcBorders>
              <w:top w:val="single" w:sz="4" w:space="0" w:color="auto"/>
              <w:left w:val="single" w:sz="4" w:space="0" w:color="auto"/>
              <w:bottom w:val="dashSmallGap" w:sz="4" w:space="0" w:color="auto"/>
              <w:right w:val="single" w:sz="4" w:space="0" w:color="auto"/>
            </w:tcBorders>
            <w:vAlign w:val="center"/>
          </w:tcPr>
          <w:p w14:paraId="2CE0DEE8" w14:textId="77777777" w:rsidR="00C52BD9" w:rsidRPr="00A11D8F" w:rsidRDefault="00C52BD9" w:rsidP="005A38E7">
            <w:pPr>
              <w:keepNext/>
              <w:tabs>
                <w:tab w:val="left" w:pos="3402"/>
              </w:tabs>
              <w:spacing w:before="60" w:after="60"/>
              <w:jc w:val="center"/>
              <w:rPr>
                <w:rFonts w:ascii="Inpi" w:hAnsi="Inpi"/>
                <w:sz w:val="18"/>
              </w:rPr>
            </w:pPr>
            <w:r w:rsidRPr="00A11D8F">
              <w:rPr>
                <w:rFonts w:ascii="Inpi" w:hAnsi="Inpi"/>
                <w:sz w:val="18"/>
              </w:rPr>
              <w:t>IBAN – Identifiant international de compte</w:t>
            </w:r>
          </w:p>
        </w:tc>
      </w:tr>
      <w:tr w:rsidR="00C52BD9" w:rsidRPr="00A11D8F" w14:paraId="7510FEFD" w14:textId="77777777" w:rsidTr="00F64D60">
        <w:tblPrEx>
          <w:tblLook w:val="01E0" w:firstRow="1" w:lastRow="1" w:firstColumn="1" w:lastColumn="1" w:noHBand="0" w:noVBand="0"/>
        </w:tblPrEx>
        <w:trPr>
          <w:jc w:val="center"/>
        </w:trPr>
        <w:tc>
          <w:tcPr>
            <w:tcW w:w="2122" w:type="dxa"/>
            <w:tcBorders>
              <w:top w:val="dashSmallGap" w:sz="4" w:space="0" w:color="auto"/>
              <w:left w:val="single" w:sz="4" w:space="0" w:color="auto"/>
              <w:bottom w:val="single" w:sz="4" w:space="0" w:color="auto"/>
              <w:right w:val="single" w:sz="4" w:space="0" w:color="auto"/>
            </w:tcBorders>
            <w:vAlign w:val="center"/>
          </w:tcPr>
          <w:p w14:paraId="6CED65F6" w14:textId="77777777" w:rsidR="00C52BD9" w:rsidRPr="00A11D8F" w:rsidRDefault="00C52BD9" w:rsidP="005A38E7">
            <w:pPr>
              <w:keepNext/>
              <w:spacing w:before="60" w:after="60"/>
              <w:jc w:val="center"/>
              <w:rPr>
                <w:rFonts w:ascii="Inpi" w:hAnsi="Inpi"/>
                <w:b/>
              </w:rPr>
            </w:pPr>
          </w:p>
        </w:tc>
        <w:tc>
          <w:tcPr>
            <w:tcW w:w="1409" w:type="dxa"/>
            <w:gridSpan w:val="2"/>
            <w:tcBorders>
              <w:top w:val="dashSmallGap" w:sz="4" w:space="0" w:color="auto"/>
              <w:left w:val="single" w:sz="4" w:space="0" w:color="auto"/>
              <w:bottom w:val="single" w:sz="4" w:space="0" w:color="auto"/>
              <w:right w:val="single" w:sz="4" w:space="0" w:color="auto"/>
            </w:tcBorders>
            <w:vAlign w:val="center"/>
          </w:tcPr>
          <w:p w14:paraId="6A6D7910" w14:textId="77777777" w:rsidR="00C52BD9" w:rsidRPr="00A11D8F" w:rsidRDefault="00C52BD9" w:rsidP="005A38E7">
            <w:pPr>
              <w:keepNext/>
              <w:spacing w:before="60" w:after="60"/>
              <w:jc w:val="center"/>
              <w:rPr>
                <w:rFonts w:ascii="Inpi" w:hAnsi="Inpi"/>
                <w:b/>
              </w:rPr>
            </w:pPr>
          </w:p>
        </w:tc>
        <w:tc>
          <w:tcPr>
            <w:tcW w:w="1765" w:type="dxa"/>
            <w:gridSpan w:val="2"/>
            <w:tcBorders>
              <w:top w:val="dashSmallGap" w:sz="4" w:space="0" w:color="auto"/>
              <w:left w:val="single" w:sz="4" w:space="0" w:color="auto"/>
              <w:bottom w:val="single" w:sz="4" w:space="0" w:color="auto"/>
              <w:right w:val="single" w:sz="4" w:space="0" w:color="auto"/>
            </w:tcBorders>
            <w:vAlign w:val="center"/>
          </w:tcPr>
          <w:p w14:paraId="04CA4DD5" w14:textId="77777777" w:rsidR="00C52BD9" w:rsidRPr="00A11D8F" w:rsidRDefault="00C52BD9" w:rsidP="005A38E7">
            <w:pPr>
              <w:keepNext/>
              <w:spacing w:before="60" w:after="60"/>
              <w:jc w:val="center"/>
              <w:rPr>
                <w:rFonts w:ascii="Inpi" w:hAnsi="Inpi"/>
                <w:b/>
              </w:rPr>
            </w:pPr>
          </w:p>
        </w:tc>
        <w:tc>
          <w:tcPr>
            <w:tcW w:w="782" w:type="dxa"/>
            <w:gridSpan w:val="2"/>
            <w:tcBorders>
              <w:top w:val="dashSmallGap" w:sz="4" w:space="0" w:color="auto"/>
              <w:left w:val="single" w:sz="4" w:space="0" w:color="auto"/>
              <w:bottom w:val="single" w:sz="4" w:space="0" w:color="auto"/>
              <w:right w:val="single" w:sz="4" w:space="0" w:color="auto"/>
            </w:tcBorders>
            <w:vAlign w:val="center"/>
          </w:tcPr>
          <w:p w14:paraId="601890E2" w14:textId="77777777" w:rsidR="00C52BD9" w:rsidRPr="00A11D8F" w:rsidRDefault="00C52BD9" w:rsidP="005A38E7">
            <w:pPr>
              <w:keepNext/>
              <w:spacing w:before="60" w:after="60"/>
              <w:jc w:val="center"/>
              <w:rPr>
                <w:rFonts w:ascii="Inpi" w:hAnsi="Inpi"/>
                <w:b/>
              </w:rPr>
            </w:pPr>
          </w:p>
        </w:tc>
        <w:tc>
          <w:tcPr>
            <w:tcW w:w="3848" w:type="dxa"/>
            <w:gridSpan w:val="2"/>
            <w:tcBorders>
              <w:top w:val="dashSmallGap" w:sz="4" w:space="0" w:color="auto"/>
              <w:left w:val="single" w:sz="4" w:space="0" w:color="auto"/>
              <w:bottom w:val="single" w:sz="4" w:space="0" w:color="auto"/>
              <w:right w:val="single" w:sz="4" w:space="0" w:color="auto"/>
            </w:tcBorders>
            <w:vAlign w:val="center"/>
          </w:tcPr>
          <w:p w14:paraId="297B2A42" w14:textId="77777777" w:rsidR="00C52BD9" w:rsidRPr="00A11D8F" w:rsidRDefault="00C52BD9" w:rsidP="005A38E7">
            <w:pPr>
              <w:keepNext/>
              <w:spacing w:before="60" w:after="60"/>
              <w:jc w:val="center"/>
              <w:rPr>
                <w:rFonts w:ascii="Inpi" w:hAnsi="Inpi"/>
                <w:b/>
                <w:caps/>
              </w:rPr>
            </w:pPr>
          </w:p>
        </w:tc>
      </w:tr>
      <w:tr w:rsidR="00C52BD9" w:rsidRPr="00A11D8F" w14:paraId="685BF052" w14:textId="77777777" w:rsidTr="00F64D60">
        <w:tblPrEx>
          <w:tblBorders>
            <w:top w:val="single" w:sz="12" w:space="0" w:color="auto"/>
            <w:left w:val="single" w:sz="12" w:space="0" w:color="auto"/>
            <w:bottom w:val="single" w:sz="12" w:space="0" w:color="auto"/>
            <w:right w:val="single" w:sz="12" w:space="0" w:color="auto"/>
            <w:insideH w:val="none" w:sz="0" w:space="0" w:color="auto"/>
            <w:insideV w:val="single" w:sz="12" w:space="0" w:color="auto"/>
          </w:tblBorders>
          <w:tblLook w:val="01E0" w:firstRow="1" w:lastRow="1" w:firstColumn="1" w:lastColumn="1" w:noHBand="0" w:noVBand="0"/>
        </w:tblPrEx>
        <w:trPr>
          <w:jc w:val="center"/>
        </w:trPr>
        <w:tc>
          <w:tcPr>
            <w:tcW w:w="5848" w:type="dxa"/>
            <w:gridSpan w:val="6"/>
            <w:tcBorders>
              <w:top w:val="single" w:sz="4" w:space="0" w:color="auto"/>
              <w:left w:val="single" w:sz="4" w:space="0" w:color="auto"/>
              <w:bottom w:val="dashSmallGap" w:sz="4" w:space="0" w:color="auto"/>
              <w:right w:val="single" w:sz="4" w:space="0" w:color="auto"/>
            </w:tcBorders>
            <w:vAlign w:val="center"/>
          </w:tcPr>
          <w:p w14:paraId="28132806" w14:textId="77777777" w:rsidR="00C52BD9" w:rsidRPr="00A11D8F" w:rsidRDefault="00C52BD9" w:rsidP="005A38E7">
            <w:pPr>
              <w:tabs>
                <w:tab w:val="left" w:pos="3402"/>
              </w:tabs>
              <w:spacing w:before="60" w:after="60"/>
              <w:jc w:val="center"/>
              <w:rPr>
                <w:rFonts w:ascii="Inpi" w:hAnsi="Inpi"/>
                <w:sz w:val="18"/>
              </w:rPr>
            </w:pPr>
            <w:r w:rsidRPr="00A11D8F">
              <w:rPr>
                <w:rFonts w:ascii="Inpi" w:hAnsi="Inpi"/>
                <w:sz w:val="18"/>
              </w:rPr>
              <w:t>BIC  – Identifiant international de compte</w:t>
            </w:r>
          </w:p>
        </w:tc>
        <w:tc>
          <w:tcPr>
            <w:tcW w:w="4078" w:type="dxa"/>
            <w:gridSpan w:val="3"/>
            <w:tcBorders>
              <w:top w:val="single" w:sz="4" w:space="0" w:color="auto"/>
              <w:left w:val="single" w:sz="4" w:space="0" w:color="auto"/>
              <w:bottom w:val="dashSmallGap" w:sz="4" w:space="0" w:color="auto"/>
              <w:right w:val="single" w:sz="4" w:space="0" w:color="auto"/>
            </w:tcBorders>
            <w:vAlign w:val="center"/>
          </w:tcPr>
          <w:p w14:paraId="01F32841" w14:textId="77777777" w:rsidR="00C52BD9" w:rsidRPr="00A11D8F" w:rsidRDefault="00C52BD9" w:rsidP="005A38E7">
            <w:pPr>
              <w:tabs>
                <w:tab w:val="left" w:pos="3402"/>
              </w:tabs>
              <w:spacing w:before="60" w:after="60"/>
              <w:jc w:val="center"/>
              <w:rPr>
                <w:rFonts w:ascii="Inpi" w:hAnsi="Inpi"/>
                <w:sz w:val="18"/>
              </w:rPr>
            </w:pPr>
            <w:r w:rsidRPr="00A11D8F">
              <w:rPr>
                <w:rFonts w:ascii="Inpi" w:hAnsi="Inpi"/>
                <w:sz w:val="18"/>
              </w:rPr>
              <w:t>Domiciliation</w:t>
            </w:r>
          </w:p>
        </w:tc>
      </w:tr>
      <w:tr w:rsidR="00C52BD9" w:rsidRPr="00A11D8F" w14:paraId="1E19E1A0" w14:textId="77777777" w:rsidTr="00F64D60">
        <w:tblPrEx>
          <w:tblBorders>
            <w:top w:val="single" w:sz="12" w:space="0" w:color="auto"/>
            <w:left w:val="single" w:sz="12" w:space="0" w:color="auto"/>
            <w:bottom w:val="single" w:sz="12" w:space="0" w:color="auto"/>
            <w:right w:val="single" w:sz="12" w:space="0" w:color="auto"/>
            <w:insideH w:val="none" w:sz="0" w:space="0" w:color="auto"/>
            <w:insideV w:val="single" w:sz="12" w:space="0" w:color="auto"/>
          </w:tblBorders>
          <w:tblLook w:val="01E0" w:firstRow="1" w:lastRow="1" w:firstColumn="1" w:lastColumn="1" w:noHBand="0" w:noVBand="0"/>
        </w:tblPrEx>
        <w:trPr>
          <w:jc w:val="center"/>
        </w:trPr>
        <w:tc>
          <w:tcPr>
            <w:tcW w:w="5848" w:type="dxa"/>
            <w:gridSpan w:val="6"/>
            <w:tcBorders>
              <w:top w:val="dashSmallGap" w:sz="4" w:space="0" w:color="auto"/>
              <w:left w:val="single" w:sz="4" w:space="0" w:color="auto"/>
              <w:bottom w:val="single" w:sz="4" w:space="0" w:color="auto"/>
              <w:right w:val="single" w:sz="4" w:space="0" w:color="auto"/>
            </w:tcBorders>
          </w:tcPr>
          <w:p w14:paraId="2A1F682A" w14:textId="77777777" w:rsidR="00C52BD9" w:rsidRPr="00A11D8F" w:rsidRDefault="00C52BD9" w:rsidP="005A38E7">
            <w:pPr>
              <w:tabs>
                <w:tab w:val="left" w:pos="3402"/>
              </w:tabs>
              <w:spacing w:before="60" w:after="60"/>
              <w:jc w:val="center"/>
              <w:rPr>
                <w:rFonts w:ascii="Inpi" w:hAnsi="Inpi"/>
                <w:caps/>
              </w:rPr>
            </w:pPr>
          </w:p>
        </w:tc>
        <w:tc>
          <w:tcPr>
            <w:tcW w:w="4078" w:type="dxa"/>
            <w:gridSpan w:val="3"/>
            <w:tcBorders>
              <w:top w:val="dashSmallGap" w:sz="4" w:space="0" w:color="auto"/>
              <w:left w:val="single" w:sz="4" w:space="0" w:color="auto"/>
              <w:bottom w:val="single" w:sz="4" w:space="0" w:color="auto"/>
              <w:right w:val="single" w:sz="4" w:space="0" w:color="auto"/>
            </w:tcBorders>
          </w:tcPr>
          <w:p w14:paraId="11EBCCBB" w14:textId="77777777" w:rsidR="00C52BD9" w:rsidRPr="00A11D8F" w:rsidRDefault="00C52BD9" w:rsidP="005A38E7">
            <w:pPr>
              <w:tabs>
                <w:tab w:val="left" w:pos="3402"/>
              </w:tabs>
              <w:spacing w:before="60" w:after="60"/>
              <w:jc w:val="center"/>
              <w:rPr>
                <w:rFonts w:ascii="Inpi" w:hAnsi="Inpi"/>
                <w:caps/>
              </w:rPr>
            </w:pPr>
          </w:p>
        </w:tc>
      </w:tr>
      <w:tr w:rsidR="00C52BD9" w:rsidRPr="00A11D8F" w14:paraId="068A7FB5" w14:textId="77777777" w:rsidTr="00F64D60">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jc w:val="center"/>
        </w:trPr>
        <w:tc>
          <w:tcPr>
            <w:tcW w:w="3226" w:type="dxa"/>
            <w:gridSpan w:val="2"/>
            <w:tcBorders>
              <w:top w:val="single" w:sz="4" w:space="0" w:color="auto"/>
              <w:left w:val="single" w:sz="4" w:space="0" w:color="auto"/>
              <w:bottom w:val="single" w:sz="4" w:space="0" w:color="auto"/>
            </w:tcBorders>
            <w:vAlign w:val="center"/>
          </w:tcPr>
          <w:p w14:paraId="61F179BC" w14:textId="77777777" w:rsidR="00C52BD9" w:rsidRPr="00A11D8F" w:rsidRDefault="00C52BD9" w:rsidP="005A38E7">
            <w:pPr>
              <w:tabs>
                <w:tab w:val="left" w:pos="3402"/>
              </w:tabs>
              <w:spacing w:before="60" w:after="60"/>
              <w:rPr>
                <w:rFonts w:ascii="Inpi" w:hAnsi="Inpi"/>
                <w:sz w:val="18"/>
              </w:rPr>
            </w:pPr>
            <w:r w:rsidRPr="00A11D8F">
              <w:rPr>
                <w:rFonts w:ascii="Inpi" w:hAnsi="Inpi"/>
                <w:sz w:val="18"/>
              </w:rPr>
              <w:t>Titulaire du compte :</w:t>
            </w:r>
          </w:p>
        </w:tc>
        <w:tc>
          <w:tcPr>
            <w:tcW w:w="6700" w:type="dxa"/>
            <w:gridSpan w:val="7"/>
            <w:tcBorders>
              <w:top w:val="single" w:sz="4" w:space="0" w:color="auto"/>
              <w:bottom w:val="single" w:sz="4" w:space="0" w:color="auto"/>
              <w:right w:val="single" w:sz="4" w:space="0" w:color="auto"/>
            </w:tcBorders>
          </w:tcPr>
          <w:p w14:paraId="07D80D7F" w14:textId="77777777" w:rsidR="00C52BD9" w:rsidRPr="00A11D8F" w:rsidRDefault="00C52BD9" w:rsidP="005A38E7">
            <w:pPr>
              <w:spacing w:before="60" w:after="60"/>
              <w:rPr>
                <w:rFonts w:ascii="Inpi" w:hAnsi="Inpi"/>
                <w:caps/>
              </w:rPr>
            </w:pPr>
          </w:p>
        </w:tc>
      </w:tr>
      <w:tr w:rsidR="00C52BD9" w:rsidRPr="00A11D8F" w14:paraId="1401E482" w14:textId="77777777" w:rsidTr="00F64D60">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1410"/>
          <w:jc w:val="center"/>
        </w:trPr>
        <w:tc>
          <w:tcPr>
            <w:tcW w:w="9926" w:type="dxa"/>
            <w:gridSpan w:val="9"/>
            <w:tcBorders>
              <w:top w:val="single" w:sz="4" w:space="0" w:color="auto"/>
              <w:left w:val="single" w:sz="4" w:space="0" w:color="auto"/>
              <w:bottom w:val="single" w:sz="4" w:space="0" w:color="auto"/>
              <w:right w:val="single" w:sz="4" w:space="0" w:color="auto"/>
            </w:tcBorders>
            <w:vAlign w:val="center"/>
          </w:tcPr>
          <w:p w14:paraId="0A51E992" w14:textId="77777777" w:rsidR="00C52BD9" w:rsidRPr="00A11D8F" w:rsidRDefault="00C52BD9" w:rsidP="005A38E7">
            <w:pPr>
              <w:spacing w:before="60" w:after="60"/>
              <w:rPr>
                <w:rFonts w:ascii="Inpi" w:hAnsi="Inpi"/>
                <w:sz w:val="18"/>
              </w:rPr>
            </w:pPr>
            <w:r w:rsidRPr="00A11D8F">
              <w:rPr>
                <w:rFonts w:ascii="Inpi" w:hAnsi="Inpi"/>
                <w:sz w:val="18"/>
              </w:rPr>
              <w:t>(Reproduire ce tableau en autant de fois que de membres de groupements)</w:t>
            </w:r>
          </w:p>
          <w:p w14:paraId="037A3CF7" w14:textId="77777777" w:rsidR="00C52BD9" w:rsidRPr="00A11D8F" w:rsidRDefault="00C52BD9" w:rsidP="005A38E7">
            <w:pPr>
              <w:tabs>
                <w:tab w:val="left" w:pos="6237"/>
              </w:tabs>
              <w:rPr>
                <w:rFonts w:ascii="Inpi" w:hAnsi="Inpi"/>
                <w:b/>
                <w:bCs/>
              </w:rPr>
            </w:pPr>
          </w:p>
          <w:p w14:paraId="038188AE" w14:textId="77777777" w:rsidR="00C52BD9" w:rsidRPr="00A11D8F" w:rsidRDefault="00C52BD9" w:rsidP="005A38E7">
            <w:pPr>
              <w:tabs>
                <w:tab w:val="left" w:pos="6237"/>
              </w:tabs>
              <w:rPr>
                <w:rFonts w:ascii="Inpi" w:hAnsi="Inpi"/>
              </w:rPr>
            </w:pPr>
            <w:r w:rsidRPr="00A11D8F">
              <w:rPr>
                <w:rFonts w:ascii="Inpi" w:hAnsi="Inpi"/>
                <w:b/>
                <w:bCs/>
              </w:rPr>
              <w:t>Répartition des prestations</w:t>
            </w:r>
            <w:r w:rsidRPr="00A11D8F">
              <w:rPr>
                <w:rFonts w:ascii="Inpi" w:hAnsi="Inpi"/>
                <w:i/>
                <w:iCs/>
              </w:rPr>
              <w:t xml:space="preserve"> </w:t>
            </w:r>
            <w:r w:rsidRPr="00A11D8F">
              <w:rPr>
                <w:rFonts w:ascii="Inpi" w:hAnsi="Inpi"/>
                <w:b/>
                <w:bCs/>
              </w:rPr>
              <w:t>:</w:t>
            </w:r>
          </w:p>
          <w:p w14:paraId="1B65307D" w14:textId="77777777" w:rsidR="00C52BD9" w:rsidRPr="00A11D8F" w:rsidRDefault="00C52BD9" w:rsidP="005A38E7">
            <w:pPr>
              <w:spacing w:before="120"/>
              <w:jc w:val="both"/>
              <w:rPr>
                <w:rFonts w:ascii="Inpi" w:hAnsi="Inpi"/>
              </w:rPr>
            </w:pPr>
            <w:r w:rsidRPr="00A11D8F">
              <w:rPr>
                <w:rFonts w:ascii="Inpi" w:hAnsi="Inpi"/>
                <w:i/>
                <w:iCs/>
                <w:sz w:val="18"/>
                <w:szCs w:val="18"/>
              </w:rPr>
              <w:t>(Les membres du groupement conjoint indiquent dans le tableau ci-dessous la répartition des prestations que chacun d’entre eux s’engage à réaliser.)</w:t>
            </w:r>
          </w:p>
        </w:tc>
      </w:tr>
      <w:tr w:rsidR="00C52BD9" w:rsidRPr="00A11D8F" w14:paraId="00CC6D3F" w14:textId="77777777" w:rsidTr="00F64D60">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525"/>
          <w:jc w:val="center"/>
        </w:trPr>
        <w:tc>
          <w:tcPr>
            <w:tcW w:w="3765" w:type="dxa"/>
            <w:gridSpan w:val="4"/>
            <w:vMerge w:val="restart"/>
            <w:tcBorders>
              <w:top w:val="single" w:sz="4" w:space="0" w:color="auto"/>
              <w:left w:val="single" w:sz="4" w:space="0" w:color="auto"/>
              <w:right w:val="single" w:sz="4" w:space="0" w:color="auto"/>
            </w:tcBorders>
            <w:shd w:val="clear" w:color="auto" w:fill="E0E0E0"/>
            <w:vAlign w:val="center"/>
          </w:tcPr>
          <w:p w14:paraId="27A81270" w14:textId="77777777" w:rsidR="00C52BD9" w:rsidRPr="00A11D8F" w:rsidRDefault="00C52BD9" w:rsidP="005A38E7">
            <w:pPr>
              <w:jc w:val="center"/>
              <w:rPr>
                <w:rFonts w:ascii="Inpi" w:hAnsi="Inpi"/>
                <w:b/>
                <w:bCs/>
              </w:rPr>
            </w:pPr>
            <w:r w:rsidRPr="00A11D8F">
              <w:rPr>
                <w:rFonts w:ascii="Inpi" w:hAnsi="Inpi"/>
                <w:b/>
                <w:bCs/>
              </w:rPr>
              <w:t>Désignation des membres du groupement conjoint</w:t>
            </w:r>
          </w:p>
        </w:tc>
        <w:tc>
          <w:tcPr>
            <w:tcW w:w="6161" w:type="dxa"/>
            <w:gridSpan w:val="5"/>
            <w:tcBorders>
              <w:top w:val="single" w:sz="4" w:space="0" w:color="auto"/>
              <w:left w:val="single" w:sz="4" w:space="0" w:color="auto"/>
              <w:bottom w:val="single" w:sz="4" w:space="0" w:color="auto"/>
              <w:right w:val="single" w:sz="4" w:space="0" w:color="auto"/>
            </w:tcBorders>
            <w:shd w:val="clear" w:color="auto" w:fill="E0E0E0"/>
            <w:vAlign w:val="center"/>
          </w:tcPr>
          <w:p w14:paraId="75D829E7" w14:textId="77777777" w:rsidR="00C52BD9" w:rsidRPr="00A11D8F" w:rsidRDefault="00C52BD9" w:rsidP="005A38E7">
            <w:pPr>
              <w:jc w:val="center"/>
              <w:rPr>
                <w:rFonts w:ascii="Inpi" w:hAnsi="Inpi"/>
                <w:b/>
                <w:sz w:val="18"/>
              </w:rPr>
            </w:pPr>
            <w:r w:rsidRPr="00A11D8F">
              <w:rPr>
                <w:rFonts w:ascii="Inpi" w:hAnsi="Inpi"/>
                <w:b/>
                <w:bCs/>
                <w:iCs/>
                <w:szCs w:val="20"/>
              </w:rPr>
              <w:t>Prestations exécutées par les membres du groupement conjoint</w:t>
            </w:r>
          </w:p>
        </w:tc>
      </w:tr>
      <w:tr w:rsidR="00C52BD9" w:rsidRPr="00A11D8F" w14:paraId="60FB48AD" w14:textId="77777777" w:rsidTr="00F64D60">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315"/>
          <w:jc w:val="center"/>
        </w:trPr>
        <w:tc>
          <w:tcPr>
            <w:tcW w:w="3765" w:type="dxa"/>
            <w:gridSpan w:val="4"/>
            <w:vMerge/>
            <w:tcBorders>
              <w:left w:val="single" w:sz="4" w:space="0" w:color="auto"/>
              <w:bottom w:val="single" w:sz="4" w:space="0" w:color="auto"/>
              <w:right w:val="single" w:sz="4" w:space="0" w:color="auto"/>
            </w:tcBorders>
            <w:shd w:val="clear" w:color="auto" w:fill="E0E0E0"/>
            <w:vAlign w:val="center"/>
          </w:tcPr>
          <w:p w14:paraId="3D87B3C6" w14:textId="77777777" w:rsidR="00C52BD9" w:rsidRPr="00A11D8F" w:rsidRDefault="00C52BD9" w:rsidP="005A38E7">
            <w:pPr>
              <w:jc w:val="both"/>
              <w:rPr>
                <w:rFonts w:ascii="Inpi" w:hAnsi="Inpi"/>
                <w:b/>
                <w:bCs/>
              </w:rPr>
            </w:pPr>
          </w:p>
        </w:tc>
        <w:tc>
          <w:tcPr>
            <w:tcW w:w="3251" w:type="dxa"/>
            <w:gridSpan w:val="4"/>
            <w:tcBorders>
              <w:top w:val="single" w:sz="4" w:space="0" w:color="auto"/>
              <w:left w:val="single" w:sz="4" w:space="0" w:color="auto"/>
              <w:bottom w:val="single" w:sz="4" w:space="0" w:color="auto"/>
              <w:right w:val="single" w:sz="4" w:space="0" w:color="auto"/>
            </w:tcBorders>
            <w:shd w:val="clear" w:color="auto" w:fill="E0E0E0"/>
            <w:vAlign w:val="center"/>
          </w:tcPr>
          <w:p w14:paraId="1A087B04" w14:textId="77777777" w:rsidR="00C52BD9" w:rsidRPr="00A11D8F" w:rsidRDefault="00C52BD9" w:rsidP="005A38E7">
            <w:pPr>
              <w:spacing w:before="60" w:after="60"/>
              <w:jc w:val="center"/>
              <w:rPr>
                <w:rFonts w:ascii="Inpi" w:hAnsi="Inpi"/>
                <w:sz w:val="18"/>
              </w:rPr>
            </w:pPr>
            <w:r w:rsidRPr="00A11D8F">
              <w:rPr>
                <w:rFonts w:ascii="Inpi" w:hAnsi="Inpi"/>
                <w:b/>
                <w:bCs/>
              </w:rPr>
              <w:t>Nature de la prestation</w:t>
            </w:r>
          </w:p>
        </w:tc>
        <w:tc>
          <w:tcPr>
            <w:tcW w:w="2910" w:type="dxa"/>
            <w:tcBorders>
              <w:top w:val="single" w:sz="4" w:space="0" w:color="auto"/>
              <w:left w:val="single" w:sz="4" w:space="0" w:color="auto"/>
              <w:bottom w:val="single" w:sz="4" w:space="0" w:color="auto"/>
              <w:right w:val="single" w:sz="4" w:space="0" w:color="auto"/>
            </w:tcBorders>
            <w:shd w:val="clear" w:color="auto" w:fill="E0E0E0"/>
            <w:vAlign w:val="center"/>
          </w:tcPr>
          <w:p w14:paraId="5263FD5A" w14:textId="77777777" w:rsidR="00C52BD9" w:rsidRPr="00A11D8F" w:rsidRDefault="00C52BD9" w:rsidP="005A38E7">
            <w:pPr>
              <w:jc w:val="center"/>
              <w:rPr>
                <w:rFonts w:ascii="Inpi" w:hAnsi="Inpi"/>
                <w:b/>
                <w:bCs/>
              </w:rPr>
            </w:pPr>
            <w:r w:rsidRPr="00A11D8F">
              <w:rPr>
                <w:rFonts w:ascii="Inpi" w:hAnsi="Inpi"/>
                <w:b/>
                <w:bCs/>
              </w:rPr>
              <w:t>Montant en € HT de la prestation</w:t>
            </w:r>
          </w:p>
        </w:tc>
      </w:tr>
      <w:tr w:rsidR="00C52BD9" w:rsidRPr="00A11D8F" w14:paraId="1A49EF91" w14:textId="77777777" w:rsidTr="00F64D60">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318"/>
          <w:jc w:val="center"/>
        </w:trPr>
        <w:tc>
          <w:tcPr>
            <w:tcW w:w="3765" w:type="dxa"/>
            <w:gridSpan w:val="4"/>
            <w:tcBorders>
              <w:top w:val="single" w:sz="4" w:space="0" w:color="auto"/>
              <w:left w:val="single" w:sz="4" w:space="0" w:color="auto"/>
              <w:bottom w:val="single" w:sz="4" w:space="0" w:color="auto"/>
              <w:right w:val="single" w:sz="4" w:space="0" w:color="auto"/>
            </w:tcBorders>
            <w:vAlign w:val="center"/>
          </w:tcPr>
          <w:p w14:paraId="231FECAA" w14:textId="77777777" w:rsidR="00C52BD9" w:rsidRPr="00A11D8F" w:rsidRDefault="00C52BD9" w:rsidP="005A38E7">
            <w:pPr>
              <w:rPr>
                <w:rFonts w:ascii="Inpi" w:hAnsi="Inpi"/>
                <w:bCs/>
              </w:rPr>
            </w:pPr>
          </w:p>
        </w:tc>
        <w:tc>
          <w:tcPr>
            <w:tcW w:w="3251" w:type="dxa"/>
            <w:gridSpan w:val="4"/>
            <w:tcBorders>
              <w:top w:val="single" w:sz="4" w:space="0" w:color="auto"/>
              <w:left w:val="single" w:sz="4" w:space="0" w:color="auto"/>
              <w:bottom w:val="single" w:sz="4" w:space="0" w:color="auto"/>
              <w:right w:val="single" w:sz="4" w:space="0" w:color="auto"/>
            </w:tcBorders>
            <w:vAlign w:val="center"/>
          </w:tcPr>
          <w:p w14:paraId="1AC70B1B" w14:textId="77777777" w:rsidR="00C52BD9" w:rsidRPr="00A11D8F" w:rsidRDefault="00C52BD9" w:rsidP="005A38E7">
            <w:pPr>
              <w:rPr>
                <w:rFonts w:ascii="Inpi" w:hAnsi="Inpi"/>
                <w:bCs/>
              </w:rPr>
            </w:pPr>
          </w:p>
        </w:tc>
        <w:tc>
          <w:tcPr>
            <w:tcW w:w="2910" w:type="dxa"/>
            <w:tcBorders>
              <w:top w:val="single" w:sz="4" w:space="0" w:color="auto"/>
              <w:left w:val="single" w:sz="4" w:space="0" w:color="auto"/>
              <w:bottom w:val="single" w:sz="4" w:space="0" w:color="auto"/>
              <w:right w:val="single" w:sz="4" w:space="0" w:color="auto"/>
            </w:tcBorders>
            <w:vAlign w:val="center"/>
          </w:tcPr>
          <w:p w14:paraId="6101BA03" w14:textId="77777777" w:rsidR="00C52BD9" w:rsidRPr="00A11D8F" w:rsidRDefault="00C52BD9" w:rsidP="005A38E7">
            <w:pPr>
              <w:rPr>
                <w:rFonts w:ascii="Inpi" w:hAnsi="Inpi"/>
                <w:bCs/>
              </w:rPr>
            </w:pPr>
          </w:p>
        </w:tc>
      </w:tr>
      <w:tr w:rsidR="00C52BD9" w:rsidRPr="00A11D8F" w14:paraId="338FD4EC" w14:textId="77777777" w:rsidTr="00F64D60">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318"/>
          <w:jc w:val="center"/>
        </w:trPr>
        <w:tc>
          <w:tcPr>
            <w:tcW w:w="3765" w:type="dxa"/>
            <w:gridSpan w:val="4"/>
            <w:tcBorders>
              <w:top w:val="single" w:sz="4" w:space="0" w:color="auto"/>
              <w:left w:val="single" w:sz="4" w:space="0" w:color="auto"/>
              <w:bottom w:val="single" w:sz="4" w:space="0" w:color="auto"/>
              <w:right w:val="single" w:sz="4" w:space="0" w:color="auto"/>
            </w:tcBorders>
            <w:shd w:val="clear" w:color="auto" w:fill="E0E0E0"/>
            <w:vAlign w:val="center"/>
          </w:tcPr>
          <w:p w14:paraId="2178456D" w14:textId="77777777" w:rsidR="00C52BD9" w:rsidRPr="00A11D8F" w:rsidRDefault="00C52BD9" w:rsidP="005A38E7">
            <w:pPr>
              <w:jc w:val="both"/>
              <w:rPr>
                <w:rFonts w:ascii="Inpi" w:hAnsi="Inpi"/>
                <w:bCs/>
              </w:rPr>
            </w:pPr>
          </w:p>
        </w:tc>
        <w:tc>
          <w:tcPr>
            <w:tcW w:w="3251" w:type="dxa"/>
            <w:gridSpan w:val="4"/>
            <w:tcBorders>
              <w:top w:val="single" w:sz="4" w:space="0" w:color="auto"/>
              <w:left w:val="single" w:sz="4" w:space="0" w:color="auto"/>
              <w:bottom w:val="single" w:sz="4" w:space="0" w:color="auto"/>
              <w:right w:val="single" w:sz="4" w:space="0" w:color="auto"/>
            </w:tcBorders>
            <w:shd w:val="clear" w:color="auto" w:fill="E0E0E0"/>
            <w:vAlign w:val="center"/>
          </w:tcPr>
          <w:p w14:paraId="1E0C1F78" w14:textId="77777777" w:rsidR="00C52BD9" w:rsidRPr="00A11D8F" w:rsidRDefault="00C52BD9" w:rsidP="005A38E7">
            <w:pPr>
              <w:rPr>
                <w:rFonts w:ascii="Inpi" w:hAnsi="Inpi"/>
                <w:bCs/>
              </w:rPr>
            </w:pPr>
          </w:p>
        </w:tc>
        <w:tc>
          <w:tcPr>
            <w:tcW w:w="2910" w:type="dxa"/>
            <w:tcBorders>
              <w:top w:val="single" w:sz="4" w:space="0" w:color="auto"/>
              <w:left w:val="single" w:sz="4" w:space="0" w:color="auto"/>
              <w:bottom w:val="single" w:sz="4" w:space="0" w:color="auto"/>
              <w:right w:val="single" w:sz="4" w:space="0" w:color="auto"/>
            </w:tcBorders>
            <w:shd w:val="clear" w:color="auto" w:fill="E0E0E0"/>
            <w:vAlign w:val="center"/>
          </w:tcPr>
          <w:p w14:paraId="52201343" w14:textId="77777777" w:rsidR="00C52BD9" w:rsidRPr="00A11D8F" w:rsidRDefault="00C52BD9" w:rsidP="005A38E7">
            <w:pPr>
              <w:rPr>
                <w:rFonts w:ascii="Inpi" w:hAnsi="Inpi"/>
                <w:bCs/>
              </w:rPr>
            </w:pPr>
          </w:p>
        </w:tc>
      </w:tr>
      <w:tr w:rsidR="00C52BD9" w:rsidRPr="00A11D8F" w14:paraId="3DE60F5F" w14:textId="77777777" w:rsidTr="00F64D60">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318"/>
          <w:jc w:val="center"/>
        </w:trPr>
        <w:tc>
          <w:tcPr>
            <w:tcW w:w="3765" w:type="dxa"/>
            <w:gridSpan w:val="4"/>
            <w:tcBorders>
              <w:top w:val="single" w:sz="4" w:space="0" w:color="auto"/>
              <w:left w:val="single" w:sz="4" w:space="0" w:color="auto"/>
              <w:bottom w:val="single" w:sz="4" w:space="0" w:color="auto"/>
              <w:right w:val="single" w:sz="4" w:space="0" w:color="auto"/>
            </w:tcBorders>
            <w:vAlign w:val="center"/>
          </w:tcPr>
          <w:p w14:paraId="2FE82492" w14:textId="77777777" w:rsidR="00C52BD9" w:rsidRPr="00A11D8F" w:rsidRDefault="00C52BD9" w:rsidP="005A38E7">
            <w:pPr>
              <w:jc w:val="both"/>
              <w:rPr>
                <w:rFonts w:ascii="Inpi" w:hAnsi="Inpi"/>
                <w:bCs/>
              </w:rPr>
            </w:pPr>
          </w:p>
        </w:tc>
        <w:tc>
          <w:tcPr>
            <w:tcW w:w="3251" w:type="dxa"/>
            <w:gridSpan w:val="4"/>
            <w:tcBorders>
              <w:top w:val="single" w:sz="4" w:space="0" w:color="auto"/>
              <w:left w:val="single" w:sz="4" w:space="0" w:color="auto"/>
              <w:bottom w:val="single" w:sz="4" w:space="0" w:color="auto"/>
              <w:right w:val="single" w:sz="4" w:space="0" w:color="auto"/>
            </w:tcBorders>
            <w:vAlign w:val="center"/>
          </w:tcPr>
          <w:p w14:paraId="77CFCFC6" w14:textId="77777777" w:rsidR="00C52BD9" w:rsidRPr="00A11D8F" w:rsidRDefault="00C52BD9" w:rsidP="005A38E7">
            <w:pPr>
              <w:rPr>
                <w:rFonts w:ascii="Inpi" w:hAnsi="Inpi"/>
                <w:bCs/>
              </w:rPr>
            </w:pPr>
          </w:p>
        </w:tc>
        <w:tc>
          <w:tcPr>
            <w:tcW w:w="2910" w:type="dxa"/>
            <w:tcBorders>
              <w:top w:val="single" w:sz="4" w:space="0" w:color="auto"/>
              <w:left w:val="single" w:sz="4" w:space="0" w:color="auto"/>
              <w:bottom w:val="single" w:sz="4" w:space="0" w:color="auto"/>
              <w:right w:val="single" w:sz="4" w:space="0" w:color="auto"/>
            </w:tcBorders>
            <w:vAlign w:val="center"/>
          </w:tcPr>
          <w:p w14:paraId="7A62DDDB" w14:textId="77777777" w:rsidR="00C52BD9" w:rsidRPr="00A11D8F" w:rsidRDefault="00C52BD9" w:rsidP="005A38E7">
            <w:pPr>
              <w:rPr>
                <w:rFonts w:ascii="Inpi" w:hAnsi="Inpi"/>
                <w:bCs/>
              </w:rPr>
            </w:pPr>
          </w:p>
        </w:tc>
      </w:tr>
      <w:tr w:rsidR="00C52BD9" w:rsidRPr="00A11D8F" w14:paraId="7C43E47A" w14:textId="77777777" w:rsidTr="00F64D60">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319"/>
          <w:jc w:val="center"/>
        </w:trPr>
        <w:tc>
          <w:tcPr>
            <w:tcW w:w="7016" w:type="dxa"/>
            <w:gridSpan w:val="8"/>
            <w:tcBorders>
              <w:top w:val="single" w:sz="4" w:space="0" w:color="auto"/>
              <w:left w:val="single" w:sz="4" w:space="0" w:color="auto"/>
              <w:bottom w:val="single" w:sz="4" w:space="0" w:color="auto"/>
              <w:right w:val="single" w:sz="4" w:space="0" w:color="auto"/>
            </w:tcBorders>
            <w:vAlign w:val="center"/>
          </w:tcPr>
          <w:p w14:paraId="3DE8903F" w14:textId="77777777" w:rsidR="00C52BD9" w:rsidRPr="00A11D8F" w:rsidRDefault="00C52BD9" w:rsidP="005A38E7">
            <w:pPr>
              <w:jc w:val="right"/>
              <w:rPr>
                <w:rFonts w:ascii="Inpi" w:hAnsi="Inpi"/>
                <w:b/>
                <w:bCs/>
              </w:rPr>
            </w:pPr>
            <w:r w:rsidRPr="00A11D8F">
              <w:rPr>
                <w:rFonts w:ascii="Inpi" w:hAnsi="Inpi"/>
                <w:b/>
                <w:bCs/>
              </w:rPr>
              <w:t xml:space="preserve">Montant total </w:t>
            </w:r>
          </w:p>
        </w:tc>
        <w:tc>
          <w:tcPr>
            <w:tcW w:w="2910" w:type="dxa"/>
            <w:tcBorders>
              <w:top w:val="single" w:sz="4" w:space="0" w:color="auto"/>
              <w:left w:val="single" w:sz="4" w:space="0" w:color="auto"/>
              <w:bottom w:val="single" w:sz="4" w:space="0" w:color="auto"/>
              <w:right w:val="single" w:sz="4" w:space="0" w:color="auto"/>
            </w:tcBorders>
            <w:vAlign w:val="center"/>
          </w:tcPr>
          <w:p w14:paraId="1DF28779" w14:textId="77777777" w:rsidR="00C52BD9" w:rsidRPr="00A11D8F" w:rsidRDefault="00C52BD9" w:rsidP="005A38E7">
            <w:pPr>
              <w:rPr>
                <w:rFonts w:ascii="Inpi" w:hAnsi="Inpi"/>
                <w:bCs/>
              </w:rPr>
            </w:pPr>
          </w:p>
        </w:tc>
      </w:tr>
    </w:tbl>
    <w:p w14:paraId="53A10D03" w14:textId="77777777" w:rsidR="00C52BD9" w:rsidRPr="00A11D8F" w:rsidRDefault="00C52BD9" w:rsidP="00C52BD9">
      <w:pPr>
        <w:pStyle w:val="Corpsdetexte"/>
        <w:keepNext/>
        <w:spacing w:before="0"/>
        <w:rPr>
          <w:rFonts w:ascii="Inpi" w:hAnsi="Inpi"/>
          <w:b/>
        </w:rPr>
      </w:pPr>
    </w:p>
    <w:p w14:paraId="647D0D1F" w14:textId="77777777" w:rsidR="00B132AC" w:rsidRPr="00A11D8F" w:rsidRDefault="00975E19" w:rsidP="001F3BDB">
      <w:pPr>
        <w:pStyle w:val="Titre2"/>
        <w:numPr>
          <w:ilvl w:val="1"/>
          <w:numId w:val="10"/>
        </w:numPr>
        <w:spacing w:before="360"/>
        <w:rPr>
          <w:rFonts w:ascii="Inpi" w:hAnsi="Inpi"/>
        </w:rPr>
      </w:pPr>
      <w:r w:rsidRPr="00A11D8F">
        <w:rPr>
          <w:rFonts w:ascii="Inpi" w:hAnsi="Inpi"/>
        </w:rPr>
        <w:t>Avance</w:t>
      </w:r>
      <w:r w:rsidR="00B132AC" w:rsidRPr="00A11D8F">
        <w:rPr>
          <w:rFonts w:ascii="Inpi" w:hAnsi="Inpi"/>
        </w:rPr>
        <w:t xml:space="preserve"> </w:t>
      </w:r>
    </w:p>
    <w:p w14:paraId="78D9AB6C" w14:textId="77777777" w:rsidR="002F44B0" w:rsidRDefault="002F44B0" w:rsidP="002F44B0">
      <w:pPr>
        <w:pStyle w:val="Corpsdetexte"/>
        <w:rPr>
          <w:rFonts w:ascii="Inpi" w:hAnsi="Inpi"/>
        </w:rPr>
      </w:pPr>
      <w:r w:rsidRPr="00D12B71">
        <w:rPr>
          <w:rFonts w:ascii="Inpi" w:hAnsi="Inpi"/>
        </w:rPr>
        <w:t xml:space="preserve">Une avance de </w:t>
      </w:r>
      <w:r w:rsidRPr="00525DCD">
        <w:rPr>
          <w:rFonts w:ascii="Inpi" w:hAnsi="Inpi"/>
        </w:rPr>
        <w:t>10</w:t>
      </w:r>
      <w:r w:rsidRPr="00D12B71">
        <w:rPr>
          <w:rFonts w:ascii="Inpi" w:hAnsi="Inpi"/>
        </w:rPr>
        <w:t>% de ch</w:t>
      </w:r>
      <w:r>
        <w:rPr>
          <w:rFonts w:ascii="Inpi" w:hAnsi="Inpi"/>
        </w:rPr>
        <w:t>aque bon de commandes supérieur</w:t>
      </w:r>
      <w:r w:rsidRPr="00D12B71">
        <w:rPr>
          <w:rFonts w:ascii="Inpi" w:hAnsi="Inpi"/>
        </w:rPr>
        <w:t xml:space="preserve"> à 50 000 € HT sera accordée au titulaire dans les conditions prévues par le cahier des clauses administratives particulières, sa</w:t>
      </w:r>
      <w:r>
        <w:rPr>
          <w:rFonts w:ascii="Inpi" w:hAnsi="Inpi"/>
        </w:rPr>
        <w:t xml:space="preserve">uf s'il la refuse expressément </w:t>
      </w:r>
      <w:r w:rsidRPr="00D12B71">
        <w:rPr>
          <w:rFonts w:ascii="Inpi" w:hAnsi="Inpi"/>
        </w:rPr>
        <w:t xml:space="preserve">en cochant la case ci-contre : </w:t>
      </w:r>
    </w:p>
    <w:p w14:paraId="5192515C" w14:textId="77777777" w:rsidR="002F44B0" w:rsidRPr="00A11D8F" w:rsidRDefault="002F44B0" w:rsidP="009A697C">
      <w:pPr>
        <w:pStyle w:val="Corpsdetexte"/>
        <w:rPr>
          <w:rFonts w:ascii="Inpi" w:hAnsi="Inpi"/>
        </w:rPr>
      </w:pPr>
      <w:r w:rsidRPr="00D12B71">
        <w:rPr>
          <w:rFonts w:ascii="Inpi" w:hAnsi="Inpi"/>
        </w:rPr>
        <w:t xml:space="preserve"> </w:t>
      </w:r>
      <w:r w:rsidRPr="00D12B71">
        <w:rPr>
          <w:rFonts w:ascii="Inpi" w:hAnsi="Inpi"/>
        </w:rPr>
        <w:fldChar w:fldCharType="begin">
          <w:ffData>
            <w:name w:val="CaseACocher20"/>
            <w:enabled/>
            <w:calcOnExit w:val="0"/>
            <w:checkBox>
              <w:sizeAuto/>
              <w:default w:val="0"/>
            </w:checkBox>
          </w:ffData>
        </w:fldChar>
      </w:r>
      <w:r w:rsidRPr="00D12B71">
        <w:rPr>
          <w:rFonts w:ascii="Inpi" w:hAnsi="Inpi"/>
        </w:rPr>
        <w:instrText xml:space="preserve"> FORMCHECKBOX </w:instrText>
      </w:r>
      <w:r w:rsidR="00E950C8">
        <w:rPr>
          <w:rFonts w:ascii="Inpi" w:hAnsi="Inpi"/>
        </w:rPr>
      </w:r>
      <w:r w:rsidR="00E950C8">
        <w:rPr>
          <w:rFonts w:ascii="Inpi" w:hAnsi="Inpi"/>
        </w:rPr>
        <w:fldChar w:fldCharType="separate"/>
      </w:r>
      <w:r w:rsidRPr="00D12B71">
        <w:rPr>
          <w:rFonts w:ascii="Inpi" w:hAnsi="Inpi"/>
        </w:rPr>
        <w:fldChar w:fldCharType="end"/>
      </w:r>
      <w:r w:rsidRPr="00D12B71">
        <w:rPr>
          <w:rFonts w:ascii="Inpi" w:hAnsi="Inpi"/>
        </w:rPr>
        <w:t xml:space="preserve"> </w:t>
      </w:r>
      <w:r w:rsidRPr="00402716">
        <w:rPr>
          <w:rFonts w:ascii="Inpi" w:hAnsi="Inpi"/>
          <w:b/>
        </w:rPr>
        <w:t>Je refuse</w:t>
      </w:r>
      <w:r w:rsidRPr="00402716">
        <w:rPr>
          <w:rFonts w:ascii="Inpi" w:hAnsi="Inpi"/>
          <w:b/>
          <w:vertAlign w:val="superscript"/>
        </w:rPr>
        <w:t xml:space="preserve"> </w:t>
      </w:r>
      <w:r w:rsidRPr="00402716">
        <w:rPr>
          <w:rFonts w:ascii="Inpi" w:hAnsi="Inpi"/>
          <w:b/>
        </w:rPr>
        <w:t>de percevoir l’avance.</w:t>
      </w:r>
    </w:p>
    <w:p w14:paraId="75480B76" w14:textId="77777777" w:rsidR="00631BDE" w:rsidRPr="00A11D8F" w:rsidRDefault="00631BDE" w:rsidP="00631BDE">
      <w:pPr>
        <w:pStyle w:val="Titre2"/>
        <w:tabs>
          <w:tab w:val="clear" w:pos="284"/>
          <w:tab w:val="clear" w:pos="1134"/>
        </w:tabs>
        <w:spacing w:before="240" w:after="60"/>
        <w:rPr>
          <w:rFonts w:ascii="Inpi" w:hAnsi="Inpi"/>
          <w:kern w:val="16"/>
        </w:rPr>
      </w:pPr>
      <w:r w:rsidRPr="00A11D8F">
        <w:rPr>
          <w:rFonts w:ascii="Inpi" w:hAnsi="Inpi"/>
          <w:kern w:val="16"/>
        </w:rPr>
        <w:t>Périodicité des règlements</w:t>
      </w:r>
    </w:p>
    <w:p w14:paraId="67ECB449" w14:textId="77777777" w:rsidR="00366AFA" w:rsidRPr="00A11D8F" w:rsidRDefault="00366AFA" w:rsidP="00366AFA">
      <w:pPr>
        <w:pStyle w:val="Corpsdetexte"/>
        <w:spacing w:after="0"/>
        <w:rPr>
          <w:rFonts w:ascii="Inpi" w:hAnsi="Inpi"/>
        </w:rPr>
      </w:pPr>
      <w:r w:rsidRPr="00A11D8F">
        <w:rPr>
          <w:rFonts w:ascii="Inpi" w:hAnsi="Inpi"/>
        </w:rPr>
        <w:t>L’entreprise titulaire entrant</w:t>
      </w:r>
      <w:r w:rsidR="001848F5" w:rsidRPr="00A11D8F">
        <w:rPr>
          <w:rFonts w:ascii="Inpi" w:hAnsi="Inpi"/>
        </w:rPr>
        <w:t xml:space="preserve"> dans les catégories des PME / artisan</w:t>
      </w:r>
      <w:r w:rsidR="00C515B2">
        <w:rPr>
          <w:rFonts w:ascii="Inpi" w:hAnsi="Inpi"/>
        </w:rPr>
        <w:t>s</w:t>
      </w:r>
      <w:r w:rsidRPr="00A11D8F">
        <w:rPr>
          <w:rFonts w:ascii="Inpi" w:hAnsi="Inpi"/>
        </w:rPr>
        <w:t xml:space="preserve"> telle</w:t>
      </w:r>
      <w:r w:rsidR="00C515B2">
        <w:rPr>
          <w:rFonts w:ascii="Inpi" w:hAnsi="Inpi"/>
        </w:rPr>
        <w:t>s</w:t>
      </w:r>
      <w:r w:rsidRPr="00A11D8F">
        <w:rPr>
          <w:rFonts w:ascii="Inpi" w:hAnsi="Inpi"/>
        </w:rPr>
        <w:t xml:space="preserve"> qu’elles sont définies par l’article</w:t>
      </w:r>
      <w:r w:rsidR="0088689B" w:rsidRPr="00A11D8F">
        <w:rPr>
          <w:rFonts w:ascii="Inpi" w:hAnsi="Inpi"/>
        </w:rPr>
        <w:t xml:space="preserve"> R</w:t>
      </w:r>
      <w:r w:rsidR="00864BC4" w:rsidRPr="00A11D8F">
        <w:rPr>
          <w:rFonts w:ascii="Inpi" w:hAnsi="Inpi"/>
        </w:rPr>
        <w:t xml:space="preserve"> 2151-13 du code de la commande publique</w:t>
      </w:r>
      <w:r w:rsidRPr="00A11D8F">
        <w:rPr>
          <w:rStyle w:val="Appelnotedebasdep"/>
          <w:rFonts w:ascii="Inpi" w:hAnsi="Inpi"/>
        </w:rPr>
        <w:footnoteReference w:id="3"/>
      </w:r>
      <w:r w:rsidR="001848F5" w:rsidRPr="00A11D8F">
        <w:rPr>
          <w:rFonts w:ascii="Inpi" w:hAnsi="Inpi"/>
        </w:rPr>
        <w:t xml:space="preserve"> ou bien une SCOP ou une entreprise adaptée.</w:t>
      </w:r>
      <w:r w:rsidRPr="00A11D8F">
        <w:rPr>
          <w:rFonts w:ascii="Inpi" w:hAnsi="Inpi"/>
        </w:rPr>
        <w:t xml:space="preserve"> </w:t>
      </w:r>
    </w:p>
    <w:tbl>
      <w:tblPr>
        <w:tblpPr w:leftFromText="141" w:rightFromText="141" w:vertAnchor="text" w:horzAnchor="margin" w:tblpY="48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59"/>
        <w:gridCol w:w="7295"/>
      </w:tblGrid>
      <w:tr w:rsidR="00366AFA" w:rsidRPr="00A11D8F" w14:paraId="5A9BDD2A" w14:textId="77777777" w:rsidTr="00366AFA">
        <w:trPr>
          <w:trHeight w:val="1124"/>
        </w:trPr>
        <w:tc>
          <w:tcPr>
            <w:tcW w:w="1771" w:type="dxa"/>
            <w:tcBorders>
              <w:top w:val="single" w:sz="4" w:space="0" w:color="FFFFFF"/>
              <w:left w:val="single" w:sz="4" w:space="0" w:color="FFFFFF"/>
              <w:bottom w:val="single" w:sz="4" w:space="0" w:color="FFFFFF"/>
            </w:tcBorders>
            <w:shd w:val="clear" w:color="auto" w:fill="auto"/>
            <w:vAlign w:val="center"/>
          </w:tcPr>
          <w:p w14:paraId="7ECD4FA0" w14:textId="77777777" w:rsidR="00366AFA" w:rsidRPr="00A11D8F" w:rsidRDefault="007545E9" w:rsidP="00765D5C">
            <w:pPr>
              <w:pStyle w:val="Corpsdetexte"/>
              <w:keepNext/>
              <w:tabs>
                <w:tab w:val="left" w:pos="426"/>
              </w:tabs>
              <w:rPr>
                <w:rFonts w:ascii="Inpi" w:hAnsi="Inpi"/>
              </w:rPr>
            </w:pPr>
            <w:r w:rsidRPr="00A11D8F">
              <w:rPr>
                <w:rFonts w:ascii="Inpi" w:hAnsi="Inpi"/>
              </w:rPr>
              <w:fldChar w:fldCharType="begin">
                <w:ffData>
                  <w:name w:val="CaseACocher25"/>
                  <w:enabled/>
                  <w:calcOnExit w:val="0"/>
                  <w:checkBox>
                    <w:sizeAuto/>
                    <w:default w:val="0"/>
                  </w:checkBox>
                </w:ffData>
              </w:fldChar>
            </w:r>
            <w:bookmarkStart w:id="8" w:name="CaseACocher25"/>
            <w:r w:rsidRPr="00A11D8F">
              <w:rPr>
                <w:rFonts w:ascii="Inpi" w:hAnsi="Inpi"/>
              </w:rPr>
              <w:instrText xml:space="preserve"> FORMCHECKBOX </w:instrText>
            </w:r>
            <w:r w:rsidR="00E950C8">
              <w:rPr>
                <w:rFonts w:ascii="Inpi" w:hAnsi="Inpi"/>
              </w:rPr>
            </w:r>
            <w:r w:rsidR="00E950C8">
              <w:rPr>
                <w:rFonts w:ascii="Inpi" w:hAnsi="Inpi"/>
              </w:rPr>
              <w:fldChar w:fldCharType="separate"/>
            </w:r>
            <w:r w:rsidRPr="00A11D8F">
              <w:rPr>
                <w:rFonts w:ascii="Inpi" w:hAnsi="Inpi"/>
              </w:rPr>
              <w:fldChar w:fldCharType="end"/>
            </w:r>
            <w:bookmarkEnd w:id="8"/>
            <w:r w:rsidRPr="00A11D8F">
              <w:rPr>
                <w:rFonts w:ascii="Inpi" w:hAnsi="Inpi"/>
              </w:rPr>
              <w:t xml:space="preserve"> </w:t>
            </w:r>
            <w:r w:rsidR="00366AFA" w:rsidRPr="00A11D8F">
              <w:rPr>
                <w:rFonts w:ascii="Inpi" w:hAnsi="Inpi"/>
              </w:rPr>
              <w:t>Je demande</w:t>
            </w:r>
            <w:r w:rsidR="00366AFA" w:rsidRPr="00A11D8F">
              <w:rPr>
                <w:rStyle w:val="Appelnotedebasdep"/>
                <w:rFonts w:ascii="Inpi" w:hAnsi="Inpi"/>
              </w:rPr>
              <w:footnoteReference w:id="4"/>
            </w:r>
          </w:p>
          <w:p w14:paraId="257497AD" w14:textId="77777777" w:rsidR="00366AFA" w:rsidRPr="00A11D8F" w:rsidRDefault="007545E9" w:rsidP="00765D5C">
            <w:pPr>
              <w:pStyle w:val="Corpsdetexte"/>
              <w:keepNext/>
              <w:rPr>
                <w:rFonts w:ascii="Inpi" w:hAnsi="Inpi"/>
              </w:rPr>
            </w:pPr>
            <w:r w:rsidRPr="00A11D8F">
              <w:rPr>
                <w:rFonts w:ascii="Inpi" w:hAnsi="Inpi"/>
              </w:rPr>
              <w:fldChar w:fldCharType="begin">
                <w:ffData>
                  <w:name w:val="CaseACocher26"/>
                  <w:enabled/>
                  <w:calcOnExit w:val="0"/>
                  <w:checkBox>
                    <w:sizeAuto/>
                    <w:default w:val="0"/>
                  </w:checkBox>
                </w:ffData>
              </w:fldChar>
            </w:r>
            <w:bookmarkStart w:id="9" w:name="CaseACocher26"/>
            <w:r w:rsidRPr="00A11D8F">
              <w:rPr>
                <w:rFonts w:ascii="Inpi" w:hAnsi="Inpi"/>
              </w:rPr>
              <w:instrText xml:space="preserve"> FORMCHECKBOX </w:instrText>
            </w:r>
            <w:r w:rsidR="00E950C8">
              <w:rPr>
                <w:rFonts w:ascii="Inpi" w:hAnsi="Inpi"/>
              </w:rPr>
            </w:r>
            <w:r w:rsidR="00E950C8">
              <w:rPr>
                <w:rFonts w:ascii="Inpi" w:hAnsi="Inpi"/>
              </w:rPr>
              <w:fldChar w:fldCharType="separate"/>
            </w:r>
            <w:r w:rsidRPr="00A11D8F">
              <w:rPr>
                <w:rFonts w:ascii="Inpi" w:hAnsi="Inpi"/>
              </w:rPr>
              <w:fldChar w:fldCharType="end"/>
            </w:r>
            <w:bookmarkEnd w:id="9"/>
            <w:r w:rsidRPr="00A11D8F">
              <w:rPr>
                <w:rFonts w:ascii="Inpi" w:hAnsi="Inpi"/>
              </w:rPr>
              <w:t xml:space="preserve"> </w:t>
            </w:r>
            <w:r w:rsidR="00366AFA" w:rsidRPr="00A11D8F">
              <w:rPr>
                <w:rFonts w:ascii="Inpi" w:hAnsi="Inpi"/>
              </w:rPr>
              <w:t xml:space="preserve">Je refuse </w:t>
            </w:r>
            <w:r w:rsidR="00DB367D" w:rsidRPr="00A11D8F">
              <w:rPr>
                <w:rFonts w:ascii="Inpi" w:hAnsi="Inpi"/>
                <w:vertAlign w:val="superscript"/>
              </w:rPr>
              <w:t>2</w:t>
            </w:r>
          </w:p>
        </w:tc>
        <w:tc>
          <w:tcPr>
            <w:tcW w:w="7401" w:type="dxa"/>
            <w:tcBorders>
              <w:top w:val="single" w:sz="4" w:space="0" w:color="FFFFFF"/>
              <w:bottom w:val="single" w:sz="4" w:space="0" w:color="FFFFFF"/>
              <w:right w:val="single" w:sz="4" w:space="0" w:color="FFFFFF"/>
            </w:tcBorders>
            <w:shd w:val="clear" w:color="auto" w:fill="auto"/>
            <w:vAlign w:val="center"/>
          </w:tcPr>
          <w:p w14:paraId="04EB86B7" w14:textId="54C23F78" w:rsidR="00931366" w:rsidRPr="00360FCA" w:rsidRDefault="00366AFA" w:rsidP="00366AFA">
            <w:pPr>
              <w:pStyle w:val="Corpsdetexte"/>
              <w:keepNext/>
              <w:rPr>
                <w:rFonts w:ascii="Inpi" w:hAnsi="Inpi"/>
              </w:rPr>
            </w:pPr>
            <w:r w:rsidRPr="00A11D8F">
              <w:rPr>
                <w:rFonts w:ascii="Inpi" w:hAnsi="Inpi"/>
              </w:rPr>
              <w:t>que les paiements des acomptes pour les prestations ayant donné lieu à un commencement d’exécution du marché, soient effectués mensuellement.</w:t>
            </w:r>
          </w:p>
        </w:tc>
      </w:tr>
    </w:tbl>
    <w:p w14:paraId="2880876D" w14:textId="77777777" w:rsidR="004809F5" w:rsidRPr="00A11D8F" w:rsidRDefault="004809F5" w:rsidP="004809F5">
      <w:pPr>
        <w:pStyle w:val="Corpsdetexte"/>
        <w:rPr>
          <w:rFonts w:ascii="Inpi" w:hAnsi="Inpi"/>
        </w:rPr>
      </w:pPr>
    </w:p>
    <w:tbl>
      <w:tblPr>
        <w:tblW w:w="0" w:type="auto"/>
        <w:tblLayout w:type="fixed"/>
        <w:tblCellMar>
          <w:left w:w="70" w:type="dxa"/>
          <w:right w:w="70" w:type="dxa"/>
        </w:tblCellMar>
        <w:tblLook w:val="0000" w:firstRow="0" w:lastRow="0" w:firstColumn="0" w:lastColumn="0" w:noHBand="0" w:noVBand="0"/>
      </w:tblPr>
      <w:tblGrid>
        <w:gridCol w:w="9142"/>
      </w:tblGrid>
      <w:tr w:rsidR="00B132AC" w:rsidRPr="00A11D8F" w14:paraId="52A4A0EA" w14:textId="77777777">
        <w:trPr>
          <w:cantSplit/>
        </w:trPr>
        <w:tc>
          <w:tcPr>
            <w:tcW w:w="9142" w:type="dxa"/>
            <w:tcBorders>
              <w:top w:val="single" w:sz="6" w:space="0" w:color="auto"/>
              <w:left w:val="single" w:sz="6" w:space="0" w:color="auto"/>
              <w:bottom w:val="single" w:sz="6" w:space="0" w:color="auto"/>
              <w:right w:val="single" w:sz="6" w:space="0" w:color="auto"/>
            </w:tcBorders>
          </w:tcPr>
          <w:p w14:paraId="65D81B0A" w14:textId="77777777" w:rsidR="00B132AC" w:rsidRPr="00A11D8F" w:rsidRDefault="00B132AC">
            <w:pPr>
              <w:tabs>
                <w:tab w:val="right" w:pos="8300"/>
              </w:tabs>
              <w:ind w:left="1134" w:hanging="1134"/>
              <w:jc w:val="both"/>
              <w:rPr>
                <w:rFonts w:ascii="Inpi" w:hAnsi="Inpi"/>
              </w:rPr>
            </w:pPr>
          </w:p>
          <w:p w14:paraId="2E92428C" w14:textId="77777777" w:rsidR="00360FCA" w:rsidRDefault="00360FCA">
            <w:pPr>
              <w:tabs>
                <w:tab w:val="left" w:pos="2410"/>
                <w:tab w:val="left" w:pos="4253"/>
                <w:tab w:val="right" w:pos="8300"/>
              </w:tabs>
              <w:ind w:left="1134" w:hanging="1134"/>
              <w:jc w:val="both"/>
              <w:rPr>
                <w:rFonts w:ascii="Inpi" w:hAnsi="Inpi"/>
              </w:rPr>
            </w:pPr>
          </w:p>
          <w:p w14:paraId="3C0FCEA0" w14:textId="77777777" w:rsidR="00B132AC" w:rsidRPr="00A11D8F" w:rsidRDefault="00B132AC">
            <w:pPr>
              <w:tabs>
                <w:tab w:val="left" w:pos="2410"/>
                <w:tab w:val="left" w:pos="4253"/>
                <w:tab w:val="right" w:pos="8300"/>
              </w:tabs>
              <w:ind w:left="1134" w:hanging="1134"/>
              <w:jc w:val="both"/>
              <w:rPr>
                <w:rFonts w:ascii="Inpi" w:hAnsi="Inpi"/>
              </w:rPr>
            </w:pPr>
            <w:r w:rsidRPr="00A11D8F">
              <w:rPr>
                <w:rFonts w:ascii="Inpi" w:hAnsi="Inpi"/>
              </w:rPr>
              <w:t>à                                     le</w:t>
            </w:r>
          </w:p>
          <w:p w14:paraId="45769AD4" w14:textId="77777777" w:rsidR="00B132AC" w:rsidRPr="00A11D8F" w:rsidRDefault="00B132AC">
            <w:pPr>
              <w:tabs>
                <w:tab w:val="right" w:pos="8300"/>
              </w:tabs>
              <w:ind w:left="1134" w:hanging="1134"/>
              <w:jc w:val="both"/>
              <w:rPr>
                <w:rFonts w:ascii="Inpi" w:hAnsi="Inpi"/>
              </w:rPr>
            </w:pPr>
            <w:r w:rsidRPr="00A11D8F">
              <w:rPr>
                <w:rFonts w:ascii="Inpi" w:hAnsi="Inpi"/>
              </w:rPr>
              <w:t>fait en un seul original</w:t>
            </w:r>
          </w:p>
          <w:p w14:paraId="721E9486" w14:textId="77777777" w:rsidR="00B132AC" w:rsidRPr="00A11D8F" w:rsidRDefault="00B132AC">
            <w:pPr>
              <w:ind w:left="1134" w:hanging="1134"/>
              <w:jc w:val="both"/>
              <w:rPr>
                <w:rFonts w:ascii="Inpi" w:hAnsi="Inpi"/>
              </w:rPr>
            </w:pPr>
            <w:r w:rsidRPr="00A11D8F">
              <w:rPr>
                <w:rFonts w:ascii="Inpi" w:hAnsi="Inpi"/>
              </w:rPr>
              <w:t>l’entreprise,</w:t>
            </w:r>
          </w:p>
          <w:p w14:paraId="1A34CCE5" w14:textId="77777777" w:rsidR="00B132AC" w:rsidRPr="00A11D8F" w:rsidRDefault="00B132AC">
            <w:pPr>
              <w:tabs>
                <w:tab w:val="right" w:pos="8300"/>
              </w:tabs>
              <w:ind w:left="1134" w:hanging="1134"/>
              <w:jc w:val="both"/>
              <w:rPr>
                <w:rFonts w:ascii="Inpi" w:hAnsi="Inpi"/>
              </w:rPr>
            </w:pPr>
          </w:p>
          <w:p w14:paraId="76A53C8A" w14:textId="77777777" w:rsidR="00B132AC" w:rsidRPr="00A11D8F" w:rsidRDefault="00B132AC">
            <w:pPr>
              <w:tabs>
                <w:tab w:val="right" w:pos="8300"/>
              </w:tabs>
              <w:ind w:left="1134" w:hanging="1134"/>
              <w:jc w:val="both"/>
              <w:rPr>
                <w:rFonts w:ascii="Inpi" w:hAnsi="Inpi"/>
              </w:rPr>
            </w:pPr>
          </w:p>
          <w:p w14:paraId="3C1061AF" w14:textId="77777777" w:rsidR="00B132AC" w:rsidRPr="00A11D8F" w:rsidRDefault="00B132AC">
            <w:pPr>
              <w:tabs>
                <w:tab w:val="right" w:pos="8300"/>
              </w:tabs>
              <w:ind w:left="1134" w:hanging="1134"/>
              <w:jc w:val="both"/>
              <w:rPr>
                <w:rFonts w:ascii="Inpi" w:hAnsi="Inpi"/>
              </w:rPr>
            </w:pPr>
          </w:p>
          <w:p w14:paraId="5B80519C" w14:textId="77777777" w:rsidR="00B132AC" w:rsidRPr="00A11D8F" w:rsidRDefault="00B132AC">
            <w:pPr>
              <w:tabs>
                <w:tab w:val="right" w:pos="8300"/>
              </w:tabs>
              <w:ind w:left="1134" w:hanging="1134"/>
              <w:jc w:val="both"/>
              <w:rPr>
                <w:rFonts w:ascii="Inpi" w:hAnsi="Inpi"/>
              </w:rPr>
            </w:pPr>
          </w:p>
          <w:p w14:paraId="64C7C21C" w14:textId="77777777" w:rsidR="00B132AC" w:rsidRPr="00A11D8F" w:rsidRDefault="00B132AC">
            <w:pPr>
              <w:tabs>
                <w:tab w:val="right" w:pos="8300"/>
              </w:tabs>
              <w:ind w:left="1134" w:hanging="1134"/>
              <w:jc w:val="both"/>
              <w:rPr>
                <w:rFonts w:ascii="Inpi" w:hAnsi="Inpi"/>
              </w:rPr>
            </w:pPr>
          </w:p>
          <w:p w14:paraId="5E6E9059" w14:textId="77777777" w:rsidR="00B132AC" w:rsidRPr="00A11D8F" w:rsidRDefault="00B132AC">
            <w:pPr>
              <w:tabs>
                <w:tab w:val="right" w:pos="8300"/>
              </w:tabs>
              <w:ind w:left="1134" w:hanging="1134"/>
              <w:jc w:val="both"/>
              <w:rPr>
                <w:rFonts w:ascii="Inpi" w:hAnsi="Inpi"/>
              </w:rPr>
            </w:pPr>
            <w:r w:rsidRPr="00A11D8F">
              <w:rPr>
                <w:rFonts w:ascii="Inpi" w:hAnsi="Inpi"/>
              </w:rPr>
              <w:t>(cachet et signature)</w:t>
            </w:r>
          </w:p>
        </w:tc>
      </w:tr>
      <w:tr w:rsidR="00B132AC" w:rsidRPr="00A11D8F" w14:paraId="608BCA1A" w14:textId="77777777">
        <w:trPr>
          <w:cantSplit/>
        </w:trPr>
        <w:tc>
          <w:tcPr>
            <w:tcW w:w="9142" w:type="dxa"/>
            <w:tcBorders>
              <w:left w:val="single" w:sz="6" w:space="0" w:color="auto"/>
              <w:bottom w:val="single" w:sz="6" w:space="0" w:color="auto"/>
              <w:right w:val="single" w:sz="6" w:space="0" w:color="auto"/>
            </w:tcBorders>
          </w:tcPr>
          <w:p w14:paraId="10BE1125" w14:textId="77777777" w:rsidR="00B132AC" w:rsidRPr="00A11D8F" w:rsidRDefault="00B132AC">
            <w:pPr>
              <w:tabs>
                <w:tab w:val="right" w:pos="8300"/>
              </w:tabs>
              <w:ind w:left="1134" w:hanging="1134"/>
              <w:rPr>
                <w:rFonts w:ascii="Inpi" w:hAnsi="Inpi"/>
              </w:rPr>
            </w:pPr>
            <w:r w:rsidRPr="00A11D8F">
              <w:rPr>
                <w:rFonts w:ascii="Inpi" w:hAnsi="Inpi"/>
              </w:rPr>
              <w:t xml:space="preserve">à </w:t>
            </w:r>
            <w:r w:rsidR="00242A95" w:rsidRPr="00A11D8F">
              <w:rPr>
                <w:rFonts w:ascii="Inpi" w:hAnsi="Inpi"/>
              </w:rPr>
              <w:t>Courbevoie</w:t>
            </w:r>
            <w:r w:rsidRPr="00A11D8F">
              <w:rPr>
                <w:rFonts w:ascii="Inpi" w:hAnsi="Inpi"/>
              </w:rPr>
              <w:t>, le</w:t>
            </w:r>
          </w:p>
          <w:p w14:paraId="66A46DA3" w14:textId="77777777" w:rsidR="00B132AC" w:rsidRPr="00A11D8F" w:rsidRDefault="00B132AC">
            <w:pPr>
              <w:tabs>
                <w:tab w:val="right" w:pos="8300"/>
              </w:tabs>
              <w:rPr>
                <w:rFonts w:ascii="Inpi" w:hAnsi="Inpi"/>
              </w:rPr>
            </w:pPr>
            <w:r w:rsidRPr="00A11D8F">
              <w:rPr>
                <w:rFonts w:ascii="Inpi" w:hAnsi="Inpi"/>
              </w:rPr>
              <w:t>est acceptée la présente offre pour valoir acte d'engagement,</w:t>
            </w:r>
            <w:r w:rsidR="009660CE" w:rsidRPr="00A11D8F">
              <w:rPr>
                <w:rFonts w:ascii="Inpi" w:hAnsi="Inpi"/>
              </w:rPr>
              <w:t xml:space="preserve"> </w:t>
            </w:r>
          </w:p>
          <w:p w14:paraId="4D0F0511" w14:textId="77777777" w:rsidR="00B132AC" w:rsidRPr="00A11D8F" w:rsidRDefault="00975E19">
            <w:pPr>
              <w:tabs>
                <w:tab w:val="right" w:pos="8300"/>
              </w:tabs>
              <w:ind w:left="1134" w:hanging="1134"/>
              <w:rPr>
                <w:rFonts w:ascii="Inpi" w:hAnsi="Inpi"/>
              </w:rPr>
            </w:pPr>
            <w:r w:rsidRPr="00A11D8F">
              <w:rPr>
                <w:rFonts w:ascii="Inpi" w:hAnsi="Inpi"/>
              </w:rPr>
              <w:t>le représentant légal du pouvoir adjudicateur</w:t>
            </w:r>
            <w:r w:rsidR="00B132AC" w:rsidRPr="00A11D8F">
              <w:rPr>
                <w:rFonts w:ascii="Inpi" w:hAnsi="Inpi"/>
              </w:rPr>
              <w:t>,</w:t>
            </w:r>
          </w:p>
          <w:p w14:paraId="54424ADF" w14:textId="77777777" w:rsidR="00B132AC" w:rsidRPr="00A11D8F" w:rsidRDefault="00B132AC">
            <w:pPr>
              <w:tabs>
                <w:tab w:val="right" w:pos="8300"/>
              </w:tabs>
              <w:ind w:left="1134" w:hanging="1134"/>
              <w:rPr>
                <w:rFonts w:ascii="Inpi" w:hAnsi="Inpi"/>
              </w:rPr>
            </w:pPr>
          </w:p>
          <w:p w14:paraId="0E3F23DB" w14:textId="77777777" w:rsidR="00B132AC" w:rsidRPr="00A11D8F" w:rsidRDefault="00B132AC">
            <w:pPr>
              <w:tabs>
                <w:tab w:val="right" w:pos="8300"/>
              </w:tabs>
              <w:ind w:left="1134" w:hanging="1134"/>
              <w:rPr>
                <w:rFonts w:ascii="Inpi" w:hAnsi="Inpi"/>
              </w:rPr>
            </w:pPr>
          </w:p>
          <w:p w14:paraId="274F500B" w14:textId="77777777" w:rsidR="00B132AC" w:rsidRPr="00A11D8F" w:rsidRDefault="00B132AC">
            <w:pPr>
              <w:tabs>
                <w:tab w:val="right" w:pos="8300"/>
              </w:tabs>
              <w:ind w:left="1134" w:hanging="1134"/>
              <w:rPr>
                <w:rFonts w:ascii="Inpi" w:hAnsi="Inpi"/>
              </w:rPr>
            </w:pPr>
          </w:p>
          <w:p w14:paraId="28BE746A" w14:textId="77777777" w:rsidR="00B132AC" w:rsidRPr="00A11D8F" w:rsidRDefault="00B132AC">
            <w:pPr>
              <w:tabs>
                <w:tab w:val="right" w:pos="8300"/>
              </w:tabs>
              <w:ind w:left="1134" w:hanging="1134"/>
              <w:rPr>
                <w:rFonts w:ascii="Inpi" w:hAnsi="Inpi"/>
              </w:rPr>
            </w:pPr>
          </w:p>
          <w:p w14:paraId="2D84C5C0" w14:textId="77777777" w:rsidR="00B132AC" w:rsidRPr="00A11D8F" w:rsidRDefault="00B132AC">
            <w:pPr>
              <w:tabs>
                <w:tab w:val="right" w:pos="8300"/>
              </w:tabs>
              <w:ind w:left="1134" w:hanging="1134"/>
              <w:rPr>
                <w:rFonts w:ascii="Inpi" w:hAnsi="Inpi"/>
              </w:rPr>
            </w:pPr>
          </w:p>
          <w:p w14:paraId="59A315EA" w14:textId="77777777" w:rsidR="00B132AC" w:rsidRPr="00A11D8F" w:rsidRDefault="00B132AC">
            <w:pPr>
              <w:tabs>
                <w:tab w:val="right" w:pos="8300"/>
              </w:tabs>
              <w:ind w:left="1134" w:hanging="1134"/>
              <w:rPr>
                <w:rFonts w:ascii="Inpi" w:hAnsi="Inpi"/>
              </w:rPr>
            </w:pPr>
          </w:p>
          <w:p w14:paraId="608C9091" w14:textId="77777777" w:rsidR="00B132AC" w:rsidRPr="00A11D8F" w:rsidRDefault="00B132AC">
            <w:pPr>
              <w:tabs>
                <w:tab w:val="right" w:pos="8300"/>
              </w:tabs>
              <w:ind w:left="1134" w:hanging="1134"/>
              <w:rPr>
                <w:rFonts w:ascii="Inpi" w:hAnsi="Inpi"/>
              </w:rPr>
            </w:pPr>
          </w:p>
          <w:p w14:paraId="0B92ED5C" w14:textId="77777777" w:rsidR="00B132AC" w:rsidRPr="00A11D8F" w:rsidRDefault="00B132AC">
            <w:pPr>
              <w:tabs>
                <w:tab w:val="right" w:pos="8300"/>
              </w:tabs>
              <w:ind w:left="1134" w:hanging="1134"/>
              <w:rPr>
                <w:rFonts w:ascii="Inpi" w:hAnsi="Inpi"/>
              </w:rPr>
            </w:pPr>
          </w:p>
          <w:p w14:paraId="1EA89E5E" w14:textId="77777777" w:rsidR="00B132AC" w:rsidRPr="00A11D8F" w:rsidRDefault="00B132AC">
            <w:pPr>
              <w:tabs>
                <w:tab w:val="right" w:pos="8300"/>
              </w:tabs>
              <w:ind w:left="1134" w:hanging="1134"/>
              <w:rPr>
                <w:rFonts w:ascii="Inpi" w:hAnsi="Inpi"/>
              </w:rPr>
            </w:pPr>
          </w:p>
          <w:p w14:paraId="45D03B9D" w14:textId="77777777" w:rsidR="00B132AC" w:rsidRPr="00A11D8F" w:rsidRDefault="00B132AC">
            <w:pPr>
              <w:tabs>
                <w:tab w:val="right" w:pos="8300"/>
              </w:tabs>
              <w:ind w:left="1134" w:hanging="1134"/>
              <w:rPr>
                <w:rFonts w:ascii="Inpi" w:hAnsi="Inpi"/>
              </w:rPr>
            </w:pPr>
          </w:p>
        </w:tc>
      </w:tr>
    </w:tbl>
    <w:p w14:paraId="6DD54001" w14:textId="77777777" w:rsidR="00300525" w:rsidRPr="00A11D8F" w:rsidRDefault="00300525">
      <w:pPr>
        <w:rPr>
          <w:rFonts w:ascii="Inpi" w:hAnsi="Inpi"/>
        </w:rPr>
      </w:pPr>
    </w:p>
    <w:p w14:paraId="29054A2B" w14:textId="77777777" w:rsidR="00300525" w:rsidRPr="00A11D8F" w:rsidRDefault="00300525" w:rsidP="00300525">
      <w:pPr>
        <w:pStyle w:val="Lgende"/>
        <w:pBdr>
          <w:top w:val="single" w:sz="4" w:space="0" w:color="auto"/>
        </w:pBdr>
        <w:shd w:val="clear" w:color="auto" w:fill="auto"/>
        <w:rPr>
          <w:rFonts w:ascii="Inpi" w:hAnsi="Inpi" w:cs="Arial"/>
          <w:sz w:val="22"/>
          <w:szCs w:val="22"/>
        </w:rPr>
      </w:pPr>
      <w:r w:rsidRPr="00A11D8F">
        <w:rPr>
          <w:rFonts w:ascii="Inpi" w:hAnsi="Inpi"/>
        </w:rPr>
        <w:br w:type="page"/>
      </w:r>
      <w:r w:rsidRPr="00A11D8F">
        <w:rPr>
          <w:rFonts w:ascii="Inpi" w:hAnsi="Inpi" w:cs="Arial"/>
          <w:sz w:val="22"/>
          <w:szCs w:val="22"/>
        </w:rPr>
        <w:lastRenderedPageBreak/>
        <w:t>ANNEXE AU CADRE D'ENGAGEMENT</w:t>
      </w:r>
    </w:p>
    <w:p w14:paraId="4AFB2B5D" w14:textId="77777777" w:rsidR="00300525" w:rsidRPr="00A11D8F" w:rsidRDefault="00300525" w:rsidP="00300525">
      <w:pPr>
        <w:pBdr>
          <w:top w:val="single" w:sz="4" w:space="0" w:color="auto"/>
          <w:left w:val="single" w:sz="4" w:space="4" w:color="auto"/>
          <w:bottom w:val="single" w:sz="4" w:space="1" w:color="auto"/>
          <w:right w:val="single" w:sz="4" w:space="4" w:color="auto"/>
        </w:pBdr>
        <w:jc w:val="center"/>
        <w:rPr>
          <w:rFonts w:ascii="Inpi" w:hAnsi="Inpi"/>
          <w:b/>
        </w:rPr>
      </w:pPr>
      <w:r w:rsidRPr="00A11D8F">
        <w:rPr>
          <w:rFonts w:ascii="Inpi" w:hAnsi="Inpi"/>
          <w:b/>
        </w:rPr>
        <w:t xml:space="preserve">POUR COMPLETER L'ARTICLE </w:t>
      </w:r>
      <w:r w:rsidR="00816527" w:rsidRPr="00A11D8F">
        <w:rPr>
          <w:rFonts w:ascii="Inpi" w:hAnsi="Inpi"/>
          <w:b/>
        </w:rPr>
        <w:fldChar w:fldCharType="begin"/>
      </w:r>
      <w:r w:rsidR="00816527" w:rsidRPr="00A11D8F">
        <w:rPr>
          <w:rFonts w:ascii="Inpi" w:hAnsi="Inpi"/>
          <w:b/>
        </w:rPr>
        <w:instrText xml:space="preserve"> REF _Ref29376268 \r \h </w:instrText>
      </w:r>
      <w:r w:rsidR="00A11D8F">
        <w:rPr>
          <w:rFonts w:ascii="Inpi" w:hAnsi="Inpi"/>
          <w:b/>
        </w:rPr>
        <w:instrText xml:space="preserve"> \* MERGEFORMAT </w:instrText>
      </w:r>
      <w:r w:rsidR="00816527" w:rsidRPr="00A11D8F">
        <w:rPr>
          <w:rFonts w:ascii="Inpi" w:hAnsi="Inpi"/>
          <w:b/>
        </w:rPr>
      </w:r>
      <w:r w:rsidR="00816527" w:rsidRPr="00A11D8F">
        <w:rPr>
          <w:rFonts w:ascii="Inpi" w:hAnsi="Inpi"/>
          <w:b/>
        </w:rPr>
        <w:fldChar w:fldCharType="separate"/>
      </w:r>
      <w:r w:rsidR="00193EFA">
        <w:rPr>
          <w:rFonts w:ascii="Inpi" w:hAnsi="Inpi"/>
          <w:b/>
        </w:rPr>
        <w:t>6</w:t>
      </w:r>
      <w:r w:rsidR="00816527" w:rsidRPr="00A11D8F">
        <w:rPr>
          <w:rFonts w:ascii="Inpi" w:hAnsi="Inpi"/>
          <w:b/>
        </w:rPr>
        <w:fldChar w:fldCharType="end"/>
      </w:r>
      <w:r w:rsidRPr="00A11D8F">
        <w:rPr>
          <w:rFonts w:ascii="Inpi" w:hAnsi="Inpi"/>
          <w:b/>
        </w:rPr>
        <w:t xml:space="preserve"> : CONTRACTANTS – GROUPEMENT D’ENTREPRISES </w:t>
      </w:r>
    </w:p>
    <w:p w14:paraId="20BB5D2A" w14:textId="77777777" w:rsidR="00300525" w:rsidRPr="00A11D8F" w:rsidRDefault="00300525" w:rsidP="00300525">
      <w:pPr>
        <w:rPr>
          <w:rFonts w:ascii="Inpi" w:hAnsi="Inpi"/>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1"/>
        <w:gridCol w:w="341"/>
        <w:gridCol w:w="16"/>
        <w:gridCol w:w="326"/>
        <w:gridCol w:w="43"/>
        <w:gridCol w:w="300"/>
        <w:gridCol w:w="57"/>
        <w:gridCol w:w="285"/>
        <w:gridCol w:w="72"/>
        <w:gridCol w:w="271"/>
        <w:gridCol w:w="86"/>
        <w:gridCol w:w="256"/>
        <w:gridCol w:w="343"/>
        <w:gridCol w:w="342"/>
        <w:gridCol w:w="342"/>
        <w:gridCol w:w="343"/>
        <w:gridCol w:w="342"/>
        <w:gridCol w:w="343"/>
        <w:gridCol w:w="342"/>
        <w:gridCol w:w="343"/>
      </w:tblGrid>
      <w:tr w:rsidR="00300525" w:rsidRPr="00A11D8F" w14:paraId="26D757B4" w14:textId="77777777" w:rsidTr="00601455">
        <w:trPr>
          <w:trHeight w:val="536"/>
        </w:trPr>
        <w:tc>
          <w:tcPr>
            <w:tcW w:w="9214" w:type="dxa"/>
            <w:gridSpan w:val="20"/>
            <w:tcBorders>
              <w:top w:val="single" w:sz="4" w:space="0" w:color="auto"/>
              <w:left w:val="single" w:sz="4" w:space="0" w:color="auto"/>
              <w:bottom w:val="single" w:sz="4" w:space="0" w:color="FFFFFF"/>
              <w:right w:val="single" w:sz="4" w:space="0" w:color="auto"/>
            </w:tcBorders>
          </w:tcPr>
          <w:p w14:paraId="4EF1C795" w14:textId="77777777" w:rsidR="00300525" w:rsidRPr="00A11D8F" w:rsidRDefault="00300525" w:rsidP="00601455">
            <w:pPr>
              <w:ind w:left="1134" w:hanging="1134"/>
              <w:jc w:val="both"/>
              <w:rPr>
                <w:rFonts w:ascii="Inpi" w:hAnsi="Inpi"/>
              </w:rPr>
            </w:pPr>
          </w:p>
          <w:p w14:paraId="2C82893B" w14:textId="77777777" w:rsidR="00300525" w:rsidRPr="00A11D8F" w:rsidRDefault="00300525" w:rsidP="00601455">
            <w:pPr>
              <w:ind w:left="1134" w:hanging="1134"/>
              <w:jc w:val="both"/>
              <w:rPr>
                <w:rFonts w:ascii="Inpi" w:hAnsi="Inpi"/>
              </w:rPr>
            </w:pPr>
            <w:r w:rsidRPr="00A11D8F">
              <w:rPr>
                <w:rFonts w:ascii="Inpi" w:hAnsi="Inpi"/>
              </w:rPr>
              <w:t>Nom, prénom et qualité : ……………………………………………………………</w:t>
            </w:r>
          </w:p>
        </w:tc>
      </w:tr>
      <w:tr w:rsidR="00300525" w:rsidRPr="00A11D8F" w14:paraId="723AC94B" w14:textId="77777777" w:rsidTr="00601455">
        <w:trPr>
          <w:trHeight w:val="415"/>
        </w:trPr>
        <w:tc>
          <w:tcPr>
            <w:tcW w:w="9214" w:type="dxa"/>
            <w:gridSpan w:val="20"/>
            <w:tcBorders>
              <w:top w:val="single" w:sz="4" w:space="0" w:color="FFFFFF"/>
              <w:left w:val="single" w:sz="4" w:space="0" w:color="auto"/>
              <w:bottom w:val="single" w:sz="4" w:space="0" w:color="FFFFFF"/>
              <w:right w:val="single" w:sz="4" w:space="0" w:color="auto"/>
            </w:tcBorders>
          </w:tcPr>
          <w:p w14:paraId="2E4C61DE" w14:textId="77777777" w:rsidR="00300525" w:rsidRPr="00A11D8F" w:rsidRDefault="00300525" w:rsidP="00601455">
            <w:pPr>
              <w:tabs>
                <w:tab w:val="left" w:pos="1490"/>
              </w:tabs>
              <w:rPr>
                <w:rFonts w:ascii="Inpi" w:hAnsi="Inpi"/>
              </w:rPr>
            </w:pPr>
            <w:r w:rsidRPr="00A11D8F">
              <w:rPr>
                <w:rFonts w:ascii="Inpi" w:hAnsi="Inpi"/>
              </w:rPr>
              <w:t>Qualité </w:t>
            </w:r>
            <w:r w:rsidRPr="00A11D8F">
              <w:rPr>
                <w:rStyle w:val="Appelnotedebasdep"/>
                <w:rFonts w:ascii="Inpi" w:hAnsi="Inpi"/>
              </w:rPr>
              <w:footnoteReference w:id="5"/>
            </w:r>
            <w:r w:rsidRPr="00A11D8F">
              <w:rPr>
                <w:rFonts w:ascii="Inpi" w:hAnsi="Inpi"/>
              </w:rPr>
              <w:t>:</w:t>
            </w:r>
            <w:r w:rsidRPr="00A11D8F">
              <w:rPr>
                <w:rFonts w:ascii="Inpi" w:hAnsi="Inpi"/>
              </w:rPr>
              <w:tab/>
            </w:r>
            <w:r w:rsidR="007545E9" w:rsidRPr="00A11D8F">
              <w:rPr>
                <w:rFonts w:ascii="Inpi" w:hAnsi="Inpi"/>
              </w:rPr>
              <w:fldChar w:fldCharType="begin">
                <w:ffData>
                  <w:name w:val="CaseACocher27"/>
                  <w:enabled/>
                  <w:calcOnExit w:val="0"/>
                  <w:checkBox>
                    <w:sizeAuto/>
                    <w:default w:val="0"/>
                  </w:checkBox>
                </w:ffData>
              </w:fldChar>
            </w:r>
            <w:bookmarkStart w:id="10" w:name="CaseACocher27"/>
            <w:r w:rsidR="007545E9" w:rsidRPr="00A11D8F">
              <w:rPr>
                <w:rFonts w:ascii="Inpi" w:hAnsi="Inpi"/>
              </w:rPr>
              <w:instrText xml:space="preserve"> FORMCHECKBOX </w:instrText>
            </w:r>
            <w:r w:rsidR="00E950C8">
              <w:rPr>
                <w:rFonts w:ascii="Inpi" w:hAnsi="Inpi"/>
              </w:rPr>
            </w:r>
            <w:r w:rsidR="00E950C8">
              <w:rPr>
                <w:rFonts w:ascii="Inpi" w:hAnsi="Inpi"/>
              </w:rPr>
              <w:fldChar w:fldCharType="separate"/>
            </w:r>
            <w:r w:rsidR="007545E9" w:rsidRPr="00A11D8F">
              <w:rPr>
                <w:rFonts w:ascii="Inpi" w:hAnsi="Inpi"/>
              </w:rPr>
              <w:fldChar w:fldCharType="end"/>
            </w:r>
            <w:bookmarkEnd w:id="10"/>
            <w:r w:rsidR="007545E9" w:rsidRPr="00A11D8F">
              <w:rPr>
                <w:rFonts w:ascii="Inpi" w:hAnsi="Inpi"/>
              </w:rPr>
              <w:t xml:space="preserve"> </w:t>
            </w:r>
            <w:r w:rsidRPr="00A11D8F">
              <w:rPr>
                <w:rFonts w:ascii="Inpi" w:hAnsi="Inpi"/>
              </w:rPr>
              <w:t>Représentant légal de l’entreprise</w:t>
            </w:r>
          </w:p>
          <w:p w14:paraId="43535472" w14:textId="77777777" w:rsidR="00300525" w:rsidRPr="00A11D8F" w:rsidRDefault="00300525" w:rsidP="00601455">
            <w:pPr>
              <w:ind w:left="1490" w:hanging="1490"/>
              <w:rPr>
                <w:rFonts w:ascii="Inpi" w:hAnsi="Inpi"/>
              </w:rPr>
            </w:pPr>
            <w:r w:rsidRPr="00A11D8F">
              <w:rPr>
                <w:rFonts w:ascii="Inpi" w:hAnsi="Inpi"/>
              </w:rPr>
              <w:tab/>
            </w:r>
            <w:r w:rsidR="007545E9" w:rsidRPr="00A11D8F">
              <w:rPr>
                <w:rFonts w:ascii="Inpi" w:hAnsi="Inpi"/>
              </w:rPr>
              <w:fldChar w:fldCharType="begin">
                <w:ffData>
                  <w:name w:val="CaseACocher28"/>
                  <w:enabled/>
                  <w:calcOnExit w:val="0"/>
                  <w:checkBox>
                    <w:sizeAuto/>
                    <w:default w:val="0"/>
                  </w:checkBox>
                </w:ffData>
              </w:fldChar>
            </w:r>
            <w:bookmarkStart w:id="11" w:name="CaseACocher28"/>
            <w:r w:rsidR="007545E9" w:rsidRPr="00A11D8F">
              <w:rPr>
                <w:rFonts w:ascii="Inpi" w:hAnsi="Inpi"/>
              </w:rPr>
              <w:instrText xml:space="preserve"> FORMCHECKBOX </w:instrText>
            </w:r>
            <w:r w:rsidR="00E950C8">
              <w:rPr>
                <w:rFonts w:ascii="Inpi" w:hAnsi="Inpi"/>
              </w:rPr>
            </w:r>
            <w:r w:rsidR="00E950C8">
              <w:rPr>
                <w:rFonts w:ascii="Inpi" w:hAnsi="Inpi"/>
              </w:rPr>
              <w:fldChar w:fldCharType="separate"/>
            </w:r>
            <w:r w:rsidR="007545E9" w:rsidRPr="00A11D8F">
              <w:rPr>
                <w:rFonts w:ascii="Inpi" w:hAnsi="Inpi"/>
              </w:rPr>
              <w:fldChar w:fldCharType="end"/>
            </w:r>
            <w:bookmarkEnd w:id="11"/>
            <w:r w:rsidR="007545E9" w:rsidRPr="00A11D8F">
              <w:rPr>
                <w:rFonts w:ascii="Inpi" w:hAnsi="Inpi"/>
              </w:rPr>
              <w:t xml:space="preserve"> </w:t>
            </w:r>
            <w:r w:rsidRPr="00A11D8F">
              <w:rPr>
                <w:rFonts w:ascii="Inpi" w:hAnsi="Inpi"/>
              </w:rPr>
              <w:t>Ayant reçu pouvoir du représentant légal de l’entreprise</w:t>
            </w:r>
          </w:p>
          <w:p w14:paraId="6EDB683C" w14:textId="77777777" w:rsidR="00300525" w:rsidRPr="00A11D8F" w:rsidRDefault="00300525" w:rsidP="00601455">
            <w:pPr>
              <w:ind w:left="1134" w:hanging="1134"/>
              <w:jc w:val="both"/>
              <w:rPr>
                <w:rFonts w:ascii="Inpi" w:hAnsi="Inpi"/>
              </w:rPr>
            </w:pPr>
          </w:p>
        </w:tc>
      </w:tr>
      <w:tr w:rsidR="00300525" w:rsidRPr="00A11D8F" w14:paraId="18451603" w14:textId="77777777" w:rsidTr="00601455">
        <w:trPr>
          <w:trHeight w:val="265"/>
        </w:trPr>
        <w:tc>
          <w:tcPr>
            <w:tcW w:w="9214" w:type="dxa"/>
            <w:gridSpan w:val="20"/>
            <w:tcBorders>
              <w:top w:val="single" w:sz="4" w:space="0" w:color="FFFFFF"/>
              <w:left w:val="single" w:sz="4" w:space="0" w:color="auto"/>
              <w:bottom w:val="single" w:sz="4" w:space="0" w:color="FFFFFF"/>
              <w:right w:val="single" w:sz="4" w:space="0" w:color="auto"/>
            </w:tcBorders>
          </w:tcPr>
          <w:p w14:paraId="54493A0E" w14:textId="77777777" w:rsidR="00300525" w:rsidRPr="00A11D8F" w:rsidRDefault="00300525" w:rsidP="00300525">
            <w:pPr>
              <w:numPr>
                <w:ilvl w:val="0"/>
                <w:numId w:val="3"/>
              </w:numPr>
              <w:tabs>
                <w:tab w:val="clear" w:pos="1778"/>
                <w:tab w:val="num" w:pos="214"/>
              </w:tabs>
              <w:ind w:left="214" w:hanging="214"/>
              <w:jc w:val="both"/>
              <w:rPr>
                <w:rFonts w:ascii="Inpi" w:hAnsi="Inpi"/>
              </w:rPr>
            </w:pPr>
            <w:r w:rsidRPr="00A11D8F">
              <w:rPr>
                <w:rFonts w:ascii="Inpi" w:hAnsi="Inpi"/>
              </w:rPr>
              <w:t>dénomination sociale : ……………………………………………………………………………</w:t>
            </w:r>
          </w:p>
        </w:tc>
      </w:tr>
      <w:tr w:rsidR="00300525" w:rsidRPr="00A11D8F" w14:paraId="56ADEA75" w14:textId="77777777" w:rsidTr="00601455">
        <w:trPr>
          <w:trHeight w:val="992"/>
        </w:trPr>
        <w:tc>
          <w:tcPr>
            <w:tcW w:w="9214" w:type="dxa"/>
            <w:gridSpan w:val="20"/>
            <w:tcBorders>
              <w:top w:val="single" w:sz="4" w:space="0" w:color="FFFFFF"/>
              <w:left w:val="single" w:sz="4" w:space="0" w:color="auto"/>
              <w:bottom w:val="nil"/>
              <w:right w:val="single" w:sz="4" w:space="0" w:color="auto"/>
            </w:tcBorders>
          </w:tcPr>
          <w:p w14:paraId="2D6A2C49" w14:textId="77777777" w:rsidR="00300525" w:rsidRPr="00A11D8F" w:rsidRDefault="00300525" w:rsidP="00300525">
            <w:pPr>
              <w:numPr>
                <w:ilvl w:val="0"/>
                <w:numId w:val="3"/>
              </w:numPr>
              <w:tabs>
                <w:tab w:val="num" w:pos="214"/>
              </w:tabs>
              <w:spacing w:before="120"/>
              <w:ind w:left="215" w:hanging="215"/>
              <w:rPr>
                <w:rFonts w:ascii="Inpi" w:hAnsi="Inpi"/>
              </w:rPr>
            </w:pPr>
            <w:r w:rsidRPr="00A11D8F">
              <w:rPr>
                <w:rFonts w:ascii="Inpi" w:hAnsi="Inpi"/>
              </w:rPr>
              <w:t>adresse :………………………………………………………………………………………</w:t>
            </w:r>
          </w:p>
          <w:p w14:paraId="5D31B307" w14:textId="77777777" w:rsidR="00300525" w:rsidRPr="00A11D8F" w:rsidRDefault="00300525" w:rsidP="00601455">
            <w:pPr>
              <w:tabs>
                <w:tab w:val="num" w:pos="214"/>
              </w:tabs>
              <w:spacing w:before="120"/>
              <w:ind w:left="215" w:hanging="215"/>
              <w:rPr>
                <w:rFonts w:ascii="Inpi" w:hAnsi="Inpi"/>
              </w:rPr>
            </w:pPr>
            <w:r w:rsidRPr="00A11D8F">
              <w:rPr>
                <w:rFonts w:ascii="Inpi" w:hAnsi="Inpi"/>
              </w:rPr>
              <w:t xml:space="preserve"> …………………………………………………………………………………………………..</w:t>
            </w:r>
          </w:p>
        </w:tc>
      </w:tr>
      <w:tr w:rsidR="00300525" w:rsidRPr="00A11D8F" w14:paraId="6B34FCFE" w14:textId="77777777" w:rsidTr="00F56FE2">
        <w:trPr>
          <w:trHeight w:val="365"/>
        </w:trPr>
        <w:tc>
          <w:tcPr>
            <w:tcW w:w="4421" w:type="dxa"/>
            <w:vMerge w:val="restart"/>
            <w:tcBorders>
              <w:top w:val="single" w:sz="4" w:space="0" w:color="FFFFFF"/>
              <w:left w:val="single" w:sz="4" w:space="0" w:color="auto"/>
            </w:tcBorders>
            <w:vAlign w:val="center"/>
          </w:tcPr>
          <w:p w14:paraId="69087F51" w14:textId="77777777" w:rsidR="00300525" w:rsidRPr="00A11D8F" w:rsidRDefault="00300525" w:rsidP="00601455">
            <w:pPr>
              <w:ind w:left="214" w:hanging="214"/>
              <w:rPr>
                <w:rFonts w:ascii="Inpi" w:hAnsi="Inpi"/>
              </w:rPr>
            </w:pPr>
            <w:r w:rsidRPr="00A11D8F">
              <w:rPr>
                <w:rFonts w:ascii="Inpi" w:hAnsi="Inpi"/>
              </w:rPr>
              <w:t xml:space="preserve">-  Immatriculée sous le n° SIRET : </w:t>
            </w:r>
          </w:p>
        </w:tc>
        <w:tc>
          <w:tcPr>
            <w:tcW w:w="341" w:type="dxa"/>
            <w:tcBorders>
              <w:top w:val="nil"/>
            </w:tcBorders>
            <w:vAlign w:val="center"/>
          </w:tcPr>
          <w:p w14:paraId="06092716" w14:textId="77777777" w:rsidR="00300525" w:rsidRPr="00A11D8F" w:rsidRDefault="00300525" w:rsidP="00F56FE2">
            <w:pPr>
              <w:jc w:val="center"/>
              <w:rPr>
                <w:rFonts w:ascii="Inpi" w:hAnsi="Inpi"/>
                <w:b/>
              </w:rPr>
            </w:pPr>
          </w:p>
        </w:tc>
        <w:tc>
          <w:tcPr>
            <w:tcW w:w="342" w:type="dxa"/>
            <w:gridSpan w:val="2"/>
            <w:tcBorders>
              <w:top w:val="nil"/>
            </w:tcBorders>
            <w:vAlign w:val="center"/>
          </w:tcPr>
          <w:p w14:paraId="282D369C" w14:textId="77777777" w:rsidR="00300525" w:rsidRPr="00A11D8F" w:rsidRDefault="00300525" w:rsidP="00F56FE2">
            <w:pPr>
              <w:jc w:val="center"/>
              <w:rPr>
                <w:rFonts w:ascii="Inpi" w:hAnsi="Inpi"/>
                <w:b/>
              </w:rPr>
            </w:pPr>
          </w:p>
        </w:tc>
        <w:tc>
          <w:tcPr>
            <w:tcW w:w="343" w:type="dxa"/>
            <w:gridSpan w:val="2"/>
            <w:tcBorders>
              <w:top w:val="nil"/>
            </w:tcBorders>
            <w:vAlign w:val="center"/>
          </w:tcPr>
          <w:p w14:paraId="6994BA50" w14:textId="77777777" w:rsidR="00300525" w:rsidRPr="00A11D8F" w:rsidRDefault="00300525" w:rsidP="00F56FE2">
            <w:pPr>
              <w:jc w:val="center"/>
              <w:rPr>
                <w:rFonts w:ascii="Inpi" w:hAnsi="Inpi"/>
                <w:b/>
              </w:rPr>
            </w:pPr>
          </w:p>
        </w:tc>
        <w:tc>
          <w:tcPr>
            <w:tcW w:w="342" w:type="dxa"/>
            <w:gridSpan w:val="2"/>
            <w:tcBorders>
              <w:top w:val="nil"/>
            </w:tcBorders>
            <w:vAlign w:val="center"/>
          </w:tcPr>
          <w:p w14:paraId="09BC7F62" w14:textId="77777777" w:rsidR="00300525" w:rsidRPr="00A11D8F" w:rsidRDefault="00300525" w:rsidP="00F56FE2">
            <w:pPr>
              <w:jc w:val="center"/>
              <w:rPr>
                <w:rFonts w:ascii="Inpi" w:hAnsi="Inpi"/>
                <w:b/>
              </w:rPr>
            </w:pPr>
          </w:p>
        </w:tc>
        <w:tc>
          <w:tcPr>
            <w:tcW w:w="343" w:type="dxa"/>
            <w:gridSpan w:val="2"/>
            <w:tcBorders>
              <w:top w:val="nil"/>
            </w:tcBorders>
            <w:vAlign w:val="center"/>
          </w:tcPr>
          <w:p w14:paraId="1F6F90CB" w14:textId="77777777" w:rsidR="00300525" w:rsidRPr="00A11D8F" w:rsidRDefault="00300525" w:rsidP="00F56FE2">
            <w:pPr>
              <w:jc w:val="center"/>
              <w:rPr>
                <w:rFonts w:ascii="Inpi" w:hAnsi="Inpi"/>
                <w:b/>
              </w:rPr>
            </w:pPr>
          </w:p>
        </w:tc>
        <w:tc>
          <w:tcPr>
            <w:tcW w:w="342" w:type="dxa"/>
            <w:gridSpan w:val="2"/>
            <w:tcBorders>
              <w:top w:val="nil"/>
            </w:tcBorders>
            <w:vAlign w:val="center"/>
          </w:tcPr>
          <w:p w14:paraId="16128C72" w14:textId="77777777" w:rsidR="00300525" w:rsidRPr="00A11D8F" w:rsidRDefault="00300525" w:rsidP="00F56FE2">
            <w:pPr>
              <w:jc w:val="center"/>
              <w:rPr>
                <w:rFonts w:ascii="Inpi" w:hAnsi="Inpi"/>
                <w:b/>
              </w:rPr>
            </w:pPr>
          </w:p>
        </w:tc>
        <w:tc>
          <w:tcPr>
            <w:tcW w:w="343" w:type="dxa"/>
            <w:tcBorders>
              <w:top w:val="nil"/>
            </w:tcBorders>
            <w:vAlign w:val="center"/>
          </w:tcPr>
          <w:p w14:paraId="60A2BCF1" w14:textId="77777777" w:rsidR="00300525" w:rsidRPr="00A11D8F" w:rsidRDefault="00300525" w:rsidP="00F56FE2">
            <w:pPr>
              <w:jc w:val="center"/>
              <w:rPr>
                <w:rFonts w:ascii="Inpi" w:hAnsi="Inpi"/>
                <w:b/>
              </w:rPr>
            </w:pPr>
          </w:p>
        </w:tc>
        <w:tc>
          <w:tcPr>
            <w:tcW w:w="342" w:type="dxa"/>
            <w:tcBorders>
              <w:top w:val="nil"/>
            </w:tcBorders>
            <w:vAlign w:val="center"/>
          </w:tcPr>
          <w:p w14:paraId="5E3746FC" w14:textId="77777777" w:rsidR="00300525" w:rsidRPr="00A11D8F" w:rsidRDefault="00300525" w:rsidP="00F56FE2">
            <w:pPr>
              <w:jc w:val="center"/>
              <w:rPr>
                <w:rFonts w:ascii="Inpi" w:hAnsi="Inpi"/>
                <w:b/>
              </w:rPr>
            </w:pPr>
          </w:p>
        </w:tc>
        <w:tc>
          <w:tcPr>
            <w:tcW w:w="342" w:type="dxa"/>
            <w:tcBorders>
              <w:top w:val="nil"/>
            </w:tcBorders>
            <w:vAlign w:val="center"/>
          </w:tcPr>
          <w:p w14:paraId="09AB1ECC" w14:textId="77777777" w:rsidR="00300525" w:rsidRPr="00A11D8F" w:rsidRDefault="00300525" w:rsidP="00F56FE2">
            <w:pPr>
              <w:jc w:val="center"/>
              <w:rPr>
                <w:rFonts w:ascii="Inpi" w:hAnsi="Inpi"/>
                <w:b/>
              </w:rPr>
            </w:pPr>
          </w:p>
        </w:tc>
        <w:tc>
          <w:tcPr>
            <w:tcW w:w="343" w:type="dxa"/>
            <w:tcBorders>
              <w:top w:val="nil"/>
            </w:tcBorders>
            <w:vAlign w:val="center"/>
          </w:tcPr>
          <w:p w14:paraId="04C92525" w14:textId="77777777" w:rsidR="00300525" w:rsidRPr="00A11D8F" w:rsidRDefault="00300525" w:rsidP="00F56FE2">
            <w:pPr>
              <w:jc w:val="center"/>
              <w:rPr>
                <w:rFonts w:ascii="Inpi" w:hAnsi="Inpi"/>
                <w:b/>
              </w:rPr>
            </w:pPr>
          </w:p>
        </w:tc>
        <w:tc>
          <w:tcPr>
            <w:tcW w:w="342" w:type="dxa"/>
            <w:tcBorders>
              <w:top w:val="nil"/>
            </w:tcBorders>
            <w:vAlign w:val="center"/>
          </w:tcPr>
          <w:p w14:paraId="33A2B64A" w14:textId="77777777" w:rsidR="00300525" w:rsidRPr="00A11D8F" w:rsidRDefault="00300525" w:rsidP="00F56FE2">
            <w:pPr>
              <w:jc w:val="center"/>
              <w:rPr>
                <w:rFonts w:ascii="Inpi" w:hAnsi="Inpi"/>
                <w:b/>
              </w:rPr>
            </w:pPr>
          </w:p>
        </w:tc>
        <w:tc>
          <w:tcPr>
            <w:tcW w:w="343" w:type="dxa"/>
            <w:tcBorders>
              <w:top w:val="nil"/>
            </w:tcBorders>
            <w:vAlign w:val="center"/>
          </w:tcPr>
          <w:p w14:paraId="0437F10E" w14:textId="77777777" w:rsidR="00300525" w:rsidRPr="00A11D8F" w:rsidRDefault="00300525" w:rsidP="00F56FE2">
            <w:pPr>
              <w:jc w:val="center"/>
              <w:rPr>
                <w:rFonts w:ascii="Inpi" w:hAnsi="Inpi"/>
                <w:b/>
              </w:rPr>
            </w:pPr>
          </w:p>
        </w:tc>
        <w:tc>
          <w:tcPr>
            <w:tcW w:w="342" w:type="dxa"/>
            <w:tcBorders>
              <w:top w:val="nil"/>
            </w:tcBorders>
            <w:vAlign w:val="center"/>
          </w:tcPr>
          <w:p w14:paraId="71275417" w14:textId="77777777" w:rsidR="00300525" w:rsidRPr="00A11D8F" w:rsidRDefault="00300525" w:rsidP="00F56FE2">
            <w:pPr>
              <w:jc w:val="center"/>
              <w:rPr>
                <w:rFonts w:ascii="Inpi" w:hAnsi="Inpi"/>
                <w:b/>
              </w:rPr>
            </w:pPr>
          </w:p>
        </w:tc>
        <w:tc>
          <w:tcPr>
            <w:tcW w:w="343" w:type="dxa"/>
            <w:tcBorders>
              <w:top w:val="nil"/>
              <w:right w:val="single" w:sz="4" w:space="0" w:color="auto"/>
            </w:tcBorders>
            <w:vAlign w:val="center"/>
          </w:tcPr>
          <w:p w14:paraId="0CD1E46E" w14:textId="77777777" w:rsidR="00300525" w:rsidRPr="00A11D8F" w:rsidRDefault="00300525" w:rsidP="00F56FE2">
            <w:pPr>
              <w:jc w:val="center"/>
              <w:rPr>
                <w:rFonts w:ascii="Inpi" w:hAnsi="Inpi"/>
                <w:b/>
              </w:rPr>
            </w:pPr>
          </w:p>
        </w:tc>
      </w:tr>
      <w:tr w:rsidR="00300525" w:rsidRPr="00A11D8F" w14:paraId="66F8B345" w14:textId="77777777" w:rsidTr="00601455">
        <w:trPr>
          <w:trHeight w:val="130"/>
        </w:trPr>
        <w:tc>
          <w:tcPr>
            <w:tcW w:w="4421" w:type="dxa"/>
            <w:vMerge/>
            <w:tcBorders>
              <w:top w:val="nil"/>
              <w:left w:val="single" w:sz="4" w:space="0" w:color="auto"/>
              <w:bottom w:val="single" w:sz="4" w:space="0" w:color="FFFFFF"/>
            </w:tcBorders>
          </w:tcPr>
          <w:p w14:paraId="6ADA7C7B" w14:textId="77777777" w:rsidR="00300525" w:rsidRPr="00A11D8F" w:rsidRDefault="00300525" w:rsidP="00601455">
            <w:pPr>
              <w:ind w:left="1031" w:hanging="1134"/>
              <w:jc w:val="both"/>
              <w:rPr>
                <w:rFonts w:ascii="Inpi" w:hAnsi="Inpi"/>
              </w:rPr>
            </w:pPr>
          </w:p>
        </w:tc>
        <w:tc>
          <w:tcPr>
            <w:tcW w:w="3080" w:type="dxa"/>
            <w:gridSpan w:val="14"/>
          </w:tcPr>
          <w:p w14:paraId="5AE65D37" w14:textId="77777777" w:rsidR="00300525" w:rsidRPr="00A11D8F" w:rsidRDefault="00300525" w:rsidP="00601455">
            <w:pPr>
              <w:jc w:val="center"/>
              <w:rPr>
                <w:rFonts w:ascii="Inpi" w:hAnsi="Inpi"/>
              </w:rPr>
            </w:pPr>
            <w:r w:rsidRPr="00A11D8F">
              <w:rPr>
                <w:rFonts w:ascii="Inpi" w:hAnsi="Inpi"/>
                <w:sz w:val="14"/>
                <w:szCs w:val="14"/>
              </w:rPr>
              <w:t>N° SIREN</w:t>
            </w:r>
          </w:p>
        </w:tc>
        <w:tc>
          <w:tcPr>
            <w:tcW w:w="1713" w:type="dxa"/>
            <w:gridSpan w:val="5"/>
            <w:tcBorders>
              <w:right w:val="single" w:sz="4" w:space="0" w:color="auto"/>
            </w:tcBorders>
          </w:tcPr>
          <w:p w14:paraId="5292DB6D" w14:textId="77777777" w:rsidR="00300525" w:rsidRPr="00A11D8F" w:rsidRDefault="00300525" w:rsidP="00601455">
            <w:pPr>
              <w:jc w:val="center"/>
              <w:rPr>
                <w:rFonts w:ascii="Inpi" w:hAnsi="Inpi"/>
              </w:rPr>
            </w:pPr>
            <w:r w:rsidRPr="00A11D8F">
              <w:rPr>
                <w:rFonts w:ascii="Inpi" w:hAnsi="Inpi"/>
                <w:sz w:val="14"/>
                <w:szCs w:val="14"/>
              </w:rPr>
              <w:t>NIC</w:t>
            </w:r>
          </w:p>
        </w:tc>
      </w:tr>
      <w:tr w:rsidR="00300525" w:rsidRPr="00A11D8F" w14:paraId="6A4F211A" w14:textId="77777777" w:rsidTr="00601455">
        <w:trPr>
          <w:trHeight w:val="103"/>
        </w:trPr>
        <w:tc>
          <w:tcPr>
            <w:tcW w:w="9214" w:type="dxa"/>
            <w:gridSpan w:val="20"/>
            <w:tcBorders>
              <w:top w:val="single" w:sz="4" w:space="0" w:color="FFFFFF"/>
              <w:left w:val="single" w:sz="4" w:space="0" w:color="auto"/>
              <w:bottom w:val="nil"/>
              <w:right w:val="single" w:sz="4" w:space="0" w:color="auto"/>
            </w:tcBorders>
            <w:vAlign w:val="bottom"/>
          </w:tcPr>
          <w:p w14:paraId="6E0253A0" w14:textId="77777777" w:rsidR="00300525" w:rsidRPr="00A11D8F" w:rsidRDefault="00300525" w:rsidP="00601455">
            <w:pPr>
              <w:jc w:val="center"/>
              <w:rPr>
                <w:rFonts w:ascii="Inpi" w:hAnsi="Inpi"/>
                <w:sz w:val="14"/>
                <w:szCs w:val="14"/>
              </w:rPr>
            </w:pPr>
          </w:p>
        </w:tc>
      </w:tr>
      <w:tr w:rsidR="00300525" w:rsidRPr="00A11D8F" w14:paraId="0723D87C" w14:textId="77777777" w:rsidTr="00F56FE2">
        <w:trPr>
          <w:trHeight w:val="217"/>
        </w:trPr>
        <w:tc>
          <w:tcPr>
            <w:tcW w:w="4421" w:type="dxa"/>
            <w:vMerge w:val="restart"/>
            <w:tcBorders>
              <w:top w:val="single" w:sz="4" w:space="0" w:color="FFFFFF"/>
              <w:left w:val="single" w:sz="4" w:space="0" w:color="auto"/>
            </w:tcBorders>
            <w:vAlign w:val="bottom"/>
          </w:tcPr>
          <w:p w14:paraId="78B5C593" w14:textId="77777777" w:rsidR="00300525" w:rsidRPr="00A11D8F" w:rsidRDefault="00300525" w:rsidP="00300525">
            <w:pPr>
              <w:numPr>
                <w:ilvl w:val="0"/>
                <w:numId w:val="20"/>
              </w:numPr>
              <w:tabs>
                <w:tab w:val="num" w:pos="214"/>
              </w:tabs>
              <w:ind w:left="214" w:hanging="214"/>
              <w:rPr>
                <w:rFonts w:ascii="Inpi" w:hAnsi="Inpi"/>
              </w:rPr>
            </w:pPr>
            <w:r w:rsidRPr="00A11D8F">
              <w:rPr>
                <w:rFonts w:ascii="Inpi" w:hAnsi="Inpi"/>
              </w:rPr>
              <w:t>Code Activité Principale Exercée </w:t>
            </w:r>
          </w:p>
          <w:p w14:paraId="70697E27" w14:textId="77777777" w:rsidR="00300525" w:rsidRPr="00A11D8F" w:rsidRDefault="00300525" w:rsidP="00601455">
            <w:pPr>
              <w:rPr>
                <w:rFonts w:ascii="Inpi" w:hAnsi="Inpi"/>
              </w:rPr>
            </w:pPr>
          </w:p>
        </w:tc>
        <w:tc>
          <w:tcPr>
            <w:tcW w:w="357" w:type="dxa"/>
            <w:gridSpan w:val="2"/>
            <w:tcBorders>
              <w:top w:val="nil"/>
              <w:bottom w:val="single" w:sz="4" w:space="0" w:color="auto"/>
            </w:tcBorders>
            <w:vAlign w:val="center"/>
          </w:tcPr>
          <w:p w14:paraId="1A1991C9" w14:textId="77777777" w:rsidR="00300525" w:rsidRPr="00A11D8F" w:rsidRDefault="00300525" w:rsidP="00F56FE2">
            <w:pPr>
              <w:jc w:val="center"/>
              <w:rPr>
                <w:rFonts w:ascii="Inpi" w:hAnsi="Inpi"/>
                <w:b/>
              </w:rPr>
            </w:pPr>
          </w:p>
        </w:tc>
        <w:tc>
          <w:tcPr>
            <w:tcW w:w="369" w:type="dxa"/>
            <w:gridSpan w:val="2"/>
            <w:tcBorders>
              <w:top w:val="nil"/>
              <w:bottom w:val="single" w:sz="4" w:space="0" w:color="auto"/>
            </w:tcBorders>
            <w:vAlign w:val="center"/>
          </w:tcPr>
          <w:p w14:paraId="61FA89FC" w14:textId="77777777" w:rsidR="00300525" w:rsidRPr="00A11D8F" w:rsidRDefault="00300525" w:rsidP="00F56FE2">
            <w:pPr>
              <w:jc w:val="center"/>
              <w:rPr>
                <w:rFonts w:ascii="Inpi" w:hAnsi="Inpi"/>
                <w:b/>
              </w:rPr>
            </w:pPr>
          </w:p>
        </w:tc>
        <w:tc>
          <w:tcPr>
            <w:tcW w:w="357" w:type="dxa"/>
            <w:gridSpan w:val="2"/>
            <w:tcBorders>
              <w:top w:val="nil"/>
              <w:bottom w:val="single" w:sz="4" w:space="0" w:color="auto"/>
            </w:tcBorders>
            <w:vAlign w:val="center"/>
          </w:tcPr>
          <w:p w14:paraId="638C6AB3" w14:textId="77777777" w:rsidR="00300525" w:rsidRPr="00A11D8F" w:rsidRDefault="00300525" w:rsidP="00F56FE2">
            <w:pPr>
              <w:jc w:val="center"/>
              <w:rPr>
                <w:rFonts w:ascii="Inpi" w:hAnsi="Inpi"/>
                <w:b/>
              </w:rPr>
            </w:pPr>
          </w:p>
        </w:tc>
        <w:tc>
          <w:tcPr>
            <w:tcW w:w="357" w:type="dxa"/>
            <w:gridSpan w:val="2"/>
            <w:tcBorders>
              <w:top w:val="nil"/>
              <w:bottom w:val="single" w:sz="4" w:space="0" w:color="auto"/>
            </w:tcBorders>
            <w:vAlign w:val="center"/>
          </w:tcPr>
          <w:p w14:paraId="1CE65349" w14:textId="77777777" w:rsidR="00300525" w:rsidRPr="00A11D8F" w:rsidRDefault="00300525" w:rsidP="00F56FE2">
            <w:pPr>
              <w:jc w:val="center"/>
              <w:rPr>
                <w:rFonts w:ascii="Inpi" w:hAnsi="Inpi"/>
                <w:b/>
              </w:rPr>
            </w:pPr>
          </w:p>
        </w:tc>
        <w:tc>
          <w:tcPr>
            <w:tcW w:w="357" w:type="dxa"/>
            <w:gridSpan w:val="2"/>
            <w:tcBorders>
              <w:top w:val="nil"/>
              <w:bottom w:val="single" w:sz="4" w:space="0" w:color="auto"/>
            </w:tcBorders>
            <w:vAlign w:val="center"/>
          </w:tcPr>
          <w:p w14:paraId="4B15CD78" w14:textId="77777777" w:rsidR="00300525" w:rsidRPr="00A11D8F" w:rsidRDefault="00300525" w:rsidP="00F56FE2">
            <w:pPr>
              <w:jc w:val="center"/>
              <w:rPr>
                <w:rFonts w:ascii="Inpi" w:hAnsi="Inpi"/>
                <w:b/>
              </w:rPr>
            </w:pPr>
          </w:p>
        </w:tc>
        <w:tc>
          <w:tcPr>
            <w:tcW w:w="2996" w:type="dxa"/>
            <w:gridSpan w:val="9"/>
            <w:vMerge w:val="restart"/>
            <w:tcBorders>
              <w:top w:val="single" w:sz="4" w:space="0" w:color="FFFFFF"/>
              <w:right w:val="single" w:sz="4" w:space="0" w:color="auto"/>
            </w:tcBorders>
          </w:tcPr>
          <w:p w14:paraId="1E78460B" w14:textId="77777777" w:rsidR="00300525" w:rsidRPr="00A11D8F" w:rsidRDefault="00300525" w:rsidP="00601455">
            <w:pPr>
              <w:rPr>
                <w:rFonts w:ascii="Inpi" w:hAnsi="Inpi"/>
                <w:sz w:val="14"/>
                <w:szCs w:val="14"/>
              </w:rPr>
            </w:pPr>
          </w:p>
        </w:tc>
      </w:tr>
      <w:tr w:rsidR="00300525" w:rsidRPr="00A11D8F" w14:paraId="3E0AD03F" w14:textId="77777777" w:rsidTr="00601455">
        <w:trPr>
          <w:trHeight w:val="126"/>
        </w:trPr>
        <w:tc>
          <w:tcPr>
            <w:tcW w:w="4421" w:type="dxa"/>
            <w:vMerge/>
            <w:tcBorders>
              <w:left w:val="single" w:sz="4" w:space="0" w:color="auto"/>
              <w:bottom w:val="single" w:sz="4" w:space="0" w:color="auto"/>
              <w:right w:val="nil"/>
            </w:tcBorders>
            <w:vAlign w:val="bottom"/>
          </w:tcPr>
          <w:p w14:paraId="0534C147" w14:textId="77777777" w:rsidR="00300525" w:rsidRPr="00A11D8F" w:rsidRDefault="00300525" w:rsidP="00300525">
            <w:pPr>
              <w:numPr>
                <w:ilvl w:val="0"/>
                <w:numId w:val="20"/>
              </w:numPr>
              <w:tabs>
                <w:tab w:val="num" w:pos="214"/>
              </w:tabs>
              <w:ind w:left="214" w:hanging="214"/>
              <w:rPr>
                <w:rFonts w:ascii="Inpi" w:hAnsi="Inpi"/>
              </w:rPr>
            </w:pPr>
          </w:p>
        </w:tc>
        <w:tc>
          <w:tcPr>
            <w:tcW w:w="1797" w:type="dxa"/>
            <w:gridSpan w:val="10"/>
            <w:tcBorders>
              <w:top w:val="single" w:sz="4" w:space="0" w:color="auto"/>
              <w:left w:val="nil"/>
              <w:bottom w:val="single" w:sz="4" w:space="0" w:color="auto"/>
              <w:right w:val="nil"/>
            </w:tcBorders>
          </w:tcPr>
          <w:p w14:paraId="53E7650F" w14:textId="77777777" w:rsidR="00300525" w:rsidRPr="00A11D8F" w:rsidRDefault="00300525" w:rsidP="00601455">
            <w:pPr>
              <w:rPr>
                <w:rFonts w:ascii="Inpi" w:hAnsi="Inpi"/>
                <w:sz w:val="14"/>
                <w:szCs w:val="14"/>
              </w:rPr>
            </w:pPr>
          </w:p>
        </w:tc>
        <w:tc>
          <w:tcPr>
            <w:tcW w:w="2996" w:type="dxa"/>
            <w:gridSpan w:val="9"/>
            <w:vMerge/>
            <w:tcBorders>
              <w:left w:val="nil"/>
              <w:bottom w:val="single" w:sz="4" w:space="0" w:color="auto"/>
              <w:right w:val="single" w:sz="4" w:space="0" w:color="auto"/>
            </w:tcBorders>
          </w:tcPr>
          <w:p w14:paraId="6F1CC6FD" w14:textId="77777777" w:rsidR="00300525" w:rsidRPr="00A11D8F" w:rsidRDefault="00300525" w:rsidP="00601455">
            <w:pPr>
              <w:rPr>
                <w:rFonts w:ascii="Inpi" w:hAnsi="Inpi"/>
                <w:sz w:val="14"/>
                <w:szCs w:val="14"/>
              </w:rPr>
            </w:pPr>
          </w:p>
        </w:tc>
      </w:tr>
    </w:tbl>
    <w:p w14:paraId="3FE3CFF0" w14:textId="77777777" w:rsidR="00300525" w:rsidRPr="00A11D8F" w:rsidRDefault="00300525" w:rsidP="00300525">
      <w:pPr>
        <w:rPr>
          <w:rFonts w:ascii="Inpi" w:hAnsi="Inpi"/>
          <w:sz w:val="14"/>
          <w:szCs w:val="14"/>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1"/>
        <w:gridCol w:w="341"/>
        <w:gridCol w:w="16"/>
        <w:gridCol w:w="326"/>
        <w:gridCol w:w="43"/>
        <w:gridCol w:w="300"/>
        <w:gridCol w:w="57"/>
        <w:gridCol w:w="285"/>
        <w:gridCol w:w="72"/>
        <w:gridCol w:w="271"/>
        <w:gridCol w:w="86"/>
        <w:gridCol w:w="256"/>
        <w:gridCol w:w="343"/>
        <w:gridCol w:w="342"/>
        <w:gridCol w:w="342"/>
        <w:gridCol w:w="343"/>
        <w:gridCol w:w="342"/>
        <w:gridCol w:w="343"/>
        <w:gridCol w:w="342"/>
        <w:gridCol w:w="343"/>
      </w:tblGrid>
      <w:tr w:rsidR="00300525" w:rsidRPr="00A11D8F" w14:paraId="3CE2B409" w14:textId="77777777" w:rsidTr="00601455">
        <w:trPr>
          <w:trHeight w:val="536"/>
        </w:trPr>
        <w:tc>
          <w:tcPr>
            <w:tcW w:w="9214" w:type="dxa"/>
            <w:gridSpan w:val="20"/>
            <w:tcBorders>
              <w:top w:val="single" w:sz="4" w:space="0" w:color="auto"/>
              <w:left w:val="single" w:sz="4" w:space="0" w:color="auto"/>
              <w:bottom w:val="single" w:sz="4" w:space="0" w:color="FFFFFF"/>
              <w:right w:val="single" w:sz="4" w:space="0" w:color="auto"/>
            </w:tcBorders>
          </w:tcPr>
          <w:p w14:paraId="21ACF5DE" w14:textId="77777777" w:rsidR="00300525" w:rsidRPr="00A11D8F" w:rsidRDefault="00300525" w:rsidP="00601455">
            <w:pPr>
              <w:ind w:left="1134" w:hanging="1134"/>
              <w:jc w:val="both"/>
              <w:rPr>
                <w:rFonts w:ascii="Inpi" w:hAnsi="Inpi"/>
              </w:rPr>
            </w:pPr>
          </w:p>
          <w:p w14:paraId="03610AA9" w14:textId="77777777" w:rsidR="00300525" w:rsidRPr="00A11D8F" w:rsidRDefault="00300525" w:rsidP="00601455">
            <w:pPr>
              <w:ind w:left="1134" w:hanging="1134"/>
              <w:jc w:val="both"/>
              <w:rPr>
                <w:rFonts w:ascii="Inpi" w:hAnsi="Inpi"/>
              </w:rPr>
            </w:pPr>
            <w:r w:rsidRPr="00A11D8F">
              <w:rPr>
                <w:rFonts w:ascii="Inpi" w:hAnsi="Inpi"/>
              </w:rPr>
              <w:t>Nom, prénom et qualité : ……………………………………………………………</w:t>
            </w:r>
          </w:p>
        </w:tc>
      </w:tr>
      <w:tr w:rsidR="00300525" w:rsidRPr="00A11D8F" w14:paraId="564F3FBD" w14:textId="77777777" w:rsidTr="00601455">
        <w:trPr>
          <w:trHeight w:val="415"/>
        </w:trPr>
        <w:tc>
          <w:tcPr>
            <w:tcW w:w="9214" w:type="dxa"/>
            <w:gridSpan w:val="20"/>
            <w:tcBorders>
              <w:top w:val="single" w:sz="4" w:space="0" w:color="FFFFFF"/>
              <w:left w:val="single" w:sz="4" w:space="0" w:color="auto"/>
              <w:bottom w:val="single" w:sz="4" w:space="0" w:color="FFFFFF"/>
              <w:right w:val="single" w:sz="4" w:space="0" w:color="auto"/>
            </w:tcBorders>
          </w:tcPr>
          <w:p w14:paraId="6021916A" w14:textId="77777777" w:rsidR="00300525" w:rsidRPr="00A11D8F" w:rsidRDefault="00300525" w:rsidP="00601455">
            <w:pPr>
              <w:tabs>
                <w:tab w:val="left" w:pos="1490"/>
              </w:tabs>
              <w:rPr>
                <w:rFonts w:ascii="Inpi" w:hAnsi="Inpi"/>
              </w:rPr>
            </w:pPr>
            <w:r w:rsidRPr="00A11D8F">
              <w:rPr>
                <w:rFonts w:ascii="Inpi" w:hAnsi="Inpi"/>
              </w:rPr>
              <w:t xml:space="preserve">Qualité </w:t>
            </w:r>
            <w:r w:rsidR="00DB367D" w:rsidRPr="00A11D8F">
              <w:rPr>
                <w:rFonts w:ascii="Inpi" w:hAnsi="Inpi"/>
                <w:vertAlign w:val="superscript"/>
              </w:rPr>
              <w:t>1</w:t>
            </w:r>
            <w:r w:rsidRPr="00A11D8F">
              <w:rPr>
                <w:rFonts w:ascii="Inpi" w:hAnsi="Inpi"/>
              </w:rPr>
              <w:t> :</w:t>
            </w:r>
            <w:r w:rsidRPr="00A11D8F">
              <w:rPr>
                <w:rFonts w:ascii="Inpi" w:hAnsi="Inpi"/>
              </w:rPr>
              <w:tab/>
            </w:r>
            <w:r w:rsidR="007545E9" w:rsidRPr="00A11D8F">
              <w:rPr>
                <w:rFonts w:ascii="Inpi" w:hAnsi="Inpi"/>
              </w:rPr>
              <w:fldChar w:fldCharType="begin">
                <w:ffData>
                  <w:name w:val="CaseACocher29"/>
                  <w:enabled/>
                  <w:calcOnExit w:val="0"/>
                  <w:checkBox>
                    <w:sizeAuto/>
                    <w:default w:val="0"/>
                  </w:checkBox>
                </w:ffData>
              </w:fldChar>
            </w:r>
            <w:bookmarkStart w:id="12" w:name="CaseACocher29"/>
            <w:r w:rsidR="007545E9" w:rsidRPr="00A11D8F">
              <w:rPr>
                <w:rFonts w:ascii="Inpi" w:hAnsi="Inpi"/>
              </w:rPr>
              <w:instrText xml:space="preserve"> FORMCHECKBOX </w:instrText>
            </w:r>
            <w:r w:rsidR="00E950C8">
              <w:rPr>
                <w:rFonts w:ascii="Inpi" w:hAnsi="Inpi"/>
              </w:rPr>
            </w:r>
            <w:r w:rsidR="00E950C8">
              <w:rPr>
                <w:rFonts w:ascii="Inpi" w:hAnsi="Inpi"/>
              </w:rPr>
              <w:fldChar w:fldCharType="separate"/>
            </w:r>
            <w:r w:rsidR="007545E9" w:rsidRPr="00A11D8F">
              <w:rPr>
                <w:rFonts w:ascii="Inpi" w:hAnsi="Inpi"/>
              </w:rPr>
              <w:fldChar w:fldCharType="end"/>
            </w:r>
            <w:bookmarkEnd w:id="12"/>
            <w:r w:rsidR="007545E9" w:rsidRPr="00A11D8F">
              <w:rPr>
                <w:rFonts w:ascii="Inpi" w:hAnsi="Inpi"/>
              </w:rPr>
              <w:t xml:space="preserve"> </w:t>
            </w:r>
            <w:r w:rsidRPr="00A11D8F">
              <w:rPr>
                <w:rFonts w:ascii="Inpi" w:hAnsi="Inpi"/>
              </w:rPr>
              <w:t>Représentant légal de l’entreprise</w:t>
            </w:r>
          </w:p>
          <w:p w14:paraId="02D468AD" w14:textId="77777777" w:rsidR="00300525" w:rsidRPr="00A11D8F" w:rsidRDefault="00300525" w:rsidP="00601455">
            <w:pPr>
              <w:ind w:left="1490" w:hanging="1490"/>
              <w:rPr>
                <w:rFonts w:ascii="Inpi" w:hAnsi="Inpi"/>
              </w:rPr>
            </w:pPr>
            <w:r w:rsidRPr="00A11D8F">
              <w:rPr>
                <w:rFonts w:ascii="Inpi" w:hAnsi="Inpi"/>
              </w:rPr>
              <w:tab/>
            </w:r>
            <w:r w:rsidR="007545E9" w:rsidRPr="00A11D8F">
              <w:rPr>
                <w:rFonts w:ascii="Inpi" w:hAnsi="Inpi"/>
              </w:rPr>
              <w:fldChar w:fldCharType="begin">
                <w:ffData>
                  <w:name w:val="CaseACocher30"/>
                  <w:enabled/>
                  <w:calcOnExit w:val="0"/>
                  <w:checkBox>
                    <w:sizeAuto/>
                    <w:default w:val="0"/>
                  </w:checkBox>
                </w:ffData>
              </w:fldChar>
            </w:r>
            <w:bookmarkStart w:id="13" w:name="CaseACocher30"/>
            <w:r w:rsidR="007545E9" w:rsidRPr="00A11D8F">
              <w:rPr>
                <w:rFonts w:ascii="Inpi" w:hAnsi="Inpi"/>
              </w:rPr>
              <w:instrText xml:space="preserve"> FORMCHECKBOX </w:instrText>
            </w:r>
            <w:r w:rsidR="00E950C8">
              <w:rPr>
                <w:rFonts w:ascii="Inpi" w:hAnsi="Inpi"/>
              </w:rPr>
            </w:r>
            <w:r w:rsidR="00E950C8">
              <w:rPr>
                <w:rFonts w:ascii="Inpi" w:hAnsi="Inpi"/>
              </w:rPr>
              <w:fldChar w:fldCharType="separate"/>
            </w:r>
            <w:r w:rsidR="007545E9" w:rsidRPr="00A11D8F">
              <w:rPr>
                <w:rFonts w:ascii="Inpi" w:hAnsi="Inpi"/>
              </w:rPr>
              <w:fldChar w:fldCharType="end"/>
            </w:r>
            <w:bookmarkEnd w:id="13"/>
            <w:r w:rsidR="007545E9" w:rsidRPr="00A11D8F">
              <w:rPr>
                <w:rFonts w:ascii="Inpi" w:hAnsi="Inpi"/>
              </w:rPr>
              <w:t xml:space="preserve"> </w:t>
            </w:r>
            <w:r w:rsidRPr="00A11D8F">
              <w:rPr>
                <w:rFonts w:ascii="Inpi" w:hAnsi="Inpi"/>
              </w:rPr>
              <w:t>Ayant reçu pouvoir du représentant légal de l’entreprise</w:t>
            </w:r>
          </w:p>
          <w:p w14:paraId="29C06E2B" w14:textId="77777777" w:rsidR="00300525" w:rsidRPr="00A11D8F" w:rsidRDefault="00300525" w:rsidP="00601455">
            <w:pPr>
              <w:ind w:left="1134" w:hanging="1134"/>
              <w:jc w:val="both"/>
              <w:rPr>
                <w:rFonts w:ascii="Inpi" w:hAnsi="Inpi"/>
              </w:rPr>
            </w:pPr>
          </w:p>
        </w:tc>
      </w:tr>
      <w:tr w:rsidR="00300525" w:rsidRPr="00A11D8F" w14:paraId="5D8C0555" w14:textId="77777777" w:rsidTr="00601455">
        <w:trPr>
          <w:trHeight w:val="265"/>
        </w:trPr>
        <w:tc>
          <w:tcPr>
            <w:tcW w:w="9214" w:type="dxa"/>
            <w:gridSpan w:val="20"/>
            <w:tcBorders>
              <w:top w:val="single" w:sz="4" w:space="0" w:color="FFFFFF"/>
              <w:left w:val="single" w:sz="4" w:space="0" w:color="auto"/>
              <w:bottom w:val="single" w:sz="4" w:space="0" w:color="FFFFFF"/>
              <w:right w:val="single" w:sz="4" w:space="0" w:color="auto"/>
            </w:tcBorders>
          </w:tcPr>
          <w:p w14:paraId="394D1784" w14:textId="77777777" w:rsidR="00300525" w:rsidRPr="00A11D8F" w:rsidRDefault="00300525" w:rsidP="00300525">
            <w:pPr>
              <w:numPr>
                <w:ilvl w:val="0"/>
                <w:numId w:val="3"/>
              </w:numPr>
              <w:tabs>
                <w:tab w:val="clear" w:pos="1778"/>
                <w:tab w:val="num" w:pos="214"/>
              </w:tabs>
              <w:ind w:left="214" w:hanging="214"/>
              <w:jc w:val="both"/>
              <w:rPr>
                <w:rFonts w:ascii="Inpi" w:hAnsi="Inpi"/>
              </w:rPr>
            </w:pPr>
            <w:r w:rsidRPr="00A11D8F">
              <w:rPr>
                <w:rFonts w:ascii="Inpi" w:hAnsi="Inpi"/>
              </w:rPr>
              <w:t>dénomination sociale : ……………………………………………………………………………</w:t>
            </w:r>
          </w:p>
        </w:tc>
      </w:tr>
      <w:tr w:rsidR="00300525" w:rsidRPr="00A11D8F" w14:paraId="5EB47AAE" w14:textId="77777777" w:rsidTr="00601455">
        <w:trPr>
          <w:trHeight w:val="992"/>
        </w:trPr>
        <w:tc>
          <w:tcPr>
            <w:tcW w:w="9214" w:type="dxa"/>
            <w:gridSpan w:val="20"/>
            <w:tcBorders>
              <w:top w:val="single" w:sz="4" w:space="0" w:color="FFFFFF"/>
              <w:left w:val="single" w:sz="4" w:space="0" w:color="auto"/>
              <w:bottom w:val="nil"/>
              <w:right w:val="single" w:sz="4" w:space="0" w:color="auto"/>
            </w:tcBorders>
          </w:tcPr>
          <w:p w14:paraId="5FB57AAC" w14:textId="77777777" w:rsidR="00300525" w:rsidRPr="00A11D8F" w:rsidRDefault="00300525" w:rsidP="00300525">
            <w:pPr>
              <w:numPr>
                <w:ilvl w:val="0"/>
                <w:numId w:val="3"/>
              </w:numPr>
              <w:tabs>
                <w:tab w:val="num" w:pos="214"/>
              </w:tabs>
              <w:spacing w:before="120"/>
              <w:ind w:left="215" w:hanging="215"/>
              <w:rPr>
                <w:rFonts w:ascii="Inpi" w:hAnsi="Inpi"/>
              </w:rPr>
            </w:pPr>
            <w:r w:rsidRPr="00A11D8F">
              <w:rPr>
                <w:rFonts w:ascii="Inpi" w:hAnsi="Inpi"/>
              </w:rPr>
              <w:t>adresse :………………………………………………………………………………………</w:t>
            </w:r>
          </w:p>
          <w:p w14:paraId="50300ECC" w14:textId="77777777" w:rsidR="00300525" w:rsidRPr="00A11D8F" w:rsidRDefault="00300525" w:rsidP="00601455">
            <w:pPr>
              <w:tabs>
                <w:tab w:val="num" w:pos="214"/>
              </w:tabs>
              <w:spacing w:before="120"/>
              <w:ind w:left="215" w:hanging="215"/>
              <w:rPr>
                <w:rFonts w:ascii="Inpi" w:hAnsi="Inpi"/>
              </w:rPr>
            </w:pPr>
            <w:r w:rsidRPr="00A11D8F">
              <w:rPr>
                <w:rFonts w:ascii="Inpi" w:hAnsi="Inpi"/>
              </w:rPr>
              <w:t xml:space="preserve"> …………………………………………………………………………………………………..</w:t>
            </w:r>
          </w:p>
        </w:tc>
      </w:tr>
      <w:tr w:rsidR="00300525" w:rsidRPr="00A11D8F" w14:paraId="23810DA7" w14:textId="77777777" w:rsidTr="00F56FE2">
        <w:trPr>
          <w:trHeight w:val="365"/>
        </w:trPr>
        <w:tc>
          <w:tcPr>
            <w:tcW w:w="4421" w:type="dxa"/>
            <w:vMerge w:val="restart"/>
            <w:tcBorders>
              <w:top w:val="single" w:sz="4" w:space="0" w:color="FFFFFF"/>
              <w:left w:val="single" w:sz="4" w:space="0" w:color="auto"/>
            </w:tcBorders>
            <w:vAlign w:val="center"/>
          </w:tcPr>
          <w:p w14:paraId="4CD3457E" w14:textId="77777777" w:rsidR="00300525" w:rsidRPr="00A11D8F" w:rsidRDefault="00300525" w:rsidP="00601455">
            <w:pPr>
              <w:ind w:left="214" w:hanging="214"/>
              <w:rPr>
                <w:rFonts w:ascii="Inpi" w:hAnsi="Inpi"/>
              </w:rPr>
            </w:pPr>
            <w:r w:rsidRPr="00A11D8F">
              <w:rPr>
                <w:rFonts w:ascii="Inpi" w:hAnsi="Inpi"/>
              </w:rPr>
              <w:t xml:space="preserve">-  Immatriculée sous le n° SIRET : </w:t>
            </w:r>
          </w:p>
        </w:tc>
        <w:tc>
          <w:tcPr>
            <w:tcW w:w="341" w:type="dxa"/>
            <w:tcBorders>
              <w:top w:val="nil"/>
            </w:tcBorders>
            <w:vAlign w:val="center"/>
          </w:tcPr>
          <w:p w14:paraId="601DDC45" w14:textId="77777777" w:rsidR="00300525" w:rsidRPr="00A11D8F" w:rsidRDefault="00300525" w:rsidP="00F56FE2">
            <w:pPr>
              <w:jc w:val="center"/>
              <w:rPr>
                <w:rFonts w:ascii="Inpi" w:hAnsi="Inpi"/>
                <w:b/>
              </w:rPr>
            </w:pPr>
          </w:p>
        </w:tc>
        <w:tc>
          <w:tcPr>
            <w:tcW w:w="342" w:type="dxa"/>
            <w:gridSpan w:val="2"/>
            <w:tcBorders>
              <w:top w:val="nil"/>
            </w:tcBorders>
            <w:vAlign w:val="center"/>
          </w:tcPr>
          <w:p w14:paraId="749839AD" w14:textId="77777777" w:rsidR="00300525" w:rsidRPr="00A11D8F" w:rsidRDefault="00300525" w:rsidP="00F56FE2">
            <w:pPr>
              <w:jc w:val="center"/>
              <w:rPr>
                <w:rFonts w:ascii="Inpi" w:hAnsi="Inpi"/>
                <w:b/>
              </w:rPr>
            </w:pPr>
          </w:p>
        </w:tc>
        <w:tc>
          <w:tcPr>
            <w:tcW w:w="343" w:type="dxa"/>
            <w:gridSpan w:val="2"/>
            <w:tcBorders>
              <w:top w:val="nil"/>
            </w:tcBorders>
            <w:vAlign w:val="center"/>
          </w:tcPr>
          <w:p w14:paraId="0EE9904C" w14:textId="77777777" w:rsidR="00300525" w:rsidRPr="00A11D8F" w:rsidRDefault="00300525" w:rsidP="00F56FE2">
            <w:pPr>
              <w:jc w:val="center"/>
              <w:rPr>
                <w:rFonts w:ascii="Inpi" w:hAnsi="Inpi"/>
                <w:b/>
              </w:rPr>
            </w:pPr>
          </w:p>
        </w:tc>
        <w:tc>
          <w:tcPr>
            <w:tcW w:w="342" w:type="dxa"/>
            <w:gridSpan w:val="2"/>
            <w:tcBorders>
              <w:top w:val="nil"/>
            </w:tcBorders>
            <w:vAlign w:val="center"/>
          </w:tcPr>
          <w:p w14:paraId="31515D32" w14:textId="77777777" w:rsidR="00300525" w:rsidRPr="00A11D8F" w:rsidRDefault="00300525" w:rsidP="00F56FE2">
            <w:pPr>
              <w:jc w:val="center"/>
              <w:rPr>
                <w:rFonts w:ascii="Inpi" w:hAnsi="Inpi"/>
                <w:b/>
              </w:rPr>
            </w:pPr>
          </w:p>
        </w:tc>
        <w:tc>
          <w:tcPr>
            <w:tcW w:w="343" w:type="dxa"/>
            <w:gridSpan w:val="2"/>
            <w:tcBorders>
              <w:top w:val="nil"/>
            </w:tcBorders>
            <w:vAlign w:val="center"/>
          </w:tcPr>
          <w:p w14:paraId="197119BD" w14:textId="77777777" w:rsidR="00300525" w:rsidRPr="00A11D8F" w:rsidRDefault="00300525" w:rsidP="00F56FE2">
            <w:pPr>
              <w:jc w:val="center"/>
              <w:rPr>
                <w:rFonts w:ascii="Inpi" w:hAnsi="Inpi"/>
                <w:b/>
              </w:rPr>
            </w:pPr>
          </w:p>
        </w:tc>
        <w:tc>
          <w:tcPr>
            <w:tcW w:w="342" w:type="dxa"/>
            <w:gridSpan w:val="2"/>
            <w:tcBorders>
              <w:top w:val="nil"/>
            </w:tcBorders>
            <w:vAlign w:val="center"/>
          </w:tcPr>
          <w:p w14:paraId="22F52195" w14:textId="77777777" w:rsidR="00300525" w:rsidRPr="00A11D8F" w:rsidRDefault="00300525" w:rsidP="00F56FE2">
            <w:pPr>
              <w:jc w:val="center"/>
              <w:rPr>
                <w:rFonts w:ascii="Inpi" w:hAnsi="Inpi"/>
                <w:b/>
              </w:rPr>
            </w:pPr>
          </w:p>
        </w:tc>
        <w:tc>
          <w:tcPr>
            <w:tcW w:w="343" w:type="dxa"/>
            <w:tcBorders>
              <w:top w:val="nil"/>
            </w:tcBorders>
            <w:vAlign w:val="center"/>
          </w:tcPr>
          <w:p w14:paraId="31161444" w14:textId="77777777" w:rsidR="00300525" w:rsidRPr="00A11D8F" w:rsidRDefault="00300525" w:rsidP="00F56FE2">
            <w:pPr>
              <w:jc w:val="center"/>
              <w:rPr>
                <w:rFonts w:ascii="Inpi" w:hAnsi="Inpi"/>
                <w:b/>
              </w:rPr>
            </w:pPr>
          </w:p>
        </w:tc>
        <w:tc>
          <w:tcPr>
            <w:tcW w:w="342" w:type="dxa"/>
            <w:tcBorders>
              <w:top w:val="nil"/>
            </w:tcBorders>
            <w:vAlign w:val="center"/>
          </w:tcPr>
          <w:p w14:paraId="371444F4" w14:textId="77777777" w:rsidR="00300525" w:rsidRPr="00A11D8F" w:rsidRDefault="00300525" w:rsidP="00F56FE2">
            <w:pPr>
              <w:jc w:val="center"/>
              <w:rPr>
                <w:rFonts w:ascii="Inpi" w:hAnsi="Inpi"/>
                <w:b/>
              </w:rPr>
            </w:pPr>
          </w:p>
        </w:tc>
        <w:tc>
          <w:tcPr>
            <w:tcW w:w="342" w:type="dxa"/>
            <w:tcBorders>
              <w:top w:val="nil"/>
            </w:tcBorders>
            <w:vAlign w:val="center"/>
          </w:tcPr>
          <w:p w14:paraId="1FA60CB9" w14:textId="77777777" w:rsidR="00300525" w:rsidRPr="00A11D8F" w:rsidRDefault="00300525" w:rsidP="00F56FE2">
            <w:pPr>
              <w:jc w:val="center"/>
              <w:rPr>
                <w:rFonts w:ascii="Inpi" w:hAnsi="Inpi"/>
                <w:b/>
              </w:rPr>
            </w:pPr>
          </w:p>
        </w:tc>
        <w:tc>
          <w:tcPr>
            <w:tcW w:w="343" w:type="dxa"/>
            <w:tcBorders>
              <w:top w:val="nil"/>
            </w:tcBorders>
            <w:vAlign w:val="center"/>
          </w:tcPr>
          <w:p w14:paraId="4042E502" w14:textId="77777777" w:rsidR="00300525" w:rsidRPr="00A11D8F" w:rsidRDefault="00300525" w:rsidP="00F56FE2">
            <w:pPr>
              <w:jc w:val="center"/>
              <w:rPr>
                <w:rFonts w:ascii="Inpi" w:hAnsi="Inpi"/>
                <w:b/>
              </w:rPr>
            </w:pPr>
          </w:p>
        </w:tc>
        <w:tc>
          <w:tcPr>
            <w:tcW w:w="342" w:type="dxa"/>
            <w:tcBorders>
              <w:top w:val="nil"/>
            </w:tcBorders>
            <w:vAlign w:val="center"/>
          </w:tcPr>
          <w:p w14:paraId="6158425C" w14:textId="77777777" w:rsidR="00300525" w:rsidRPr="00A11D8F" w:rsidRDefault="00300525" w:rsidP="00F56FE2">
            <w:pPr>
              <w:jc w:val="center"/>
              <w:rPr>
                <w:rFonts w:ascii="Inpi" w:hAnsi="Inpi"/>
                <w:b/>
              </w:rPr>
            </w:pPr>
          </w:p>
        </w:tc>
        <w:tc>
          <w:tcPr>
            <w:tcW w:w="343" w:type="dxa"/>
            <w:tcBorders>
              <w:top w:val="nil"/>
            </w:tcBorders>
            <w:vAlign w:val="center"/>
          </w:tcPr>
          <w:p w14:paraId="11F6ABF3" w14:textId="77777777" w:rsidR="00300525" w:rsidRPr="00A11D8F" w:rsidRDefault="00300525" w:rsidP="00F56FE2">
            <w:pPr>
              <w:jc w:val="center"/>
              <w:rPr>
                <w:rFonts w:ascii="Inpi" w:hAnsi="Inpi"/>
                <w:b/>
              </w:rPr>
            </w:pPr>
          </w:p>
        </w:tc>
        <w:tc>
          <w:tcPr>
            <w:tcW w:w="342" w:type="dxa"/>
            <w:tcBorders>
              <w:top w:val="nil"/>
            </w:tcBorders>
            <w:vAlign w:val="center"/>
          </w:tcPr>
          <w:p w14:paraId="3F2F4BAA" w14:textId="77777777" w:rsidR="00300525" w:rsidRPr="00A11D8F" w:rsidRDefault="00300525" w:rsidP="00F56FE2">
            <w:pPr>
              <w:jc w:val="center"/>
              <w:rPr>
                <w:rFonts w:ascii="Inpi" w:hAnsi="Inpi"/>
                <w:b/>
              </w:rPr>
            </w:pPr>
          </w:p>
        </w:tc>
        <w:tc>
          <w:tcPr>
            <w:tcW w:w="343" w:type="dxa"/>
            <w:tcBorders>
              <w:top w:val="nil"/>
              <w:right w:val="single" w:sz="4" w:space="0" w:color="auto"/>
            </w:tcBorders>
            <w:vAlign w:val="center"/>
          </w:tcPr>
          <w:p w14:paraId="1476900D" w14:textId="77777777" w:rsidR="00300525" w:rsidRPr="00A11D8F" w:rsidRDefault="00300525" w:rsidP="00F56FE2">
            <w:pPr>
              <w:jc w:val="center"/>
              <w:rPr>
                <w:rFonts w:ascii="Inpi" w:hAnsi="Inpi"/>
                <w:b/>
              </w:rPr>
            </w:pPr>
          </w:p>
        </w:tc>
      </w:tr>
      <w:tr w:rsidR="00300525" w:rsidRPr="00A11D8F" w14:paraId="423325E8" w14:textId="77777777" w:rsidTr="00601455">
        <w:trPr>
          <w:trHeight w:val="130"/>
        </w:trPr>
        <w:tc>
          <w:tcPr>
            <w:tcW w:w="4421" w:type="dxa"/>
            <w:vMerge/>
            <w:tcBorders>
              <w:top w:val="nil"/>
              <w:left w:val="single" w:sz="4" w:space="0" w:color="auto"/>
              <w:bottom w:val="single" w:sz="4" w:space="0" w:color="FFFFFF"/>
            </w:tcBorders>
          </w:tcPr>
          <w:p w14:paraId="28F58BB9" w14:textId="77777777" w:rsidR="00300525" w:rsidRPr="00A11D8F" w:rsidRDefault="00300525" w:rsidP="00601455">
            <w:pPr>
              <w:ind w:left="1031" w:hanging="1134"/>
              <w:jc w:val="both"/>
              <w:rPr>
                <w:rFonts w:ascii="Inpi" w:hAnsi="Inpi"/>
              </w:rPr>
            </w:pPr>
          </w:p>
        </w:tc>
        <w:tc>
          <w:tcPr>
            <w:tcW w:w="3080" w:type="dxa"/>
            <w:gridSpan w:val="14"/>
          </w:tcPr>
          <w:p w14:paraId="6EFDF9B1" w14:textId="77777777" w:rsidR="00300525" w:rsidRPr="00A11D8F" w:rsidRDefault="00300525" w:rsidP="00601455">
            <w:pPr>
              <w:jc w:val="center"/>
              <w:rPr>
                <w:rFonts w:ascii="Inpi" w:hAnsi="Inpi"/>
              </w:rPr>
            </w:pPr>
            <w:r w:rsidRPr="00A11D8F">
              <w:rPr>
                <w:rFonts w:ascii="Inpi" w:hAnsi="Inpi"/>
                <w:sz w:val="14"/>
                <w:szCs w:val="14"/>
              </w:rPr>
              <w:t>N° SIREN</w:t>
            </w:r>
          </w:p>
        </w:tc>
        <w:tc>
          <w:tcPr>
            <w:tcW w:w="1713" w:type="dxa"/>
            <w:gridSpan w:val="5"/>
            <w:tcBorders>
              <w:right w:val="single" w:sz="4" w:space="0" w:color="auto"/>
            </w:tcBorders>
          </w:tcPr>
          <w:p w14:paraId="2060F210" w14:textId="77777777" w:rsidR="00300525" w:rsidRPr="00A11D8F" w:rsidRDefault="00300525" w:rsidP="00601455">
            <w:pPr>
              <w:jc w:val="center"/>
              <w:rPr>
                <w:rFonts w:ascii="Inpi" w:hAnsi="Inpi"/>
              </w:rPr>
            </w:pPr>
            <w:r w:rsidRPr="00A11D8F">
              <w:rPr>
                <w:rFonts w:ascii="Inpi" w:hAnsi="Inpi"/>
                <w:sz w:val="14"/>
                <w:szCs w:val="14"/>
              </w:rPr>
              <w:t>NIC</w:t>
            </w:r>
          </w:p>
        </w:tc>
      </w:tr>
      <w:tr w:rsidR="00300525" w:rsidRPr="00A11D8F" w14:paraId="6298DD76" w14:textId="77777777" w:rsidTr="00601455">
        <w:trPr>
          <w:trHeight w:val="103"/>
        </w:trPr>
        <w:tc>
          <w:tcPr>
            <w:tcW w:w="9214" w:type="dxa"/>
            <w:gridSpan w:val="20"/>
            <w:tcBorders>
              <w:top w:val="single" w:sz="4" w:space="0" w:color="FFFFFF"/>
              <w:left w:val="single" w:sz="4" w:space="0" w:color="auto"/>
              <w:bottom w:val="nil"/>
              <w:right w:val="single" w:sz="4" w:space="0" w:color="auto"/>
            </w:tcBorders>
            <w:vAlign w:val="bottom"/>
          </w:tcPr>
          <w:p w14:paraId="3F4203CE" w14:textId="77777777" w:rsidR="00300525" w:rsidRPr="00A11D8F" w:rsidRDefault="00300525" w:rsidP="00601455">
            <w:pPr>
              <w:jc w:val="center"/>
              <w:rPr>
                <w:rFonts w:ascii="Inpi" w:hAnsi="Inpi"/>
                <w:sz w:val="14"/>
                <w:szCs w:val="14"/>
              </w:rPr>
            </w:pPr>
          </w:p>
        </w:tc>
      </w:tr>
      <w:tr w:rsidR="00300525" w:rsidRPr="00A11D8F" w14:paraId="757AD583" w14:textId="77777777" w:rsidTr="00F56FE2">
        <w:trPr>
          <w:trHeight w:val="217"/>
        </w:trPr>
        <w:tc>
          <w:tcPr>
            <w:tcW w:w="4421" w:type="dxa"/>
            <w:vMerge w:val="restart"/>
            <w:tcBorders>
              <w:top w:val="single" w:sz="4" w:space="0" w:color="FFFFFF"/>
              <w:left w:val="single" w:sz="4" w:space="0" w:color="auto"/>
            </w:tcBorders>
            <w:vAlign w:val="bottom"/>
          </w:tcPr>
          <w:p w14:paraId="1D74D9BA" w14:textId="77777777" w:rsidR="00300525" w:rsidRPr="00A11D8F" w:rsidRDefault="00300525" w:rsidP="00300525">
            <w:pPr>
              <w:numPr>
                <w:ilvl w:val="0"/>
                <w:numId w:val="20"/>
              </w:numPr>
              <w:tabs>
                <w:tab w:val="num" w:pos="214"/>
              </w:tabs>
              <w:ind w:left="214" w:hanging="214"/>
              <w:rPr>
                <w:rFonts w:ascii="Inpi" w:hAnsi="Inpi"/>
              </w:rPr>
            </w:pPr>
            <w:r w:rsidRPr="00A11D8F">
              <w:rPr>
                <w:rFonts w:ascii="Inpi" w:hAnsi="Inpi"/>
              </w:rPr>
              <w:t>Code Activité Principale Exercée </w:t>
            </w:r>
          </w:p>
          <w:p w14:paraId="26D17097" w14:textId="77777777" w:rsidR="00300525" w:rsidRPr="00A11D8F" w:rsidRDefault="00300525" w:rsidP="00601455">
            <w:pPr>
              <w:rPr>
                <w:rFonts w:ascii="Inpi" w:hAnsi="Inpi"/>
              </w:rPr>
            </w:pPr>
          </w:p>
        </w:tc>
        <w:tc>
          <w:tcPr>
            <w:tcW w:w="357" w:type="dxa"/>
            <w:gridSpan w:val="2"/>
            <w:tcBorders>
              <w:top w:val="nil"/>
              <w:bottom w:val="single" w:sz="4" w:space="0" w:color="auto"/>
            </w:tcBorders>
            <w:vAlign w:val="center"/>
          </w:tcPr>
          <w:p w14:paraId="4BD9174A" w14:textId="77777777" w:rsidR="00300525" w:rsidRPr="00A11D8F" w:rsidRDefault="00300525" w:rsidP="00F56FE2">
            <w:pPr>
              <w:jc w:val="center"/>
              <w:rPr>
                <w:rFonts w:ascii="Inpi" w:hAnsi="Inpi"/>
                <w:b/>
              </w:rPr>
            </w:pPr>
          </w:p>
        </w:tc>
        <w:tc>
          <w:tcPr>
            <w:tcW w:w="369" w:type="dxa"/>
            <w:gridSpan w:val="2"/>
            <w:tcBorders>
              <w:top w:val="nil"/>
              <w:bottom w:val="single" w:sz="4" w:space="0" w:color="auto"/>
            </w:tcBorders>
          </w:tcPr>
          <w:p w14:paraId="625F41D4" w14:textId="77777777" w:rsidR="00300525" w:rsidRPr="00A11D8F" w:rsidRDefault="00300525" w:rsidP="00601455">
            <w:pPr>
              <w:rPr>
                <w:rFonts w:ascii="Inpi" w:hAnsi="Inpi"/>
                <w:b/>
              </w:rPr>
            </w:pPr>
          </w:p>
        </w:tc>
        <w:tc>
          <w:tcPr>
            <w:tcW w:w="357" w:type="dxa"/>
            <w:gridSpan w:val="2"/>
            <w:tcBorders>
              <w:top w:val="nil"/>
              <w:bottom w:val="single" w:sz="4" w:space="0" w:color="auto"/>
            </w:tcBorders>
          </w:tcPr>
          <w:p w14:paraId="7B6D5AF2" w14:textId="77777777" w:rsidR="00300525" w:rsidRPr="00A11D8F" w:rsidRDefault="00300525" w:rsidP="00601455">
            <w:pPr>
              <w:rPr>
                <w:rFonts w:ascii="Inpi" w:hAnsi="Inpi"/>
                <w:b/>
              </w:rPr>
            </w:pPr>
          </w:p>
        </w:tc>
        <w:tc>
          <w:tcPr>
            <w:tcW w:w="357" w:type="dxa"/>
            <w:gridSpan w:val="2"/>
            <w:tcBorders>
              <w:top w:val="nil"/>
              <w:bottom w:val="single" w:sz="4" w:space="0" w:color="auto"/>
            </w:tcBorders>
          </w:tcPr>
          <w:p w14:paraId="2D46FC90" w14:textId="77777777" w:rsidR="00300525" w:rsidRPr="00A11D8F" w:rsidRDefault="00300525" w:rsidP="00601455">
            <w:pPr>
              <w:rPr>
                <w:rFonts w:ascii="Inpi" w:hAnsi="Inpi"/>
                <w:b/>
              </w:rPr>
            </w:pPr>
          </w:p>
        </w:tc>
        <w:tc>
          <w:tcPr>
            <w:tcW w:w="357" w:type="dxa"/>
            <w:gridSpan w:val="2"/>
            <w:tcBorders>
              <w:top w:val="nil"/>
              <w:bottom w:val="single" w:sz="4" w:space="0" w:color="auto"/>
            </w:tcBorders>
          </w:tcPr>
          <w:p w14:paraId="1753E387" w14:textId="77777777" w:rsidR="00300525" w:rsidRPr="00A11D8F" w:rsidRDefault="00300525" w:rsidP="00601455">
            <w:pPr>
              <w:rPr>
                <w:rFonts w:ascii="Inpi" w:hAnsi="Inpi"/>
                <w:b/>
              </w:rPr>
            </w:pPr>
          </w:p>
        </w:tc>
        <w:tc>
          <w:tcPr>
            <w:tcW w:w="2996" w:type="dxa"/>
            <w:gridSpan w:val="9"/>
            <w:vMerge w:val="restart"/>
            <w:tcBorders>
              <w:top w:val="single" w:sz="4" w:space="0" w:color="FFFFFF"/>
              <w:right w:val="single" w:sz="4" w:space="0" w:color="auto"/>
            </w:tcBorders>
          </w:tcPr>
          <w:p w14:paraId="084C62E6" w14:textId="77777777" w:rsidR="00300525" w:rsidRPr="00A11D8F" w:rsidRDefault="00300525" w:rsidP="00601455">
            <w:pPr>
              <w:rPr>
                <w:rFonts w:ascii="Inpi" w:hAnsi="Inpi"/>
                <w:sz w:val="14"/>
                <w:szCs w:val="14"/>
              </w:rPr>
            </w:pPr>
          </w:p>
        </w:tc>
      </w:tr>
      <w:tr w:rsidR="00300525" w:rsidRPr="00A11D8F" w14:paraId="629B4B30" w14:textId="77777777" w:rsidTr="00601455">
        <w:trPr>
          <w:trHeight w:val="141"/>
        </w:trPr>
        <w:tc>
          <w:tcPr>
            <w:tcW w:w="4421" w:type="dxa"/>
            <w:vMerge/>
            <w:tcBorders>
              <w:left w:val="single" w:sz="4" w:space="0" w:color="auto"/>
              <w:bottom w:val="single" w:sz="4" w:space="0" w:color="auto"/>
              <w:right w:val="nil"/>
            </w:tcBorders>
            <w:vAlign w:val="bottom"/>
          </w:tcPr>
          <w:p w14:paraId="045DF921" w14:textId="77777777" w:rsidR="00300525" w:rsidRPr="00A11D8F" w:rsidRDefault="00300525" w:rsidP="00300525">
            <w:pPr>
              <w:numPr>
                <w:ilvl w:val="0"/>
                <w:numId w:val="20"/>
              </w:numPr>
              <w:tabs>
                <w:tab w:val="num" w:pos="214"/>
              </w:tabs>
              <w:ind w:left="214" w:hanging="214"/>
              <w:rPr>
                <w:rFonts w:ascii="Inpi" w:hAnsi="Inpi"/>
              </w:rPr>
            </w:pPr>
          </w:p>
        </w:tc>
        <w:tc>
          <w:tcPr>
            <w:tcW w:w="1797" w:type="dxa"/>
            <w:gridSpan w:val="10"/>
            <w:tcBorders>
              <w:top w:val="single" w:sz="4" w:space="0" w:color="auto"/>
              <w:left w:val="nil"/>
              <w:bottom w:val="single" w:sz="4" w:space="0" w:color="auto"/>
              <w:right w:val="nil"/>
            </w:tcBorders>
          </w:tcPr>
          <w:p w14:paraId="242B2841" w14:textId="77777777" w:rsidR="00300525" w:rsidRPr="00A11D8F" w:rsidRDefault="00300525" w:rsidP="00601455">
            <w:pPr>
              <w:rPr>
                <w:rFonts w:ascii="Inpi" w:hAnsi="Inpi"/>
                <w:sz w:val="14"/>
                <w:szCs w:val="14"/>
              </w:rPr>
            </w:pPr>
          </w:p>
        </w:tc>
        <w:tc>
          <w:tcPr>
            <w:tcW w:w="2996" w:type="dxa"/>
            <w:gridSpan w:val="9"/>
            <w:vMerge/>
            <w:tcBorders>
              <w:left w:val="nil"/>
              <w:bottom w:val="single" w:sz="4" w:space="0" w:color="auto"/>
              <w:right w:val="single" w:sz="4" w:space="0" w:color="auto"/>
            </w:tcBorders>
          </w:tcPr>
          <w:p w14:paraId="26B4011C" w14:textId="77777777" w:rsidR="00300525" w:rsidRPr="00A11D8F" w:rsidRDefault="00300525" w:rsidP="00601455">
            <w:pPr>
              <w:rPr>
                <w:rFonts w:ascii="Inpi" w:hAnsi="Inpi"/>
                <w:sz w:val="14"/>
                <w:szCs w:val="14"/>
              </w:rPr>
            </w:pPr>
          </w:p>
        </w:tc>
      </w:tr>
    </w:tbl>
    <w:p w14:paraId="7AA05D3B" w14:textId="77777777" w:rsidR="00300525" w:rsidRPr="00A11D8F" w:rsidRDefault="00300525" w:rsidP="00300525">
      <w:pPr>
        <w:rPr>
          <w:rFonts w:ascii="Inpi" w:hAnsi="Inpi"/>
          <w:sz w:val="14"/>
          <w:szCs w:val="14"/>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1"/>
        <w:gridCol w:w="341"/>
        <w:gridCol w:w="16"/>
        <w:gridCol w:w="326"/>
        <w:gridCol w:w="43"/>
        <w:gridCol w:w="300"/>
        <w:gridCol w:w="57"/>
        <w:gridCol w:w="285"/>
        <w:gridCol w:w="72"/>
        <w:gridCol w:w="271"/>
        <w:gridCol w:w="86"/>
        <w:gridCol w:w="256"/>
        <w:gridCol w:w="343"/>
        <w:gridCol w:w="342"/>
        <w:gridCol w:w="342"/>
        <w:gridCol w:w="343"/>
        <w:gridCol w:w="342"/>
        <w:gridCol w:w="343"/>
        <w:gridCol w:w="342"/>
        <w:gridCol w:w="343"/>
      </w:tblGrid>
      <w:tr w:rsidR="00300525" w:rsidRPr="00A11D8F" w14:paraId="44494A3C" w14:textId="77777777" w:rsidTr="00601455">
        <w:trPr>
          <w:trHeight w:val="536"/>
        </w:trPr>
        <w:tc>
          <w:tcPr>
            <w:tcW w:w="9214" w:type="dxa"/>
            <w:gridSpan w:val="20"/>
            <w:tcBorders>
              <w:top w:val="single" w:sz="4" w:space="0" w:color="auto"/>
              <w:left w:val="single" w:sz="4" w:space="0" w:color="auto"/>
              <w:bottom w:val="single" w:sz="4" w:space="0" w:color="FFFFFF"/>
              <w:right w:val="single" w:sz="4" w:space="0" w:color="auto"/>
            </w:tcBorders>
          </w:tcPr>
          <w:p w14:paraId="752596BE" w14:textId="77777777" w:rsidR="00300525" w:rsidRPr="00A11D8F" w:rsidRDefault="00300525" w:rsidP="00601455">
            <w:pPr>
              <w:ind w:left="1134" w:hanging="1134"/>
              <w:jc w:val="both"/>
              <w:rPr>
                <w:rFonts w:ascii="Inpi" w:hAnsi="Inpi"/>
              </w:rPr>
            </w:pPr>
          </w:p>
          <w:p w14:paraId="3E14F008" w14:textId="77777777" w:rsidR="00300525" w:rsidRPr="00A11D8F" w:rsidRDefault="00300525" w:rsidP="00601455">
            <w:pPr>
              <w:ind w:left="1134" w:hanging="1134"/>
              <w:jc w:val="both"/>
              <w:rPr>
                <w:rFonts w:ascii="Inpi" w:hAnsi="Inpi"/>
              </w:rPr>
            </w:pPr>
            <w:r w:rsidRPr="00A11D8F">
              <w:rPr>
                <w:rFonts w:ascii="Inpi" w:hAnsi="Inpi"/>
              </w:rPr>
              <w:t>Nom, prénom et qualité : ……………………………………………………………</w:t>
            </w:r>
          </w:p>
        </w:tc>
      </w:tr>
      <w:tr w:rsidR="00300525" w:rsidRPr="00A11D8F" w14:paraId="60072E0D" w14:textId="77777777" w:rsidTr="00601455">
        <w:trPr>
          <w:trHeight w:val="415"/>
        </w:trPr>
        <w:tc>
          <w:tcPr>
            <w:tcW w:w="9214" w:type="dxa"/>
            <w:gridSpan w:val="20"/>
            <w:tcBorders>
              <w:top w:val="single" w:sz="4" w:space="0" w:color="FFFFFF"/>
              <w:left w:val="single" w:sz="4" w:space="0" w:color="auto"/>
              <w:bottom w:val="single" w:sz="4" w:space="0" w:color="FFFFFF"/>
              <w:right w:val="single" w:sz="4" w:space="0" w:color="auto"/>
            </w:tcBorders>
          </w:tcPr>
          <w:p w14:paraId="4AB1A5C8" w14:textId="77777777" w:rsidR="00300525" w:rsidRPr="00A11D8F" w:rsidRDefault="00300525" w:rsidP="00601455">
            <w:pPr>
              <w:tabs>
                <w:tab w:val="left" w:pos="1490"/>
              </w:tabs>
              <w:rPr>
                <w:rFonts w:ascii="Inpi" w:hAnsi="Inpi"/>
              </w:rPr>
            </w:pPr>
            <w:r w:rsidRPr="00A11D8F">
              <w:rPr>
                <w:rFonts w:ascii="Inpi" w:hAnsi="Inpi"/>
              </w:rPr>
              <w:t xml:space="preserve">Qualité </w:t>
            </w:r>
            <w:r w:rsidR="00DB367D" w:rsidRPr="00A11D8F">
              <w:rPr>
                <w:rFonts w:ascii="Inpi" w:hAnsi="Inpi"/>
                <w:vertAlign w:val="superscript"/>
              </w:rPr>
              <w:t>1</w:t>
            </w:r>
            <w:r w:rsidRPr="00A11D8F">
              <w:rPr>
                <w:rFonts w:ascii="Inpi" w:hAnsi="Inpi"/>
              </w:rPr>
              <w:t> :</w:t>
            </w:r>
            <w:r w:rsidRPr="00A11D8F">
              <w:rPr>
                <w:rFonts w:ascii="Inpi" w:hAnsi="Inpi"/>
              </w:rPr>
              <w:tab/>
            </w:r>
            <w:r w:rsidR="007545E9" w:rsidRPr="00A11D8F">
              <w:rPr>
                <w:rFonts w:ascii="Inpi" w:hAnsi="Inpi"/>
              </w:rPr>
              <w:fldChar w:fldCharType="begin">
                <w:ffData>
                  <w:name w:val="CaseACocher31"/>
                  <w:enabled/>
                  <w:calcOnExit w:val="0"/>
                  <w:checkBox>
                    <w:sizeAuto/>
                    <w:default w:val="0"/>
                  </w:checkBox>
                </w:ffData>
              </w:fldChar>
            </w:r>
            <w:bookmarkStart w:id="14" w:name="CaseACocher31"/>
            <w:r w:rsidR="007545E9" w:rsidRPr="00A11D8F">
              <w:rPr>
                <w:rFonts w:ascii="Inpi" w:hAnsi="Inpi"/>
              </w:rPr>
              <w:instrText xml:space="preserve"> FORMCHECKBOX </w:instrText>
            </w:r>
            <w:r w:rsidR="00E950C8">
              <w:rPr>
                <w:rFonts w:ascii="Inpi" w:hAnsi="Inpi"/>
              </w:rPr>
            </w:r>
            <w:r w:rsidR="00E950C8">
              <w:rPr>
                <w:rFonts w:ascii="Inpi" w:hAnsi="Inpi"/>
              </w:rPr>
              <w:fldChar w:fldCharType="separate"/>
            </w:r>
            <w:r w:rsidR="007545E9" w:rsidRPr="00A11D8F">
              <w:rPr>
                <w:rFonts w:ascii="Inpi" w:hAnsi="Inpi"/>
              </w:rPr>
              <w:fldChar w:fldCharType="end"/>
            </w:r>
            <w:bookmarkEnd w:id="14"/>
            <w:r w:rsidR="007545E9" w:rsidRPr="00A11D8F">
              <w:rPr>
                <w:rFonts w:ascii="Inpi" w:hAnsi="Inpi"/>
              </w:rPr>
              <w:t xml:space="preserve"> </w:t>
            </w:r>
            <w:r w:rsidRPr="00A11D8F">
              <w:rPr>
                <w:rFonts w:ascii="Inpi" w:hAnsi="Inpi"/>
              </w:rPr>
              <w:t>Représentant légal de l’entreprise</w:t>
            </w:r>
          </w:p>
          <w:p w14:paraId="1C31B629" w14:textId="77777777" w:rsidR="00300525" w:rsidRPr="00A11D8F" w:rsidRDefault="00300525" w:rsidP="00601455">
            <w:pPr>
              <w:ind w:left="1490" w:hanging="1490"/>
              <w:rPr>
                <w:rFonts w:ascii="Inpi" w:hAnsi="Inpi"/>
              </w:rPr>
            </w:pPr>
            <w:r w:rsidRPr="00A11D8F">
              <w:rPr>
                <w:rFonts w:ascii="Inpi" w:hAnsi="Inpi"/>
              </w:rPr>
              <w:tab/>
            </w:r>
            <w:r w:rsidR="007545E9" w:rsidRPr="00A11D8F">
              <w:rPr>
                <w:rFonts w:ascii="Inpi" w:hAnsi="Inpi"/>
              </w:rPr>
              <w:fldChar w:fldCharType="begin">
                <w:ffData>
                  <w:name w:val="CaseACocher32"/>
                  <w:enabled/>
                  <w:calcOnExit w:val="0"/>
                  <w:checkBox>
                    <w:sizeAuto/>
                    <w:default w:val="0"/>
                  </w:checkBox>
                </w:ffData>
              </w:fldChar>
            </w:r>
            <w:bookmarkStart w:id="15" w:name="CaseACocher32"/>
            <w:r w:rsidR="007545E9" w:rsidRPr="00A11D8F">
              <w:rPr>
                <w:rFonts w:ascii="Inpi" w:hAnsi="Inpi"/>
              </w:rPr>
              <w:instrText xml:space="preserve"> FORMCHECKBOX </w:instrText>
            </w:r>
            <w:r w:rsidR="00E950C8">
              <w:rPr>
                <w:rFonts w:ascii="Inpi" w:hAnsi="Inpi"/>
              </w:rPr>
            </w:r>
            <w:r w:rsidR="00E950C8">
              <w:rPr>
                <w:rFonts w:ascii="Inpi" w:hAnsi="Inpi"/>
              </w:rPr>
              <w:fldChar w:fldCharType="separate"/>
            </w:r>
            <w:r w:rsidR="007545E9" w:rsidRPr="00A11D8F">
              <w:rPr>
                <w:rFonts w:ascii="Inpi" w:hAnsi="Inpi"/>
              </w:rPr>
              <w:fldChar w:fldCharType="end"/>
            </w:r>
            <w:bookmarkEnd w:id="15"/>
            <w:r w:rsidR="007545E9" w:rsidRPr="00A11D8F">
              <w:rPr>
                <w:rFonts w:ascii="Inpi" w:hAnsi="Inpi"/>
              </w:rPr>
              <w:t xml:space="preserve"> </w:t>
            </w:r>
            <w:r w:rsidRPr="00A11D8F">
              <w:rPr>
                <w:rFonts w:ascii="Inpi" w:hAnsi="Inpi"/>
              </w:rPr>
              <w:t>Ayant reçu pouvoir du représentant légal de l’entreprise</w:t>
            </w:r>
          </w:p>
          <w:p w14:paraId="3A2607D4" w14:textId="77777777" w:rsidR="00300525" w:rsidRPr="00A11D8F" w:rsidRDefault="00300525" w:rsidP="00601455">
            <w:pPr>
              <w:ind w:left="1134" w:hanging="1134"/>
              <w:jc w:val="both"/>
              <w:rPr>
                <w:rFonts w:ascii="Inpi" w:hAnsi="Inpi"/>
              </w:rPr>
            </w:pPr>
          </w:p>
        </w:tc>
      </w:tr>
      <w:tr w:rsidR="00300525" w:rsidRPr="00A11D8F" w14:paraId="262742B4" w14:textId="77777777" w:rsidTr="00601455">
        <w:trPr>
          <w:trHeight w:val="265"/>
        </w:trPr>
        <w:tc>
          <w:tcPr>
            <w:tcW w:w="9214" w:type="dxa"/>
            <w:gridSpan w:val="20"/>
            <w:tcBorders>
              <w:top w:val="single" w:sz="4" w:space="0" w:color="FFFFFF"/>
              <w:left w:val="single" w:sz="4" w:space="0" w:color="auto"/>
              <w:bottom w:val="single" w:sz="4" w:space="0" w:color="FFFFFF"/>
              <w:right w:val="single" w:sz="4" w:space="0" w:color="auto"/>
            </w:tcBorders>
          </w:tcPr>
          <w:p w14:paraId="0E7E80FE" w14:textId="77777777" w:rsidR="00300525" w:rsidRPr="00A11D8F" w:rsidRDefault="00300525" w:rsidP="00300525">
            <w:pPr>
              <w:numPr>
                <w:ilvl w:val="0"/>
                <w:numId w:val="3"/>
              </w:numPr>
              <w:tabs>
                <w:tab w:val="clear" w:pos="1778"/>
                <w:tab w:val="num" w:pos="214"/>
              </w:tabs>
              <w:ind w:left="214" w:hanging="214"/>
              <w:jc w:val="both"/>
              <w:rPr>
                <w:rFonts w:ascii="Inpi" w:hAnsi="Inpi"/>
              </w:rPr>
            </w:pPr>
            <w:r w:rsidRPr="00A11D8F">
              <w:rPr>
                <w:rFonts w:ascii="Inpi" w:hAnsi="Inpi"/>
              </w:rPr>
              <w:t>dénomination sociale : ……………………………………………………………………………</w:t>
            </w:r>
          </w:p>
        </w:tc>
      </w:tr>
      <w:tr w:rsidR="00300525" w:rsidRPr="00A11D8F" w14:paraId="6AF32B82" w14:textId="77777777" w:rsidTr="00601455">
        <w:trPr>
          <w:trHeight w:val="992"/>
        </w:trPr>
        <w:tc>
          <w:tcPr>
            <w:tcW w:w="9214" w:type="dxa"/>
            <w:gridSpan w:val="20"/>
            <w:tcBorders>
              <w:top w:val="single" w:sz="4" w:space="0" w:color="FFFFFF"/>
              <w:left w:val="single" w:sz="4" w:space="0" w:color="auto"/>
              <w:bottom w:val="nil"/>
              <w:right w:val="single" w:sz="4" w:space="0" w:color="auto"/>
            </w:tcBorders>
          </w:tcPr>
          <w:p w14:paraId="4B36B03B" w14:textId="77777777" w:rsidR="00300525" w:rsidRPr="00A11D8F" w:rsidRDefault="00300525" w:rsidP="00300525">
            <w:pPr>
              <w:numPr>
                <w:ilvl w:val="0"/>
                <w:numId w:val="3"/>
              </w:numPr>
              <w:tabs>
                <w:tab w:val="num" w:pos="214"/>
              </w:tabs>
              <w:spacing w:before="120"/>
              <w:ind w:left="215" w:hanging="215"/>
              <w:rPr>
                <w:rFonts w:ascii="Inpi" w:hAnsi="Inpi"/>
              </w:rPr>
            </w:pPr>
            <w:r w:rsidRPr="00A11D8F">
              <w:rPr>
                <w:rFonts w:ascii="Inpi" w:hAnsi="Inpi"/>
              </w:rPr>
              <w:t>adresse :………………………………………………………………………………………</w:t>
            </w:r>
          </w:p>
          <w:p w14:paraId="0C13B428" w14:textId="77777777" w:rsidR="00300525" w:rsidRPr="00A11D8F" w:rsidRDefault="00300525" w:rsidP="00601455">
            <w:pPr>
              <w:tabs>
                <w:tab w:val="num" w:pos="214"/>
              </w:tabs>
              <w:spacing w:before="120"/>
              <w:ind w:left="215" w:hanging="215"/>
              <w:rPr>
                <w:rFonts w:ascii="Inpi" w:hAnsi="Inpi"/>
              </w:rPr>
            </w:pPr>
            <w:r w:rsidRPr="00A11D8F">
              <w:rPr>
                <w:rFonts w:ascii="Inpi" w:hAnsi="Inpi"/>
              </w:rPr>
              <w:t xml:space="preserve"> …………………………………………………………………………………………………..</w:t>
            </w:r>
          </w:p>
        </w:tc>
      </w:tr>
      <w:tr w:rsidR="00300525" w:rsidRPr="00A11D8F" w14:paraId="382C4F93" w14:textId="77777777" w:rsidTr="00F56FE2">
        <w:trPr>
          <w:trHeight w:val="365"/>
        </w:trPr>
        <w:tc>
          <w:tcPr>
            <w:tcW w:w="4421" w:type="dxa"/>
            <w:vMerge w:val="restart"/>
            <w:tcBorders>
              <w:top w:val="single" w:sz="4" w:space="0" w:color="FFFFFF"/>
              <w:left w:val="single" w:sz="4" w:space="0" w:color="auto"/>
            </w:tcBorders>
            <w:vAlign w:val="center"/>
          </w:tcPr>
          <w:p w14:paraId="0DD91749" w14:textId="77777777" w:rsidR="00300525" w:rsidRPr="00A11D8F" w:rsidRDefault="00300525" w:rsidP="00601455">
            <w:pPr>
              <w:ind w:left="214" w:hanging="214"/>
              <w:rPr>
                <w:rFonts w:ascii="Inpi" w:hAnsi="Inpi"/>
              </w:rPr>
            </w:pPr>
            <w:r w:rsidRPr="00A11D8F">
              <w:rPr>
                <w:rFonts w:ascii="Inpi" w:hAnsi="Inpi"/>
              </w:rPr>
              <w:t xml:space="preserve">-  Immatriculée sous le n° SIRET : </w:t>
            </w:r>
          </w:p>
        </w:tc>
        <w:tc>
          <w:tcPr>
            <w:tcW w:w="341" w:type="dxa"/>
            <w:tcBorders>
              <w:top w:val="nil"/>
            </w:tcBorders>
            <w:vAlign w:val="center"/>
          </w:tcPr>
          <w:p w14:paraId="5C5F0523" w14:textId="77777777" w:rsidR="00300525" w:rsidRPr="00A11D8F" w:rsidRDefault="00300525" w:rsidP="00F56FE2">
            <w:pPr>
              <w:jc w:val="center"/>
              <w:rPr>
                <w:rFonts w:ascii="Inpi" w:hAnsi="Inpi"/>
                <w:b/>
              </w:rPr>
            </w:pPr>
          </w:p>
        </w:tc>
        <w:tc>
          <w:tcPr>
            <w:tcW w:w="342" w:type="dxa"/>
            <w:gridSpan w:val="2"/>
            <w:tcBorders>
              <w:top w:val="nil"/>
            </w:tcBorders>
            <w:vAlign w:val="center"/>
          </w:tcPr>
          <w:p w14:paraId="445503B4" w14:textId="77777777" w:rsidR="00300525" w:rsidRPr="00A11D8F" w:rsidRDefault="00300525" w:rsidP="00F56FE2">
            <w:pPr>
              <w:jc w:val="center"/>
              <w:rPr>
                <w:rFonts w:ascii="Inpi" w:hAnsi="Inpi"/>
                <w:b/>
              </w:rPr>
            </w:pPr>
          </w:p>
        </w:tc>
        <w:tc>
          <w:tcPr>
            <w:tcW w:w="343" w:type="dxa"/>
            <w:gridSpan w:val="2"/>
            <w:tcBorders>
              <w:top w:val="nil"/>
            </w:tcBorders>
            <w:vAlign w:val="center"/>
          </w:tcPr>
          <w:p w14:paraId="0C7BF120" w14:textId="77777777" w:rsidR="00300525" w:rsidRPr="00A11D8F" w:rsidRDefault="00300525" w:rsidP="00F56FE2">
            <w:pPr>
              <w:jc w:val="center"/>
              <w:rPr>
                <w:rFonts w:ascii="Inpi" w:hAnsi="Inpi"/>
                <w:b/>
              </w:rPr>
            </w:pPr>
          </w:p>
        </w:tc>
        <w:tc>
          <w:tcPr>
            <w:tcW w:w="342" w:type="dxa"/>
            <w:gridSpan w:val="2"/>
            <w:tcBorders>
              <w:top w:val="nil"/>
            </w:tcBorders>
            <w:vAlign w:val="center"/>
          </w:tcPr>
          <w:p w14:paraId="09DE1F36" w14:textId="77777777" w:rsidR="00300525" w:rsidRPr="00A11D8F" w:rsidRDefault="00300525" w:rsidP="00F56FE2">
            <w:pPr>
              <w:jc w:val="center"/>
              <w:rPr>
                <w:rFonts w:ascii="Inpi" w:hAnsi="Inpi"/>
                <w:b/>
              </w:rPr>
            </w:pPr>
          </w:p>
        </w:tc>
        <w:tc>
          <w:tcPr>
            <w:tcW w:w="343" w:type="dxa"/>
            <w:gridSpan w:val="2"/>
            <w:tcBorders>
              <w:top w:val="nil"/>
            </w:tcBorders>
            <w:vAlign w:val="center"/>
          </w:tcPr>
          <w:p w14:paraId="29601224" w14:textId="77777777" w:rsidR="00300525" w:rsidRPr="00A11D8F" w:rsidRDefault="00300525" w:rsidP="00F56FE2">
            <w:pPr>
              <w:jc w:val="center"/>
              <w:rPr>
                <w:rFonts w:ascii="Inpi" w:hAnsi="Inpi"/>
                <w:b/>
              </w:rPr>
            </w:pPr>
          </w:p>
        </w:tc>
        <w:tc>
          <w:tcPr>
            <w:tcW w:w="342" w:type="dxa"/>
            <w:gridSpan w:val="2"/>
            <w:tcBorders>
              <w:top w:val="nil"/>
            </w:tcBorders>
            <w:vAlign w:val="center"/>
          </w:tcPr>
          <w:p w14:paraId="65A4B968" w14:textId="77777777" w:rsidR="00300525" w:rsidRPr="00A11D8F" w:rsidRDefault="00300525" w:rsidP="00F56FE2">
            <w:pPr>
              <w:jc w:val="center"/>
              <w:rPr>
                <w:rFonts w:ascii="Inpi" w:hAnsi="Inpi"/>
                <w:b/>
              </w:rPr>
            </w:pPr>
          </w:p>
        </w:tc>
        <w:tc>
          <w:tcPr>
            <w:tcW w:w="343" w:type="dxa"/>
            <w:tcBorders>
              <w:top w:val="nil"/>
            </w:tcBorders>
            <w:vAlign w:val="center"/>
          </w:tcPr>
          <w:p w14:paraId="7B69ABCF" w14:textId="77777777" w:rsidR="00300525" w:rsidRPr="00A11D8F" w:rsidRDefault="00300525" w:rsidP="00F56FE2">
            <w:pPr>
              <w:jc w:val="center"/>
              <w:rPr>
                <w:rFonts w:ascii="Inpi" w:hAnsi="Inpi"/>
                <w:b/>
              </w:rPr>
            </w:pPr>
          </w:p>
        </w:tc>
        <w:tc>
          <w:tcPr>
            <w:tcW w:w="342" w:type="dxa"/>
            <w:tcBorders>
              <w:top w:val="nil"/>
            </w:tcBorders>
            <w:vAlign w:val="center"/>
          </w:tcPr>
          <w:p w14:paraId="1FF12D05" w14:textId="77777777" w:rsidR="00300525" w:rsidRPr="00A11D8F" w:rsidRDefault="00300525" w:rsidP="00F56FE2">
            <w:pPr>
              <w:jc w:val="center"/>
              <w:rPr>
                <w:rFonts w:ascii="Inpi" w:hAnsi="Inpi"/>
                <w:b/>
              </w:rPr>
            </w:pPr>
          </w:p>
        </w:tc>
        <w:tc>
          <w:tcPr>
            <w:tcW w:w="342" w:type="dxa"/>
            <w:tcBorders>
              <w:top w:val="nil"/>
            </w:tcBorders>
            <w:vAlign w:val="center"/>
          </w:tcPr>
          <w:p w14:paraId="0258E65F" w14:textId="77777777" w:rsidR="00300525" w:rsidRPr="00A11D8F" w:rsidRDefault="00300525" w:rsidP="00F56FE2">
            <w:pPr>
              <w:jc w:val="center"/>
              <w:rPr>
                <w:rFonts w:ascii="Inpi" w:hAnsi="Inpi"/>
                <w:b/>
              </w:rPr>
            </w:pPr>
          </w:p>
        </w:tc>
        <w:tc>
          <w:tcPr>
            <w:tcW w:w="343" w:type="dxa"/>
            <w:tcBorders>
              <w:top w:val="nil"/>
            </w:tcBorders>
            <w:vAlign w:val="center"/>
          </w:tcPr>
          <w:p w14:paraId="278A7DEA" w14:textId="77777777" w:rsidR="00300525" w:rsidRPr="00A11D8F" w:rsidRDefault="00300525" w:rsidP="00F56FE2">
            <w:pPr>
              <w:jc w:val="center"/>
              <w:rPr>
                <w:rFonts w:ascii="Inpi" w:hAnsi="Inpi"/>
                <w:b/>
              </w:rPr>
            </w:pPr>
          </w:p>
        </w:tc>
        <w:tc>
          <w:tcPr>
            <w:tcW w:w="342" w:type="dxa"/>
            <w:tcBorders>
              <w:top w:val="nil"/>
            </w:tcBorders>
            <w:vAlign w:val="center"/>
          </w:tcPr>
          <w:p w14:paraId="070D44B8" w14:textId="77777777" w:rsidR="00300525" w:rsidRPr="00A11D8F" w:rsidRDefault="00300525" w:rsidP="00F56FE2">
            <w:pPr>
              <w:jc w:val="center"/>
              <w:rPr>
                <w:rFonts w:ascii="Inpi" w:hAnsi="Inpi"/>
                <w:b/>
              </w:rPr>
            </w:pPr>
          </w:p>
        </w:tc>
        <w:tc>
          <w:tcPr>
            <w:tcW w:w="343" w:type="dxa"/>
            <w:tcBorders>
              <w:top w:val="nil"/>
            </w:tcBorders>
            <w:vAlign w:val="center"/>
          </w:tcPr>
          <w:p w14:paraId="2311EEA2" w14:textId="77777777" w:rsidR="00300525" w:rsidRPr="00A11D8F" w:rsidRDefault="00300525" w:rsidP="00F56FE2">
            <w:pPr>
              <w:jc w:val="center"/>
              <w:rPr>
                <w:rFonts w:ascii="Inpi" w:hAnsi="Inpi"/>
                <w:b/>
              </w:rPr>
            </w:pPr>
          </w:p>
        </w:tc>
        <w:tc>
          <w:tcPr>
            <w:tcW w:w="342" w:type="dxa"/>
            <w:tcBorders>
              <w:top w:val="nil"/>
            </w:tcBorders>
            <w:vAlign w:val="center"/>
          </w:tcPr>
          <w:p w14:paraId="01FC81A4" w14:textId="77777777" w:rsidR="00300525" w:rsidRPr="00A11D8F" w:rsidRDefault="00300525" w:rsidP="00F56FE2">
            <w:pPr>
              <w:jc w:val="center"/>
              <w:rPr>
                <w:rFonts w:ascii="Inpi" w:hAnsi="Inpi"/>
                <w:b/>
              </w:rPr>
            </w:pPr>
          </w:p>
        </w:tc>
        <w:tc>
          <w:tcPr>
            <w:tcW w:w="343" w:type="dxa"/>
            <w:tcBorders>
              <w:top w:val="nil"/>
              <w:right w:val="single" w:sz="4" w:space="0" w:color="auto"/>
            </w:tcBorders>
            <w:vAlign w:val="center"/>
          </w:tcPr>
          <w:p w14:paraId="4F061A50" w14:textId="77777777" w:rsidR="00300525" w:rsidRPr="00A11D8F" w:rsidRDefault="00300525" w:rsidP="00F56FE2">
            <w:pPr>
              <w:jc w:val="center"/>
              <w:rPr>
                <w:rFonts w:ascii="Inpi" w:hAnsi="Inpi"/>
                <w:b/>
              </w:rPr>
            </w:pPr>
          </w:p>
        </w:tc>
      </w:tr>
      <w:tr w:rsidR="00300525" w:rsidRPr="00A11D8F" w14:paraId="489FD261" w14:textId="77777777" w:rsidTr="00601455">
        <w:trPr>
          <w:trHeight w:val="130"/>
        </w:trPr>
        <w:tc>
          <w:tcPr>
            <w:tcW w:w="4421" w:type="dxa"/>
            <w:vMerge/>
            <w:tcBorders>
              <w:top w:val="nil"/>
              <w:left w:val="single" w:sz="4" w:space="0" w:color="auto"/>
              <w:bottom w:val="single" w:sz="4" w:space="0" w:color="FFFFFF"/>
            </w:tcBorders>
          </w:tcPr>
          <w:p w14:paraId="16F58316" w14:textId="77777777" w:rsidR="00300525" w:rsidRPr="00A11D8F" w:rsidRDefault="00300525" w:rsidP="00601455">
            <w:pPr>
              <w:ind w:left="1031" w:hanging="1134"/>
              <w:jc w:val="both"/>
              <w:rPr>
                <w:rFonts w:ascii="Inpi" w:hAnsi="Inpi"/>
              </w:rPr>
            </w:pPr>
          </w:p>
        </w:tc>
        <w:tc>
          <w:tcPr>
            <w:tcW w:w="3080" w:type="dxa"/>
            <w:gridSpan w:val="14"/>
          </w:tcPr>
          <w:p w14:paraId="63B29DCF" w14:textId="77777777" w:rsidR="00300525" w:rsidRPr="00A11D8F" w:rsidRDefault="00300525" w:rsidP="00601455">
            <w:pPr>
              <w:jc w:val="center"/>
              <w:rPr>
                <w:rFonts w:ascii="Inpi" w:hAnsi="Inpi"/>
              </w:rPr>
            </w:pPr>
            <w:r w:rsidRPr="00A11D8F">
              <w:rPr>
                <w:rFonts w:ascii="Inpi" w:hAnsi="Inpi"/>
                <w:sz w:val="14"/>
                <w:szCs w:val="14"/>
              </w:rPr>
              <w:t>N° SIREN</w:t>
            </w:r>
          </w:p>
        </w:tc>
        <w:tc>
          <w:tcPr>
            <w:tcW w:w="1713" w:type="dxa"/>
            <w:gridSpan w:val="5"/>
            <w:tcBorders>
              <w:right w:val="single" w:sz="4" w:space="0" w:color="auto"/>
            </w:tcBorders>
          </w:tcPr>
          <w:p w14:paraId="565CFE97" w14:textId="77777777" w:rsidR="00300525" w:rsidRPr="00A11D8F" w:rsidRDefault="00300525" w:rsidP="00601455">
            <w:pPr>
              <w:jc w:val="center"/>
              <w:rPr>
                <w:rFonts w:ascii="Inpi" w:hAnsi="Inpi"/>
              </w:rPr>
            </w:pPr>
            <w:r w:rsidRPr="00A11D8F">
              <w:rPr>
                <w:rFonts w:ascii="Inpi" w:hAnsi="Inpi"/>
                <w:sz w:val="14"/>
                <w:szCs w:val="14"/>
              </w:rPr>
              <w:t>NIC</w:t>
            </w:r>
          </w:p>
        </w:tc>
      </w:tr>
      <w:tr w:rsidR="00300525" w:rsidRPr="00A11D8F" w14:paraId="343DE0D4" w14:textId="77777777" w:rsidTr="00601455">
        <w:trPr>
          <w:trHeight w:val="103"/>
        </w:trPr>
        <w:tc>
          <w:tcPr>
            <w:tcW w:w="9214" w:type="dxa"/>
            <w:gridSpan w:val="20"/>
            <w:tcBorders>
              <w:top w:val="single" w:sz="4" w:space="0" w:color="FFFFFF"/>
              <w:left w:val="single" w:sz="4" w:space="0" w:color="auto"/>
              <w:bottom w:val="nil"/>
              <w:right w:val="single" w:sz="4" w:space="0" w:color="auto"/>
            </w:tcBorders>
            <w:vAlign w:val="bottom"/>
          </w:tcPr>
          <w:p w14:paraId="36569FD1" w14:textId="77777777" w:rsidR="00300525" w:rsidRPr="00A11D8F" w:rsidRDefault="00300525" w:rsidP="00601455">
            <w:pPr>
              <w:jc w:val="center"/>
              <w:rPr>
                <w:rFonts w:ascii="Inpi" w:hAnsi="Inpi"/>
                <w:sz w:val="14"/>
                <w:szCs w:val="14"/>
              </w:rPr>
            </w:pPr>
          </w:p>
        </w:tc>
      </w:tr>
      <w:tr w:rsidR="00300525" w:rsidRPr="00A11D8F" w14:paraId="793EE02C" w14:textId="77777777" w:rsidTr="00F56FE2">
        <w:trPr>
          <w:trHeight w:val="217"/>
        </w:trPr>
        <w:tc>
          <w:tcPr>
            <w:tcW w:w="4421" w:type="dxa"/>
            <w:tcBorders>
              <w:top w:val="single" w:sz="4" w:space="0" w:color="FFFFFF"/>
              <w:left w:val="single" w:sz="4" w:space="0" w:color="auto"/>
            </w:tcBorders>
            <w:vAlign w:val="bottom"/>
          </w:tcPr>
          <w:p w14:paraId="44E6FEEE" w14:textId="77777777" w:rsidR="00300525" w:rsidRPr="00A11D8F" w:rsidRDefault="00300525" w:rsidP="00300525">
            <w:pPr>
              <w:numPr>
                <w:ilvl w:val="0"/>
                <w:numId w:val="20"/>
              </w:numPr>
              <w:tabs>
                <w:tab w:val="num" w:pos="214"/>
              </w:tabs>
              <w:ind w:left="214" w:hanging="214"/>
              <w:rPr>
                <w:rFonts w:ascii="Inpi" w:hAnsi="Inpi"/>
              </w:rPr>
            </w:pPr>
            <w:r w:rsidRPr="00A11D8F">
              <w:rPr>
                <w:rFonts w:ascii="Inpi" w:hAnsi="Inpi"/>
              </w:rPr>
              <w:t>Code Activité Principale Exercée </w:t>
            </w:r>
          </w:p>
          <w:p w14:paraId="6CCEC919" w14:textId="77777777" w:rsidR="00300525" w:rsidRPr="00A11D8F" w:rsidRDefault="00300525" w:rsidP="00601455">
            <w:pPr>
              <w:rPr>
                <w:rFonts w:ascii="Inpi" w:hAnsi="Inpi"/>
              </w:rPr>
            </w:pPr>
          </w:p>
        </w:tc>
        <w:tc>
          <w:tcPr>
            <w:tcW w:w="357" w:type="dxa"/>
            <w:gridSpan w:val="2"/>
            <w:tcBorders>
              <w:top w:val="nil"/>
              <w:bottom w:val="single" w:sz="4" w:space="0" w:color="auto"/>
            </w:tcBorders>
            <w:vAlign w:val="center"/>
          </w:tcPr>
          <w:p w14:paraId="5405BFB6" w14:textId="77777777" w:rsidR="00300525" w:rsidRPr="00A11D8F" w:rsidRDefault="00300525" w:rsidP="00F56FE2">
            <w:pPr>
              <w:jc w:val="center"/>
              <w:rPr>
                <w:rFonts w:ascii="Inpi" w:hAnsi="Inpi"/>
                <w:b/>
              </w:rPr>
            </w:pPr>
          </w:p>
        </w:tc>
        <w:tc>
          <w:tcPr>
            <w:tcW w:w="369" w:type="dxa"/>
            <w:gridSpan w:val="2"/>
            <w:tcBorders>
              <w:top w:val="nil"/>
              <w:bottom w:val="single" w:sz="4" w:space="0" w:color="auto"/>
            </w:tcBorders>
            <w:vAlign w:val="center"/>
          </w:tcPr>
          <w:p w14:paraId="7B989E3A" w14:textId="77777777" w:rsidR="00300525" w:rsidRPr="00A11D8F" w:rsidRDefault="00300525" w:rsidP="00F56FE2">
            <w:pPr>
              <w:jc w:val="center"/>
              <w:rPr>
                <w:rFonts w:ascii="Inpi" w:hAnsi="Inpi"/>
                <w:b/>
              </w:rPr>
            </w:pPr>
          </w:p>
        </w:tc>
        <w:tc>
          <w:tcPr>
            <w:tcW w:w="357" w:type="dxa"/>
            <w:gridSpan w:val="2"/>
            <w:tcBorders>
              <w:top w:val="nil"/>
              <w:bottom w:val="single" w:sz="4" w:space="0" w:color="auto"/>
            </w:tcBorders>
            <w:vAlign w:val="center"/>
          </w:tcPr>
          <w:p w14:paraId="28FB139A" w14:textId="77777777" w:rsidR="00300525" w:rsidRPr="00A11D8F" w:rsidRDefault="00300525" w:rsidP="00F56FE2">
            <w:pPr>
              <w:jc w:val="center"/>
              <w:rPr>
                <w:rFonts w:ascii="Inpi" w:hAnsi="Inpi"/>
                <w:b/>
              </w:rPr>
            </w:pPr>
          </w:p>
        </w:tc>
        <w:tc>
          <w:tcPr>
            <w:tcW w:w="357" w:type="dxa"/>
            <w:gridSpan w:val="2"/>
            <w:tcBorders>
              <w:top w:val="nil"/>
              <w:bottom w:val="single" w:sz="4" w:space="0" w:color="auto"/>
            </w:tcBorders>
            <w:vAlign w:val="center"/>
          </w:tcPr>
          <w:p w14:paraId="432BD097" w14:textId="77777777" w:rsidR="00300525" w:rsidRPr="00A11D8F" w:rsidRDefault="00300525" w:rsidP="00F56FE2">
            <w:pPr>
              <w:jc w:val="center"/>
              <w:rPr>
                <w:rFonts w:ascii="Inpi" w:hAnsi="Inpi"/>
                <w:b/>
              </w:rPr>
            </w:pPr>
          </w:p>
        </w:tc>
        <w:tc>
          <w:tcPr>
            <w:tcW w:w="357" w:type="dxa"/>
            <w:gridSpan w:val="2"/>
            <w:tcBorders>
              <w:top w:val="nil"/>
              <w:bottom w:val="single" w:sz="4" w:space="0" w:color="auto"/>
            </w:tcBorders>
            <w:vAlign w:val="center"/>
          </w:tcPr>
          <w:p w14:paraId="02EDFBF0" w14:textId="77777777" w:rsidR="00300525" w:rsidRPr="00A11D8F" w:rsidRDefault="00300525" w:rsidP="00F56FE2">
            <w:pPr>
              <w:jc w:val="center"/>
              <w:rPr>
                <w:rFonts w:ascii="Inpi" w:hAnsi="Inpi"/>
                <w:b/>
              </w:rPr>
            </w:pPr>
          </w:p>
        </w:tc>
        <w:tc>
          <w:tcPr>
            <w:tcW w:w="2996" w:type="dxa"/>
            <w:gridSpan w:val="9"/>
            <w:tcBorders>
              <w:top w:val="single" w:sz="4" w:space="0" w:color="FFFFFF"/>
              <w:right w:val="single" w:sz="4" w:space="0" w:color="auto"/>
            </w:tcBorders>
          </w:tcPr>
          <w:p w14:paraId="7EE6D9CF" w14:textId="77777777" w:rsidR="00300525" w:rsidRPr="00A11D8F" w:rsidRDefault="00300525" w:rsidP="00601455">
            <w:pPr>
              <w:rPr>
                <w:rFonts w:ascii="Inpi" w:hAnsi="Inpi"/>
                <w:sz w:val="14"/>
                <w:szCs w:val="14"/>
              </w:rPr>
            </w:pPr>
          </w:p>
        </w:tc>
      </w:tr>
    </w:tbl>
    <w:p w14:paraId="7C2AE035" w14:textId="0D1BE8D1" w:rsidR="00300525" w:rsidRDefault="00300525">
      <w:pPr>
        <w:rPr>
          <w:rFonts w:ascii="Inpi" w:hAnsi="Inpi"/>
        </w:rPr>
      </w:pPr>
    </w:p>
    <w:p w14:paraId="155F1496" w14:textId="77777777" w:rsidR="002528E2" w:rsidRPr="00976313" w:rsidRDefault="002528E2" w:rsidP="002528E2">
      <w:pPr>
        <w:pBdr>
          <w:top w:val="single" w:sz="4" w:space="0" w:color="auto"/>
          <w:left w:val="single" w:sz="4" w:space="4" w:color="auto"/>
          <w:bottom w:val="single" w:sz="4" w:space="1" w:color="auto"/>
          <w:right w:val="single" w:sz="4" w:space="4" w:color="auto"/>
        </w:pBdr>
        <w:jc w:val="center"/>
        <w:rPr>
          <w:rFonts w:ascii="Inpi" w:hAnsi="Inpi"/>
          <w:b/>
          <w:bCs/>
        </w:rPr>
      </w:pPr>
      <w:r w:rsidRPr="00190450">
        <w:rPr>
          <w:rFonts w:ascii="Inpi" w:hAnsi="Inpi"/>
          <w:b/>
          <w:bCs/>
        </w:rPr>
        <w:lastRenderedPageBreak/>
        <w:t>ANNEXE 2 A L’ACTE</w:t>
      </w:r>
      <w:r w:rsidRPr="00976313">
        <w:rPr>
          <w:rFonts w:ascii="Inpi" w:hAnsi="Inpi"/>
          <w:b/>
          <w:bCs/>
        </w:rPr>
        <w:t xml:space="preserve"> D'ENGAGEMENT</w:t>
      </w:r>
    </w:p>
    <w:p w14:paraId="7BA5818D" w14:textId="77777777" w:rsidR="002528E2" w:rsidRPr="00976313" w:rsidRDefault="002528E2" w:rsidP="002528E2">
      <w:pPr>
        <w:pBdr>
          <w:top w:val="single" w:sz="4" w:space="0" w:color="auto"/>
          <w:left w:val="single" w:sz="4" w:space="4" w:color="auto"/>
          <w:bottom w:val="single" w:sz="4" w:space="1" w:color="auto"/>
          <w:right w:val="single" w:sz="4" w:space="4" w:color="auto"/>
        </w:pBdr>
        <w:jc w:val="center"/>
        <w:rPr>
          <w:rFonts w:ascii="Inpi" w:hAnsi="Inpi"/>
          <w:b/>
        </w:rPr>
      </w:pPr>
      <w:r w:rsidRPr="00976313">
        <w:rPr>
          <w:rFonts w:ascii="Inpi" w:hAnsi="Inpi"/>
          <w:b/>
        </w:rPr>
        <w:t xml:space="preserve">ACCORD DE CONFIDENTIALITE </w:t>
      </w:r>
    </w:p>
    <w:p w14:paraId="1767EDDE" w14:textId="77777777" w:rsidR="002528E2" w:rsidRPr="00976313" w:rsidRDefault="002528E2" w:rsidP="002528E2">
      <w:pPr>
        <w:jc w:val="both"/>
        <w:rPr>
          <w:rFonts w:ascii="Inpi" w:hAnsi="Inpi"/>
          <w:sz w:val="25"/>
          <w:szCs w:val="25"/>
        </w:rPr>
      </w:pPr>
    </w:p>
    <w:p w14:paraId="091D2A01" w14:textId="77777777" w:rsidR="002528E2" w:rsidRPr="00976313" w:rsidRDefault="002528E2" w:rsidP="002528E2">
      <w:pPr>
        <w:jc w:val="both"/>
        <w:rPr>
          <w:rFonts w:ascii="Inpi" w:hAnsi="Inpi"/>
        </w:rPr>
      </w:pPr>
      <w:r w:rsidRPr="00976313">
        <w:rPr>
          <w:rFonts w:ascii="Inpi" w:hAnsi="Inpi"/>
        </w:rPr>
        <w:t>Les supports informatiques et documents fournis ou rendus accessibles par l’INPI à la société _______________________________ restent la propriété de l’INPI.</w:t>
      </w:r>
    </w:p>
    <w:p w14:paraId="3EE11F5C" w14:textId="77777777" w:rsidR="002528E2" w:rsidRPr="00976313" w:rsidRDefault="002528E2" w:rsidP="002528E2">
      <w:pPr>
        <w:jc w:val="both"/>
        <w:rPr>
          <w:rFonts w:ascii="Inpi" w:hAnsi="Inpi"/>
        </w:rPr>
      </w:pPr>
    </w:p>
    <w:p w14:paraId="5D7CF2B3" w14:textId="77777777" w:rsidR="002528E2" w:rsidRPr="00976313" w:rsidRDefault="002528E2" w:rsidP="002528E2">
      <w:pPr>
        <w:jc w:val="both"/>
        <w:rPr>
          <w:rFonts w:ascii="Inpi" w:hAnsi="Inpi"/>
        </w:rPr>
      </w:pPr>
      <w:r w:rsidRPr="00976313">
        <w:rPr>
          <w:rFonts w:ascii="Inpi" w:hAnsi="Inpi"/>
        </w:rPr>
        <w:t>Les données contenues dans ces supports et documents sont strictement couvertes par le secret professionnel (article 226-13 du code pénal), il en va de même pour toutes les données dont la société susnommée prend connaissance à l’occasion de l’exécution du marché.</w:t>
      </w:r>
    </w:p>
    <w:p w14:paraId="1D77948C" w14:textId="77777777" w:rsidR="002528E2" w:rsidRPr="00976313" w:rsidRDefault="002528E2" w:rsidP="002528E2">
      <w:pPr>
        <w:jc w:val="both"/>
        <w:rPr>
          <w:rFonts w:ascii="Inpi" w:hAnsi="Inpi"/>
        </w:rPr>
      </w:pPr>
    </w:p>
    <w:p w14:paraId="0F8A7855" w14:textId="77777777" w:rsidR="002528E2" w:rsidRPr="00976313" w:rsidRDefault="002528E2" w:rsidP="002528E2">
      <w:pPr>
        <w:jc w:val="both"/>
        <w:rPr>
          <w:rFonts w:ascii="Inpi" w:hAnsi="Inpi"/>
        </w:rPr>
      </w:pPr>
      <w:r w:rsidRPr="00976313">
        <w:rPr>
          <w:rFonts w:ascii="Inpi" w:hAnsi="Inpi"/>
        </w:rPr>
        <w:t>Conformément à l’article 34 de la loi informatique et libertés modifiée, la société susnommée s’engage à prendre toutes précautions utiles afin de préserver la sécurité des informations et notamment d’empêcher qu’elles ne soient déformées, endommagées ou communiquées à des personnes non autorisées.</w:t>
      </w:r>
    </w:p>
    <w:p w14:paraId="4E371491" w14:textId="77777777" w:rsidR="002528E2" w:rsidRPr="00976313" w:rsidRDefault="002528E2" w:rsidP="002528E2">
      <w:pPr>
        <w:jc w:val="both"/>
        <w:rPr>
          <w:rFonts w:ascii="Inpi" w:hAnsi="Inpi"/>
        </w:rPr>
      </w:pPr>
    </w:p>
    <w:p w14:paraId="321CE7A7" w14:textId="77777777" w:rsidR="002528E2" w:rsidRPr="00976313" w:rsidRDefault="002528E2" w:rsidP="002528E2">
      <w:pPr>
        <w:jc w:val="both"/>
        <w:rPr>
          <w:rFonts w:ascii="Inpi" w:hAnsi="Inpi"/>
        </w:rPr>
      </w:pPr>
      <w:r w:rsidRPr="00976313">
        <w:rPr>
          <w:rFonts w:ascii="Inpi" w:hAnsi="Inpi"/>
        </w:rPr>
        <w:t>La société s’engage donc à respecter les obligations suivantes et à les faire respecter par son personnel :</w:t>
      </w:r>
    </w:p>
    <w:p w14:paraId="19EFB781" w14:textId="77777777" w:rsidR="002528E2" w:rsidRPr="00976313" w:rsidRDefault="002528E2" w:rsidP="002528E2">
      <w:pPr>
        <w:jc w:val="both"/>
        <w:rPr>
          <w:rFonts w:ascii="Inpi" w:hAnsi="Inpi"/>
          <w:sz w:val="20"/>
          <w:szCs w:val="25"/>
        </w:rPr>
      </w:pPr>
    </w:p>
    <w:p w14:paraId="1C5F8E6E" w14:textId="77777777" w:rsidR="002528E2" w:rsidRPr="00976313" w:rsidRDefault="002528E2" w:rsidP="002528E2">
      <w:pPr>
        <w:numPr>
          <w:ilvl w:val="0"/>
          <w:numId w:val="29"/>
        </w:numPr>
        <w:contextualSpacing/>
        <w:jc w:val="both"/>
        <w:rPr>
          <w:rFonts w:ascii="Inpi" w:hAnsi="Inpi"/>
        </w:rPr>
      </w:pPr>
      <w:r w:rsidRPr="00976313">
        <w:rPr>
          <w:rFonts w:ascii="Inpi" w:hAnsi="Inpi"/>
        </w:rPr>
        <w:t>ne prendre aucune copie des documents et supports d’informations qui lui sont confiés, à l’exception de celles nécessaires à l’exécution de la présente prestation prévue au contrat, l’accord préalable du propriétaire des fichiers ou documents est nécessaire ;</w:t>
      </w:r>
    </w:p>
    <w:p w14:paraId="18E7DF24" w14:textId="77777777" w:rsidR="002528E2" w:rsidRPr="00976313" w:rsidRDefault="002528E2" w:rsidP="002528E2">
      <w:pPr>
        <w:numPr>
          <w:ilvl w:val="0"/>
          <w:numId w:val="29"/>
        </w:numPr>
        <w:contextualSpacing/>
        <w:jc w:val="both"/>
        <w:rPr>
          <w:rFonts w:ascii="Inpi" w:hAnsi="Inpi"/>
        </w:rPr>
      </w:pPr>
      <w:r w:rsidRPr="00976313">
        <w:rPr>
          <w:rFonts w:ascii="Inpi" w:hAnsi="Inpi"/>
        </w:rPr>
        <w:t>ne pas utiliser les documents et informations traités à des fins autres que celles spécifiées dans le cadre du marché ;</w:t>
      </w:r>
    </w:p>
    <w:p w14:paraId="12681F01" w14:textId="77777777" w:rsidR="002528E2" w:rsidRPr="00976313" w:rsidRDefault="002528E2" w:rsidP="002528E2">
      <w:pPr>
        <w:numPr>
          <w:ilvl w:val="0"/>
          <w:numId w:val="29"/>
        </w:numPr>
        <w:contextualSpacing/>
        <w:jc w:val="both"/>
        <w:rPr>
          <w:rFonts w:ascii="Inpi" w:hAnsi="Inpi"/>
        </w:rPr>
      </w:pPr>
      <w:r w:rsidRPr="00976313">
        <w:rPr>
          <w:rFonts w:ascii="Inpi" w:hAnsi="Inpi"/>
        </w:rPr>
        <w:t>ne pas divulguer ces documents ou informations à d’autres personnes, qu’il s’agisse de personnes privées ou publiques, physiques ou morales ;</w:t>
      </w:r>
    </w:p>
    <w:p w14:paraId="3F7A224F" w14:textId="77777777" w:rsidR="002528E2" w:rsidRPr="00976313" w:rsidRDefault="002528E2" w:rsidP="002528E2">
      <w:pPr>
        <w:numPr>
          <w:ilvl w:val="0"/>
          <w:numId w:val="29"/>
        </w:numPr>
        <w:contextualSpacing/>
        <w:jc w:val="both"/>
        <w:rPr>
          <w:rFonts w:ascii="Inpi" w:hAnsi="Inpi"/>
        </w:rPr>
      </w:pPr>
      <w:r w:rsidRPr="00976313">
        <w:rPr>
          <w:rFonts w:ascii="Inpi" w:hAnsi="Inpi"/>
        </w:rPr>
        <w:t>prendre toutes mesures permettant d’éviter toute utilisation détournée ou frauduleuse des fichiers informatiques en cours d’exécution du contrat ;</w:t>
      </w:r>
    </w:p>
    <w:p w14:paraId="4B830C56" w14:textId="77777777" w:rsidR="002528E2" w:rsidRPr="00976313" w:rsidRDefault="002528E2" w:rsidP="002528E2">
      <w:pPr>
        <w:numPr>
          <w:ilvl w:val="0"/>
          <w:numId w:val="29"/>
        </w:numPr>
        <w:contextualSpacing/>
        <w:jc w:val="both"/>
        <w:rPr>
          <w:rFonts w:ascii="Inpi" w:hAnsi="Inpi"/>
        </w:rPr>
      </w:pPr>
      <w:r w:rsidRPr="00976313">
        <w:rPr>
          <w:rFonts w:ascii="Inpi" w:hAnsi="Inpi"/>
        </w:rPr>
        <w:t>prendre toutes mesures de sécurité, notamment matérielles, pour assurer la conservation et l’intégrité des documents et informations traités pendant la durée du marché de fourniture de bons d’achat ; et en fin de contrat, à procéder à la destruction de tous fichiers manuels ou informatisés stockant les informations saisies. Un procès-verbal de destruction de tous ces fichiers et signé par le représentant de la société devra être envoyé à l’INPI.</w:t>
      </w:r>
    </w:p>
    <w:p w14:paraId="7D7D1EB3" w14:textId="77777777" w:rsidR="002528E2" w:rsidRPr="00976313" w:rsidRDefault="002528E2" w:rsidP="002528E2">
      <w:pPr>
        <w:ind w:left="1428"/>
        <w:contextualSpacing/>
        <w:rPr>
          <w:rFonts w:ascii="Inpi" w:hAnsi="Inpi"/>
          <w:sz w:val="20"/>
          <w:szCs w:val="25"/>
        </w:rPr>
      </w:pPr>
    </w:p>
    <w:p w14:paraId="440FA29A" w14:textId="77777777" w:rsidR="002528E2" w:rsidRPr="00976313" w:rsidRDefault="002528E2" w:rsidP="002528E2">
      <w:pPr>
        <w:ind w:left="1428"/>
        <w:contextualSpacing/>
        <w:rPr>
          <w:rFonts w:ascii="Inpi" w:hAnsi="Inpi"/>
          <w:sz w:val="20"/>
          <w:szCs w:val="25"/>
        </w:rPr>
      </w:pPr>
    </w:p>
    <w:p w14:paraId="26DDC53D" w14:textId="77777777" w:rsidR="002528E2" w:rsidRPr="00976313" w:rsidRDefault="002528E2" w:rsidP="002528E2">
      <w:pPr>
        <w:jc w:val="both"/>
        <w:rPr>
          <w:rFonts w:ascii="Inpi" w:hAnsi="Inpi"/>
        </w:rPr>
      </w:pPr>
      <w:r w:rsidRPr="00976313">
        <w:rPr>
          <w:rFonts w:ascii="Inpi" w:hAnsi="Inpi"/>
        </w:rPr>
        <w:t>À ce titre, la société susnommée ne pourra sous-traiter l’exécution des prestations à une autre société, ni procéder à une cession du présent marché sans l’accord préalable de l’INPI.</w:t>
      </w:r>
    </w:p>
    <w:p w14:paraId="24E48017" w14:textId="77777777" w:rsidR="002528E2" w:rsidRPr="00976313" w:rsidRDefault="002528E2" w:rsidP="002528E2">
      <w:pPr>
        <w:jc w:val="both"/>
        <w:rPr>
          <w:rFonts w:ascii="Inpi" w:hAnsi="Inpi"/>
        </w:rPr>
      </w:pPr>
    </w:p>
    <w:p w14:paraId="6D12BE68" w14:textId="77777777" w:rsidR="002528E2" w:rsidRPr="00976313" w:rsidRDefault="002528E2" w:rsidP="002528E2">
      <w:pPr>
        <w:jc w:val="both"/>
        <w:rPr>
          <w:rFonts w:ascii="Inpi" w:hAnsi="Inpi"/>
        </w:rPr>
      </w:pPr>
      <w:r w:rsidRPr="00976313">
        <w:rPr>
          <w:rFonts w:ascii="Inpi" w:hAnsi="Inpi"/>
        </w:rPr>
        <w:t>L’INPI se réserve le droit de procéder à toute vérification qui lui paraîtrait utile pour constater le respect des obligations précitées par la société.</w:t>
      </w:r>
    </w:p>
    <w:p w14:paraId="031F83A3" w14:textId="77777777" w:rsidR="002528E2" w:rsidRPr="00976313" w:rsidRDefault="002528E2" w:rsidP="002528E2">
      <w:pPr>
        <w:jc w:val="both"/>
        <w:rPr>
          <w:rFonts w:ascii="Inpi" w:hAnsi="Inpi"/>
        </w:rPr>
      </w:pPr>
    </w:p>
    <w:p w14:paraId="6B09AE66" w14:textId="77777777" w:rsidR="002528E2" w:rsidRPr="00976313" w:rsidRDefault="002528E2" w:rsidP="002528E2">
      <w:pPr>
        <w:jc w:val="both"/>
        <w:rPr>
          <w:rFonts w:ascii="Inpi" w:hAnsi="Inpi"/>
        </w:rPr>
      </w:pPr>
    </w:p>
    <w:p w14:paraId="6D746302" w14:textId="77777777" w:rsidR="002528E2" w:rsidRPr="00976313" w:rsidRDefault="002528E2" w:rsidP="002528E2">
      <w:pPr>
        <w:jc w:val="both"/>
        <w:rPr>
          <w:rFonts w:ascii="Inpi" w:hAnsi="Inpi"/>
        </w:rPr>
      </w:pPr>
      <w:r w:rsidRPr="00976313">
        <w:rPr>
          <w:rFonts w:ascii="Inpi" w:hAnsi="Inpi"/>
        </w:rPr>
        <w:t>Fait à ______________le __/__/2025</w:t>
      </w:r>
    </w:p>
    <w:p w14:paraId="2507407C" w14:textId="77777777" w:rsidR="002528E2" w:rsidRPr="00976313" w:rsidRDefault="002528E2" w:rsidP="002528E2">
      <w:pPr>
        <w:jc w:val="both"/>
        <w:rPr>
          <w:rFonts w:ascii="Inpi" w:hAnsi="Inpi"/>
        </w:rPr>
      </w:pPr>
    </w:p>
    <w:p w14:paraId="22419929" w14:textId="77777777" w:rsidR="002528E2" w:rsidRPr="00976313" w:rsidRDefault="002528E2" w:rsidP="002528E2">
      <w:pPr>
        <w:jc w:val="both"/>
        <w:rPr>
          <w:rFonts w:ascii="Inpi" w:hAnsi="Inpi"/>
        </w:rPr>
      </w:pPr>
      <w:r w:rsidRPr="00976313">
        <w:rPr>
          <w:rFonts w:ascii="Inpi" w:hAnsi="Inpi"/>
        </w:rPr>
        <w:t>Signature de la société :</w:t>
      </w:r>
    </w:p>
    <w:p w14:paraId="02BF44B7" w14:textId="77777777" w:rsidR="002528E2" w:rsidRPr="00A11D8F" w:rsidRDefault="002528E2">
      <w:pPr>
        <w:rPr>
          <w:rFonts w:ascii="Inpi" w:hAnsi="Inpi"/>
        </w:rPr>
      </w:pPr>
    </w:p>
    <w:sectPr w:rsidR="002528E2" w:rsidRPr="00A11D8F" w:rsidSect="00DB367D">
      <w:headerReference w:type="default" r:id="rId8"/>
      <w:footerReference w:type="default" r:id="rId9"/>
      <w:headerReference w:type="first" r:id="rId10"/>
      <w:footerReference w:type="first" r:id="rId11"/>
      <w:footnotePr>
        <w:numRestart w:val="eachPage"/>
      </w:footnotePr>
      <w:pgSz w:w="11900" w:h="16840" w:code="9"/>
      <w:pgMar w:top="1702" w:right="1418" w:bottom="1418" w:left="1418" w:header="68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6DCDFB" w14:textId="77777777" w:rsidR="00807623" w:rsidRDefault="00807623">
      <w:r>
        <w:separator/>
      </w:r>
    </w:p>
  </w:endnote>
  <w:endnote w:type="continuationSeparator" w:id="0">
    <w:p w14:paraId="25F9EA09" w14:textId="77777777" w:rsidR="00807623" w:rsidRDefault="008076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npi">
    <w:panose1 w:val="00000000000000000000"/>
    <w:charset w:val="00"/>
    <w:family w:val="auto"/>
    <w:pitch w:val="variable"/>
    <w:sig w:usb0="A00000AF" w:usb1="4000204A" w:usb2="00000000" w:usb3="00000000" w:csb0="0000011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F8A36F" w14:textId="1E4A5580" w:rsidR="00C06651" w:rsidRPr="00A11D8F" w:rsidRDefault="00A11D8F" w:rsidP="00A11D8F">
    <w:pPr>
      <w:pStyle w:val="Pieddepage"/>
      <w:tabs>
        <w:tab w:val="clear" w:pos="9072"/>
        <w:tab w:val="right" w:pos="9065"/>
      </w:tabs>
      <w:rPr>
        <w:rFonts w:ascii="Inpi" w:hAnsi="Inpi"/>
        <w:snapToGrid w:val="0"/>
        <w:sz w:val="20"/>
      </w:rPr>
    </w:pPr>
    <w:r>
      <w:rPr>
        <w:rFonts w:ascii="Inpi" w:hAnsi="Inpi"/>
        <w:snapToGrid w:val="0"/>
        <w:sz w:val="20"/>
      </w:rPr>
      <w:t>A</w:t>
    </w:r>
    <w:r w:rsidR="00931366">
      <w:rPr>
        <w:rFonts w:ascii="Inpi" w:hAnsi="Inpi"/>
        <w:snapToGrid w:val="0"/>
        <w:sz w:val="20"/>
      </w:rPr>
      <w:t>E_</w:t>
    </w:r>
    <w:r w:rsidR="00931366" w:rsidRPr="00931366">
      <w:rPr>
        <w:rFonts w:ascii="Arial" w:hAnsi="Arial"/>
        <w:snapToGrid w:val="0"/>
        <w:sz w:val="18"/>
        <w:szCs w:val="18"/>
      </w:rPr>
      <w:t xml:space="preserve"> </w:t>
    </w:r>
    <w:r w:rsidR="00931366">
      <w:rPr>
        <w:rFonts w:ascii="Arial" w:hAnsi="Arial"/>
        <w:snapToGrid w:val="0"/>
        <w:sz w:val="18"/>
        <w:szCs w:val="18"/>
      </w:rPr>
      <w:t>Prestations médecine préventive 2025-2029_</w:t>
    </w:r>
    <w:r w:rsidR="00931366" w:rsidRPr="00E969AE">
      <w:rPr>
        <w:rFonts w:ascii="Arial" w:hAnsi="Arial"/>
        <w:snapToGrid w:val="0"/>
        <w:sz w:val="18"/>
        <w:szCs w:val="18"/>
      </w:rPr>
      <w:t>INPI</w:t>
    </w:r>
    <w:r w:rsidR="00931366">
      <w:rPr>
        <w:rFonts w:ascii="Inpi" w:hAnsi="Inpi"/>
        <w:snapToGrid w:val="0"/>
        <w:sz w:val="20"/>
      </w:rPr>
      <w:t xml:space="preserve">    </w:t>
    </w:r>
    <w:r>
      <w:rPr>
        <w:rFonts w:ascii="Inpi" w:hAnsi="Inpi"/>
        <w:snapToGrid w:val="0"/>
        <w:sz w:val="20"/>
      </w:rPr>
      <w:t xml:space="preserve">                                                                         </w:t>
    </w:r>
    <w:r w:rsidR="00C06651" w:rsidRPr="00A11D8F">
      <w:rPr>
        <w:rFonts w:ascii="Inpi" w:hAnsi="Inpi"/>
        <w:snapToGrid w:val="0"/>
        <w:sz w:val="20"/>
      </w:rPr>
      <w:t xml:space="preserve">Page </w:t>
    </w:r>
    <w:r w:rsidR="00C06651" w:rsidRPr="00A11D8F">
      <w:rPr>
        <w:rFonts w:ascii="Inpi" w:hAnsi="Inpi"/>
        <w:snapToGrid w:val="0"/>
        <w:sz w:val="20"/>
      </w:rPr>
      <w:fldChar w:fldCharType="begin"/>
    </w:r>
    <w:r w:rsidR="00C06651" w:rsidRPr="00A11D8F">
      <w:rPr>
        <w:rFonts w:ascii="Inpi" w:hAnsi="Inpi"/>
        <w:snapToGrid w:val="0"/>
        <w:sz w:val="20"/>
      </w:rPr>
      <w:instrText xml:space="preserve"> PAGE </w:instrText>
    </w:r>
    <w:r w:rsidR="00C06651" w:rsidRPr="00A11D8F">
      <w:rPr>
        <w:rFonts w:ascii="Inpi" w:hAnsi="Inpi"/>
        <w:snapToGrid w:val="0"/>
        <w:sz w:val="20"/>
      </w:rPr>
      <w:fldChar w:fldCharType="separate"/>
    </w:r>
    <w:r w:rsidR="00E950C8">
      <w:rPr>
        <w:rFonts w:ascii="Inpi" w:hAnsi="Inpi"/>
        <w:noProof/>
        <w:snapToGrid w:val="0"/>
        <w:sz w:val="20"/>
      </w:rPr>
      <w:t>4</w:t>
    </w:r>
    <w:r w:rsidR="00C06651" w:rsidRPr="00A11D8F">
      <w:rPr>
        <w:rFonts w:ascii="Inpi" w:hAnsi="Inpi"/>
        <w:snapToGrid w:val="0"/>
        <w:sz w:val="20"/>
      </w:rPr>
      <w:fldChar w:fldCharType="end"/>
    </w:r>
    <w:r w:rsidR="00C06651" w:rsidRPr="00A11D8F">
      <w:rPr>
        <w:rFonts w:ascii="Inpi" w:hAnsi="Inpi"/>
        <w:snapToGrid w:val="0"/>
        <w:sz w:val="20"/>
      </w:rPr>
      <w:t xml:space="preserve"> sur </w:t>
    </w:r>
    <w:r w:rsidR="00C06651" w:rsidRPr="00A11D8F">
      <w:rPr>
        <w:rFonts w:ascii="Inpi" w:hAnsi="Inpi"/>
        <w:snapToGrid w:val="0"/>
        <w:sz w:val="20"/>
      </w:rPr>
      <w:fldChar w:fldCharType="begin"/>
    </w:r>
    <w:r w:rsidR="00C06651" w:rsidRPr="00A11D8F">
      <w:rPr>
        <w:rFonts w:ascii="Inpi" w:hAnsi="Inpi"/>
        <w:snapToGrid w:val="0"/>
        <w:sz w:val="20"/>
      </w:rPr>
      <w:instrText xml:space="preserve"> NUMPAGES </w:instrText>
    </w:r>
    <w:r w:rsidR="00C06651" w:rsidRPr="00A11D8F">
      <w:rPr>
        <w:rFonts w:ascii="Inpi" w:hAnsi="Inpi"/>
        <w:snapToGrid w:val="0"/>
        <w:sz w:val="20"/>
      </w:rPr>
      <w:fldChar w:fldCharType="separate"/>
    </w:r>
    <w:r w:rsidR="00E950C8">
      <w:rPr>
        <w:rFonts w:ascii="Inpi" w:hAnsi="Inpi"/>
        <w:noProof/>
        <w:snapToGrid w:val="0"/>
        <w:sz w:val="20"/>
      </w:rPr>
      <w:t>8</w:t>
    </w:r>
    <w:r w:rsidR="00C06651" w:rsidRPr="00A11D8F">
      <w:rPr>
        <w:rFonts w:ascii="Inpi" w:hAnsi="Inpi"/>
        <w:snapToGrid w:val="0"/>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7205E0" w14:textId="77777777" w:rsidR="00C06651" w:rsidRDefault="00A11D8F">
    <w:pPr>
      <w:pStyle w:val="Pieddepage"/>
    </w:pPr>
    <w:r>
      <w:rPr>
        <w:noProof/>
      </w:rPr>
      <w:drawing>
        <wp:inline distT="0" distB="0" distL="0" distR="0" wp14:anchorId="2FAD2D4A" wp14:editId="21AF39FD">
          <wp:extent cx="1415085" cy="1001560"/>
          <wp:effectExtent l="0" t="0" r="0" b="8255"/>
          <wp:docPr id="1" name="Image 1" descr="Bloc adresse in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loc adresse inpi"/>
                  <pic:cNvPicPr>
                    <a:picLocks noChangeAspect="1" noChangeArrowheads="1"/>
                  </pic:cNvPicPr>
                </pic:nvPicPr>
                <pic:blipFill>
                  <a:blip r:embed="rId1">
                    <a:extLst>
                      <a:ext uri="{28A0092B-C50C-407E-A947-70E740481C1C}">
                        <a14:useLocalDpi xmlns:a14="http://schemas.microsoft.com/office/drawing/2010/main" val="0"/>
                      </a:ext>
                    </a:extLst>
                  </a:blip>
                  <a:srcRect l="18465" t="13882" r="10214" b="21802"/>
                  <a:stretch>
                    <a:fillRect/>
                  </a:stretch>
                </pic:blipFill>
                <pic:spPr bwMode="auto">
                  <a:xfrm>
                    <a:off x="0" y="0"/>
                    <a:ext cx="1421491" cy="1006094"/>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CEF06C" w14:textId="77777777" w:rsidR="00807623" w:rsidRDefault="00807623">
      <w:r>
        <w:separator/>
      </w:r>
    </w:p>
  </w:footnote>
  <w:footnote w:type="continuationSeparator" w:id="0">
    <w:p w14:paraId="0F5B731F" w14:textId="77777777" w:rsidR="00807623" w:rsidRDefault="00807623">
      <w:r>
        <w:continuationSeparator/>
      </w:r>
    </w:p>
  </w:footnote>
  <w:footnote w:id="1">
    <w:p w14:paraId="5A506B09" w14:textId="77777777" w:rsidR="00C06651" w:rsidRDefault="00C06651" w:rsidP="00BD71AA">
      <w:pPr>
        <w:pStyle w:val="Notedebasdepage"/>
      </w:pPr>
      <w:r>
        <w:rPr>
          <w:rStyle w:val="Appelnotedebasdep"/>
        </w:rPr>
        <w:footnoteRef/>
      </w:r>
      <w:r>
        <w:t xml:space="preserve"> La personne physique représentant le candidat doit cocher la situation concernée.</w:t>
      </w:r>
    </w:p>
  </w:footnote>
  <w:footnote w:id="2">
    <w:p w14:paraId="5A272716" w14:textId="77777777" w:rsidR="00C06651" w:rsidRDefault="00C06651" w:rsidP="00BD71AA">
      <w:pPr>
        <w:pStyle w:val="Notedebasdepage"/>
      </w:pPr>
      <w:r>
        <w:rPr>
          <w:rStyle w:val="Appelnotedebasdep"/>
        </w:rPr>
        <w:footnoteRef/>
      </w:r>
      <w:r>
        <w:t xml:space="preserve"> En cas de groupement, compléter l’annexe à l’acte d’engagement se trouvant en dernière page.</w:t>
      </w:r>
    </w:p>
  </w:footnote>
  <w:footnote w:id="3">
    <w:p w14:paraId="2B1369A2" w14:textId="77777777" w:rsidR="00C06651" w:rsidRDefault="00C06651" w:rsidP="00864BC4">
      <w:pPr>
        <w:pStyle w:val="Notedebasdepage"/>
        <w:jc w:val="both"/>
      </w:pPr>
      <w:r>
        <w:rPr>
          <w:rStyle w:val="Appelnotedebasdep"/>
        </w:rPr>
        <w:footnoteRef/>
      </w:r>
      <w:r>
        <w:t xml:space="preserve">On entend par "petites et moyennes entreprises" les entreprises dont l'effectif ne dépasse pas 250 </w:t>
      </w:r>
      <w:r w:rsidRPr="004F6197">
        <w:t xml:space="preserve">employés et </w:t>
      </w:r>
      <w:r w:rsidR="004F6197" w:rsidRPr="004F6197">
        <w:rPr>
          <w:color w:val="000000"/>
          <w:shd w:val="clear" w:color="auto" w:fill="FFFFFF"/>
        </w:rPr>
        <w:t>dont le chiffre d'affaires n'excède pas 50 millions d'euros, ou dont le total du bilan annuel n'excède pas 43 millions d'euros</w:t>
      </w:r>
      <w:r w:rsidRPr="004F6197">
        <w:t>.</w:t>
      </w:r>
      <w:r>
        <w:t xml:space="preserve"> Ne sont pas considérées comme des PME les entreprises dont le capital social est détenu à hauteur de plus de 33% par une entreprise n'ayant pas le caractère d'une PME.</w:t>
      </w:r>
    </w:p>
    <w:p w14:paraId="22C8423F" w14:textId="77777777" w:rsidR="00C06651" w:rsidRDefault="00C06651" w:rsidP="00366AFA">
      <w:pPr>
        <w:pStyle w:val="Notedebasdepage"/>
      </w:pPr>
    </w:p>
  </w:footnote>
  <w:footnote w:id="4">
    <w:p w14:paraId="77A22EEB" w14:textId="77777777" w:rsidR="00C06651" w:rsidRDefault="00C06651" w:rsidP="00366AFA">
      <w:pPr>
        <w:pStyle w:val="Notedebasdepage"/>
      </w:pPr>
      <w:r>
        <w:rPr>
          <w:rStyle w:val="Appelnotedebasdep"/>
        </w:rPr>
        <w:footnoteRef/>
      </w:r>
      <w:r>
        <w:t xml:space="preserve"> Cocher la case appropriée.</w:t>
      </w:r>
    </w:p>
  </w:footnote>
  <w:footnote w:id="5">
    <w:p w14:paraId="23EEEAE1" w14:textId="77777777" w:rsidR="00C06651" w:rsidRDefault="00C06651" w:rsidP="00300525">
      <w:pPr>
        <w:pStyle w:val="Notedebasdepage"/>
      </w:pPr>
      <w:r>
        <w:rPr>
          <w:rStyle w:val="Appelnotedebasdep"/>
        </w:rPr>
        <w:footnoteRef/>
      </w:r>
      <w:r>
        <w:t xml:space="preserve"> La personne physique représentant le candidat doit cocher la situation concernée.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B55CA3" w14:textId="77777777" w:rsidR="00C06651" w:rsidRDefault="00A11D8F" w:rsidP="00A11D8F">
    <w:pPr>
      <w:pStyle w:val="En-tte"/>
      <w:tabs>
        <w:tab w:val="clear" w:pos="4819"/>
        <w:tab w:val="clear" w:pos="9071"/>
      </w:tabs>
      <w:jc w:val="center"/>
    </w:pPr>
    <w:r>
      <w:rPr>
        <w:noProof/>
        <w:sz w:val="16"/>
      </w:rPr>
      <w:drawing>
        <wp:inline distT="0" distB="0" distL="0" distR="0" wp14:anchorId="28A8B870" wp14:editId="6BB8767A">
          <wp:extent cx="1216550" cy="546117"/>
          <wp:effectExtent l="0" t="0" r="0" b="0"/>
          <wp:docPr id="4" name="Image 4" descr="D:\post_12102021\Editique\Logo INPI Editiq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post_12102021\Editique\Logo INPI Editiqu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5727" cy="563704"/>
                  </a:xfrm>
                  <a:prstGeom prst="rect">
                    <a:avLst/>
                  </a:prstGeom>
                  <a:noFill/>
                  <a:ln>
                    <a:noFill/>
                  </a:ln>
                </pic:spPr>
              </pic:pic>
            </a:graphicData>
          </a:graphic>
        </wp:inline>
      </w:drawing>
    </w:r>
    <w:r>
      <w:tab/>
    </w:r>
  </w:p>
  <w:p w14:paraId="55AFD020" w14:textId="77777777" w:rsidR="00C06651" w:rsidRDefault="00C06651" w:rsidP="00A11D8F">
    <w:pPr>
      <w:pStyle w:val="En-tte"/>
      <w:jc w:val="center"/>
    </w:pPr>
  </w:p>
  <w:p w14:paraId="54D03FA7" w14:textId="77777777" w:rsidR="00C06651" w:rsidRDefault="00C0665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A54009" w14:textId="77777777" w:rsidR="00C06651" w:rsidRDefault="00A11D8F" w:rsidP="00A11D8F">
    <w:pPr>
      <w:pStyle w:val="En-tte"/>
      <w:jc w:val="center"/>
    </w:pPr>
    <w:r>
      <w:rPr>
        <w:noProof/>
        <w:sz w:val="16"/>
      </w:rPr>
      <w:drawing>
        <wp:inline distT="0" distB="0" distL="0" distR="0" wp14:anchorId="1EA625B3" wp14:editId="670115C6">
          <wp:extent cx="1979875" cy="888780"/>
          <wp:effectExtent l="0" t="0" r="0" b="0"/>
          <wp:docPr id="7" name="Image 7" descr="D:\post_12102021\Editique\Logo INPI Editiq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post_12102021\Editique\Logo INPI Editiqu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4794" cy="90445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620A66"/>
    <w:multiLevelType w:val="singleLevel"/>
    <w:tmpl w:val="55561F12"/>
    <w:lvl w:ilvl="0">
      <w:start w:val="2"/>
      <w:numFmt w:val="bullet"/>
      <w:lvlText w:val="-"/>
      <w:lvlJc w:val="left"/>
      <w:pPr>
        <w:tabs>
          <w:tab w:val="num" w:pos="1778"/>
        </w:tabs>
        <w:ind w:left="1778" w:hanging="360"/>
      </w:pPr>
      <w:rPr>
        <w:rFonts w:ascii="Times New Roman" w:hAnsi="Times New Roman" w:hint="default"/>
      </w:rPr>
    </w:lvl>
  </w:abstractNum>
  <w:abstractNum w:abstractNumId="1" w15:restartNumberingAfterBreak="0">
    <w:nsid w:val="0F8644B7"/>
    <w:multiLevelType w:val="singleLevel"/>
    <w:tmpl w:val="746E0532"/>
    <w:lvl w:ilvl="0">
      <w:numFmt w:val="bullet"/>
      <w:lvlText w:val="-"/>
      <w:lvlJc w:val="left"/>
      <w:pPr>
        <w:tabs>
          <w:tab w:val="num" w:pos="360"/>
        </w:tabs>
        <w:ind w:left="360" w:hanging="360"/>
      </w:pPr>
      <w:rPr>
        <w:rFonts w:hint="default"/>
      </w:rPr>
    </w:lvl>
  </w:abstractNum>
  <w:abstractNum w:abstractNumId="2" w15:restartNumberingAfterBreak="0">
    <w:nsid w:val="12404E5D"/>
    <w:multiLevelType w:val="hybridMultilevel"/>
    <w:tmpl w:val="07C09CA4"/>
    <w:lvl w:ilvl="0" w:tplc="040C0001">
      <w:start w:val="1"/>
      <w:numFmt w:val="bullet"/>
      <w:lvlText w:val=""/>
      <w:lvlJc w:val="left"/>
      <w:pPr>
        <w:tabs>
          <w:tab w:val="num" w:pos="1776"/>
        </w:tabs>
        <w:ind w:left="1776" w:hanging="360"/>
      </w:pPr>
      <w:rPr>
        <w:rFonts w:ascii="Symbol" w:hAnsi="Symbol" w:hint="default"/>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3" w15:restartNumberingAfterBreak="0">
    <w:nsid w:val="1A2B2C2B"/>
    <w:multiLevelType w:val="multilevel"/>
    <w:tmpl w:val="6756B520"/>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B845395"/>
    <w:multiLevelType w:val="singleLevel"/>
    <w:tmpl w:val="10027ABE"/>
    <w:lvl w:ilvl="0">
      <w:numFmt w:val="bullet"/>
      <w:lvlText w:val="-"/>
      <w:lvlJc w:val="left"/>
      <w:pPr>
        <w:tabs>
          <w:tab w:val="num" w:pos="1068"/>
        </w:tabs>
        <w:ind w:left="1068" w:hanging="360"/>
      </w:pPr>
      <w:rPr>
        <w:rFonts w:hint="default"/>
      </w:rPr>
    </w:lvl>
  </w:abstractNum>
  <w:abstractNum w:abstractNumId="5" w15:restartNumberingAfterBreak="0">
    <w:nsid w:val="23D55073"/>
    <w:multiLevelType w:val="singleLevel"/>
    <w:tmpl w:val="10027ABE"/>
    <w:lvl w:ilvl="0">
      <w:numFmt w:val="bullet"/>
      <w:lvlText w:val="-"/>
      <w:lvlJc w:val="left"/>
      <w:pPr>
        <w:tabs>
          <w:tab w:val="num" w:pos="1068"/>
        </w:tabs>
        <w:ind w:left="1068" w:hanging="360"/>
      </w:pPr>
      <w:rPr>
        <w:rFonts w:hint="default"/>
      </w:rPr>
    </w:lvl>
  </w:abstractNum>
  <w:abstractNum w:abstractNumId="6" w15:restartNumberingAfterBreak="0">
    <w:nsid w:val="2DA54CA9"/>
    <w:multiLevelType w:val="singleLevel"/>
    <w:tmpl w:val="55561F12"/>
    <w:lvl w:ilvl="0">
      <w:start w:val="2"/>
      <w:numFmt w:val="bullet"/>
      <w:lvlText w:val="-"/>
      <w:lvlJc w:val="left"/>
      <w:pPr>
        <w:tabs>
          <w:tab w:val="num" w:pos="1778"/>
        </w:tabs>
        <w:ind w:left="1778" w:hanging="360"/>
      </w:pPr>
      <w:rPr>
        <w:rFonts w:ascii="Times New Roman" w:hAnsi="Times New Roman" w:hint="default"/>
      </w:rPr>
    </w:lvl>
  </w:abstractNum>
  <w:abstractNum w:abstractNumId="7" w15:restartNumberingAfterBreak="0">
    <w:nsid w:val="30975CE9"/>
    <w:multiLevelType w:val="singleLevel"/>
    <w:tmpl w:val="10027ABE"/>
    <w:lvl w:ilvl="0">
      <w:numFmt w:val="bullet"/>
      <w:lvlText w:val="-"/>
      <w:lvlJc w:val="left"/>
      <w:pPr>
        <w:tabs>
          <w:tab w:val="num" w:pos="1068"/>
        </w:tabs>
        <w:ind w:left="1068" w:hanging="360"/>
      </w:pPr>
      <w:rPr>
        <w:rFonts w:hint="default"/>
      </w:rPr>
    </w:lvl>
  </w:abstractNum>
  <w:abstractNum w:abstractNumId="8" w15:restartNumberingAfterBreak="0">
    <w:nsid w:val="342E798B"/>
    <w:multiLevelType w:val="singleLevel"/>
    <w:tmpl w:val="23C6C312"/>
    <w:lvl w:ilvl="0">
      <w:numFmt w:val="bullet"/>
      <w:lvlText w:val="-"/>
      <w:lvlJc w:val="left"/>
      <w:pPr>
        <w:tabs>
          <w:tab w:val="num" w:pos="1494"/>
        </w:tabs>
        <w:ind w:left="1494" w:hanging="360"/>
      </w:pPr>
      <w:rPr>
        <w:rFonts w:ascii="Times New Roman" w:hAnsi="Times New Roman" w:hint="default"/>
      </w:rPr>
    </w:lvl>
  </w:abstractNum>
  <w:abstractNum w:abstractNumId="9" w15:restartNumberingAfterBreak="0">
    <w:nsid w:val="352468B5"/>
    <w:multiLevelType w:val="hybridMultilevel"/>
    <w:tmpl w:val="55DC70AE"/>
    <w:lvl w:ilvl="0" w:tplc="39FE2190">
      <w:start w:val="75"/>
      <w:numFmt w:val="bullet"/>
      <w:lvlText w:val="-"/>
      <w:lvlJc w:val="left"/>
      <w:pPr>
        <w:tabs>
          <w:tab w:val="num" w:pos="1776"/>
        </w:tabs>
        <w:ind w:left="1776" w:hanging="360"/>
      </w:pPr>
      <w:rPr>
        <w:rFonts w:ascii="Arial" w:eastAsia="Times New Roman" w:hAnsi="Arial" w:cs="Arial" w:hint="default"/>
        <w:b/>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10" w15:restartNumberingAfterBreak="0">
    <w:nsid w:val="3AFE5AFB"/>
    <w:multiLevelType w:val="hybridMultilevel"/>
    <w:tmpl w:val="16647D0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F9C0FA3"/>
    <w:multiLevelType w:val="multilevel"/>
    <w:tmpl w:val="A6AE064A"/>
    <w:lvl w:ilvl="0">
      <w:start w:val="1"/>
      <w:numFmt w:val="upperRoman"/>
      <w:lvlText w:val="Article %1."/>
      <w:lvlJc w:val="left"/>
      <w:pPr>
        <w:tabs>
          <w:tab w:val="num" w:pos="1440"/>
        </w:tabs>
        <w:ind w:left="0" w:firstLine="0"/>
      </w:pPr>
      <w:rPr>
        <w:rFonts w:ascii="Arial Narrow" w:hAnsi="Arial Narrow" w:hint="default"/>
        <w:b/>
        <w:i w:val="0"/>
        <w:caps/>
      </w:rPr>
    </w:lvl>
    <w:lvl w:ilvl="1">
      <w:start w:val="1"/>
      <w:numFmt w:val="decimalZero"/>
      <w:isLgl/>
      <w:lvlText w:val="%1.%2"/>
      <w:lvlJc w:val="left"/>
      <w:pPr>
        <w:tabs>
          <w:tab w:val="num" w:pos="360"/>
        </w:tabs>
        <w:ind w:left="0" w:firstLine="0"/>
      </w:pPr>
      <w:rPr>
        <w:rFonts w:ascii="Arial Narrow" w:hAnsi="Arial Narrow" w:hint="default"/>
        <w:b/>
        <w:i w:val="0"/>
        <w:caps w:val="0"/>
      </w:r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42E21440"/>
    <w:multiLevelType w:val="hybridMultilevel"/>
    <w:tmpl w:val="55E0F88A"/>
    <w:lvl w:ilvl="0" w:tplc="B07885E0">
      <w:numFmt w:val="bullet"/>
      <w:lvlText w:val="-"/>
      <w:lvlJc w:val="left"/>
      <w:pPr>
        <w:ind w:left="720" w:hanging="360"/>
      </w:pPr>
      <w:rPr>
        <w:rFonts w:ascii="Inpi" w:eastAsia="Times New Roman" w:hAnsi="Inp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81D50A5"/>
    <w:multiLevelType w:val="multilevel"/>
    <w:tmpl w:val="11680F26"/>
    <w:lvl w:ilvl="0">
      <w:start w:val="1"/>
      <w:numFmt w:val="upperRoman"/>
      <w:lvlText w:val="Article %1."/>
      <w:lvlJc w:val="left"/>
      <w:pPr>
        <w:tabs>
          <w:tab w:val="num" w:pos="1440"/>
        </w:tabs>
        <w:ind w:left="0" w:firstLine="0"/>
      </w:pPr>
      <w:rPr>
        <w:rFonts w:ascii="Arial Narrow" w:hAnsi="Arial Narrow" w:hint="default"/>
        <w:b/>
        <w:i w:val="0"/>
        <w:caps/>
      </w:rPr>
    </w:lvl>
    <w:lvl w:ilvl="1">
      <w:start w:val="1"/>
      <w:numFmt w:val="decimalZero"/>
      <w:isLgl/>
      <w:lvlText w:val="%1.%2"/>
      <w:lvlJc w:val="left"/>
      <w:pPr>
        <w:tabs>
          <w:tab w:val="num" w:pos="360"/>
        </w:tabs>
        <w:ind w:left="0" w:firstLine="0"/>
      </w:pPr>
      <w:rPr>
        <w:rFonts w:ascii="Arial Narrow" w:hAnsi="Arial Narrow" w:hint="default"/>
        <w:b/>
        <w:i w:val="0"/>
        <w:caps w:val="0"/>
      </w:r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48C02124"/>
    <w:multiLevelType w:val="multilevel"/>
    <w:tmpl w:val="3894E4A8"/>
    <w:lvl w:ilvl="0">
      <w:start w:val="1"/>
      <w:numFmt w:val="decimal"/>
      <w:pStyle w:val="Titre1"/>
      <w:lvlText w:val="%1"/>
      <w:lvlJc w:val="left"/>
      <w:pPr>
        <w:tabs>
          <w:tab w:val="num" w:pos="851"/>
        </w:tabs>
        <w:ind w:left="851" w:hanging="851"/>
      </w:pPr>
    </w:lvl>
    <w:lvl w:ilvl="1">
      <w:start w:val="1"/>
      <w:numFmt w:val="decimal"/>
      <w:pStyle w:val="Titre2"/>
      <w:lvlText w:val="%1.%2"/>
      <w:lvlJc w:val="left"/>
      <w:pPr>
        <w:tabs>
          <w:tab w:val="num" w:pos="851"/>
        </w:tabs>
        <w:ind w:left="851" w:hanging="851"/>
      </w:pPr>
      <w:rPr>
        <w:rFonts w:ascii="Arial" w:hAnsi="Arial"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15" w15:restartNumberingAfterBreak="0">
    <w:nsid w:val="51FE313D"/>
    <w:multiLevelType w:val="singleLevel"/>
    <w:tmpl w:val="55561F12"/>
    <w:lvl w:ilvl="0">
      <w:start w:val="2"/>
      <w:numFmt w:val="bullet"/>
      <w:lvlText w:val="-"/>
      <w:lvlJc w:val="left"/>
      <w:pPr>
        <w:tabs>
          <w:tab w:val="num" w:pos="1778"/>
        </w:tabs>
        <w:ind w:left="1778" w:hanging="360"/>
      </w:pPr>
      <w:rPr>
        <w:rFonts w:ascii="Times New Roman" w:hAnsi="Times New Roman" w:hint="default"/>
      </w:rPr>
    </w:lvl>
  </w:abstractNum>
  <w:abstractNum w:abstractNumId="16" w15:restartNumberingAfterBreak="0">
    <w:nsid w:val="598B758E"/>
    <w:multiLevelType w:val="hybridMultilevel"/>
    <w:tmpl w:val="416895B6"/>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7" w15:restartNumberingAfterBreak="0">
    <w:nsid w:val="5BBB4EDB"/>
    <w:multiLevelType w:val="hybridMultilevel"/>
    <w:tmpl w:val="B876037A"/>
    <w:lvl w:ilvl="0" w:tplc="53A41076">
      <w:numFmt w:val="bullet"/>
      <w:lvlText w:val="-"/>
      <w:lvlJc w:val="left"/>
      <w:pPr>
        <w:tabs>
          <w:tab w:val="num" w:pos="2214"/>
        </w:tabs>
        <w:ind w:left="2214" w:hanging="360"/>
      </w:pPr>
      <w:rPr>
        <w:rFonts w:ascii="Arial" w:eastAsia="Times New Roman" w:hAnsi="Arial" w:cs="Arial" w:hint="default"/>
      </w:rPr>
    </w:lvl>
    <w:lvl w:ilvl="1" w:tplc="040C0003" w:tentative="1">
      <w:start w:val="1"/>
      <w:numFmt w:val="bullet"/>
      <w:lvlText w:val="o"/>
      <w:lvlJc w:val="left"/>
      <w:pPr>
        <w:tabs>
          <w:tab w:val="num" w:pos="2934"/>
        </w:tabs>
        <w:ind w:left="2934" w:hanging="360"/>
      </w:pPr>
      <w:rPr>
        <w:rFonts w:ascii="Courier New" w:hAnsi="Courier New" w:cs="Courier New" w:hint="default"/>
      </w:rPr>
    </w:lvl>
    <w:lvl w:ilvl="2" w:tplc="040C0005" w:tentative="1">
      <w:start w:val="1"/>
      <w:numFmt w:val="bullet"/>
      <w:lvlText w:val=""/>
      <w:lvlJc w:val="left"/>
      <w:pPr>
        <w:tabs>
          <w:tab w:val="num" w:pos="3654"/>
        </w:tabs>
        <w:ind w:left="3654" w:hanging="360"/>
      </w:pPr>
      <w:rPr>
        <w:rFonts w:ascii="Wingdings" w:hAnsi="Wingdings" w:hint="default"/>
      </w:rPr>
    </w:lvl>
    <w:lvl w:ilvl="3" w:tplc="040C0001" w:tentative="1">
      <w:start w:val="1"/>
      <w:numFmt w:val="bullet"/>
      <w:lvlText w:val=""/>
      <w:lvlJc w:val="left"/>
      <w:pPr>
        <w:tabs>
          <w:tab w:val="num" w:pos="4374"/>
        </w:tabs>
        <w:ind w:left="4374" w:hanging="360"/>
      </w:pPr>
      <w:rPr>
        <w:rFonts w:ascii="Symbol" w:hAnsi="Symbol" w:hint="default"/>
      </w:rPr>
    </w:lvl>
    <w:lvl w:ilvl="4" w:tplc="040C0003" w:tentative="1">
      <w:start w:val="1"/>
      <w:numFmt w:val="bullet"/>
      <w:lvlText w:val="o"/>
      <w:lvlJc w:val="left"/>
      <w:pPr>
        <w:tabs>
          <w:tab w:val="num" w:pos="5094"/>
        </w:tabs>
        <w:ind w:left="5094" w:hanging="360"/>
      </w:pPr>
      <w:rPr>
        <w:rFonts w:ascii="Courier New" w:hAnsi="Courier New" w:cs="Courier New" w:hint="default"/>
      </w:rPr>
    </w:lvl>
    <w:lvl w:ilvl="5" w:tplc="040C0005" w:tentative="1">
      <w:start w:val="1"/>
      <w:numFmt w:val="bullet"/>
      <w:lvlText w:val=""/>
      <w:lvlJc w:val="left"/>
      <w:pPr>
        <w:tabs>
          <w:tab w:val="num" w:pos="5814"/>
        </w:tabs>
        <w:ind w:left="5814" w:hanging="360"/>
      </w:pPr>
      <w:rPr>
        <w:rFonts w:ascii="Wingdings" w:hAnsi="Wingdings" w:hint="default"/>
      </w:rPr>
    </w:lvl>
    <w:lvl w:ilvl="6" w:tplc="040C0001" w:tentative="1">
      <w:start w:val="1"/>
      <w:numFmt w:val="bullet"/>
      <w:lvlText w:val=""/>
      <w:lvlJc w:val="left"/>
      <w:pPr>
        <w:tabs>
          <w:tab w:val="num" w:pos="6534"/>
        </w:tabs>
        <w:ind w:left="6534" w:hanging="360"/>
      </w:pPr>
      <w:rPr>
        <w:rFonts w:ascii="Symbol" w:hAnsi="Symbol" w:hint="default"/>
      </w:rPr>
    </w:lvl>
    <w:lvl w:ilvl="7" w:tplc="040C0003" w:tentative="1">
      <w:start w:val="1"/>
      <w:numFmt w:val="bullet"/>
      <w:lvlText w:val="o"/>
      <w:lvlJc w:val="left"/>
      <w:pPr>
        <w:tabs>
          <w:tab w:val="num" w:pos="7254"/>
        </w:tabs>
        <w:ind w:left="7254" w:hanging="360"/>
      </w:pPr>
      <w:rPr>
        <w:rFonts w:ascii="Courier New" w:hAnsi="Courier New" w:cs="Courier New" w:hint="default"/>
      </w:rPr>
    </w:lvl>
    <w:lvl w:ilvl="8" w:tplc="040C0005" w:tentative="1">
      <w:start w:val="1"/>
      <w:numFmt w:val="bullet"/>
      <w:lvlText w:val=""/>
      <w:lvlJc w:val="left"/>
      <w:pPr>
        <w:tabs>
          <w:tab w:val="num" w:pos="7974"/>
        </w:tabs>
        <w:ind w:left="7974" w:hanging="360"/>
      </w:pPr>
      <w:rPr>
        <w:rFonts w:ascii="Wingdings" w:hAnsi="Wingdings" w:hint="default"/>
      </w:rPr>
    </w:lvl>
  </w:abstractNum>
  <w:abstractNum w:abstractNumId="18" w15:restartNumberingAfterBreak="0">
    <w:nsid w:val="67144156"/>
    <w:multiLevelType w:val="multilevel"/>
    <w:tmpl w:val="07C09CA4"/>
    <w:lvl w:ilvl="0">
      <w:start w:val="1"/>
      <w:numFmt w:val="bullet"/>
      <w:lvlText w:val=""/>
      <w:lvlJc w:val="left"/>
      <w:pPr>
        <w:tabs>
          <w:tab w:val="num" w:pos="1776"/>
        </w:tabs>
        <w:ind w:left="1776" w:hanging="360"/>
      </w:pPr>
      <w:rPr>
        <w:rFonts w:ascii="Symbol" w:hAnsi="Symbol" w:hint="default"/>
      </w:rPr>
    </w:lvl>
    <w:lvl w:ilvl="1">
      <w:start w:val="1"/>
      <w:numFmt w:val="bullet"/>
      <w:lvlText w:val="o"/>
      <w:lvlJc w:val="left"/>
      <w:pPr>
        <w:tabs>
          <w:tab w:val="num" w:pos="2496"/>
        </w:tabs>
        <w:ind w:left="2496" w:hanging="360"/>
      </w:pPr>
      <w:rPr>
        <w:rFonts w:ascii="Courier New" w:hAnsi="Courier New" w:cs="Courier New"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19" w15:restartNumberingAfterBreak="0">
    <w:nsid w:val="7C117494"/>
    <w:multiLevelType w:val="hybridMultilevel"/>
    <w:tmpl w:val="21B0D3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0"/>
  </w:num>
  <w:num w:numId="4">
    <w:abstractNumId w:val="6"/>
  </w:num>
  <w:num w:numId="5">
    <w:abstractNumId w:val="13"/>
  </w:num>
  <w:num w:numId="6">
    <w:abstractNumId w:val="3"/>
  </w:num>
  <w:num w:numId="7">
    <w:abstractNumId w:val="11"/>
  </w:num>
  <w:num w:numId="8">
    <w:abstractNumId w:val="4"/>
  </w:num>
  <w:num w:numId="9">
    <w:abstractNumId w:val="14"/>
  </w:num>
  <w:num w:numId="10">
    <w:abstractNumId w:val="14"/>
  </w:num>
  <w:num w:numId="11">
    <w:abstractNumId w:val="7"/>
  </w:num>
  <w:num w:numId="12">
    <w:abstractNumId w:val="5"/>
  </w:num>
  <w:num w:numId="13">
    <w:abstractNumId w:val="14"/>
  </w:num>
  <w:num w:numId="14">
    <w:abstractNumId w:val="14"/>
  </w:num>
  <w:num w:numId="15">
    <w:abstractNumId w:val="14"/>
  </w:num>
  <w:num w:numId="16">
    <w:abstractNumId w:val="14"/>
  </w:num>
  <w:num w:numId="17">
    <w:abstractNumId w:val="14"/>
  </w:num>
  <w:num w:numId="18">
    <w:abstractNumId w:val="14"/>
  </w:num>
  <w:num w:numId="19">
    <w:abstractNumId w:val="14"/>
  </w:num>
  <w:num w:numId="20">
    <w:abstractNumId w:val="15"/>
  </w:num>
  <w:num w:numId="21">
    <w:abstractNumId w:val="17"/>
  </w:num>
  <w:num w:numId="22">
    <w:abstractNumId w:val="2"/>
  </w:num>
  <w:num w:numId="23">
    <w:abstractNumId w:val="18"/>
  </w:num>
  <w:num w:numId="24">
    <w:abstractNumId w:val="9"/>
  </w:num>
  <w:num w:numId="25">
    <w:abstractNumId w:val="19"/>
  </w:num>
  <w:num w:numId="26">
    <w:abstractNumId w:val="14"/>
  </w:num>
  <w:num w:numId="27">
    <w:abstractNumId w:val="12"/>
  </w:num>
  <w:num w:numId="28">
    <w:abstractNumId w:val="10"/>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6625"/>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3EFA"/>
    <w:rsid w:val="000103D1"/>
    <w:rsid w:val="00020E87"/>
    <w:rsid w:val="00032F1C"/>
    <w:rsid w:val="000525CB"/>
    <w:rsid w:val="000533FC"/>
    <w:rsid w:val="00057293"/>
    <w:rsid w:val="000925FA"/>
    <w:rsid w:val="00097B73"/>
    <w:rsid w:val="000C23E4"/>
    <w:rsid w:val="000D7802"/>
    <w:rsid w:val="000E3FF3"/>
    <w:rsid w:val="000E6760"/>
    <w:rsid w:val="000F26B9"/>
    <w:rsid w:val="001109D8"/>
    <w:rsid w:val="0011137F"/>
    <w:rsid w:val="001131F4"/>
    <w:rsid w:val="00126E9C"/>
    <w:rsid w:val="00152A78"/>
    <w:rsid w:val="00177F6C"/>
    <w:rsid w:val="00182442"/>
    <w:rsid w:val="001848F5"/>
    <w:rsid w:val="00184DCE"/>
    <w:rsid w:val="00193974"/>
    <w:rsid w:val="00193EFA"/>
    <w:rsid w:val="001A5194"/>
    <w:rsid w:val="001B52DE"/>
    <w:rsid w:val="001C2AED"/>
    <w:rsid w:val="001E153A"/>
    <w:rsid w:val="001F3BDB"/>
    <w:rsid w:val="001F5727"/>
    <w:rsid w:val="001F5EAE"/>
    <w:rsid w:val="00206856"/>
    <w:rsid w:val="00207BA4"/>
    <w:rsid w:val="002121A7"/>
    <w:rsid w:val="002164EC"/>
    <w:rsid w:val="00224628"/>
    <w:rsid w:val="00237147"/>
    <w:rsid w:val="00242A95"/>
    <w:rsid w:val="00245FCE"/>
    <w:rsid w:val="00252596"/>
    <w:rsid w:val="002528E2"/>
    <w:rsid w:val="00267916"/>
    <w:rsid w:val="002717E6"/>
    <w:rsid w:val="002D17C5"/>
    <w:rsid w:val="002D44D3"/>
    <w:rsid w:val="002E19EE"/>
    <w:rsid w:val="002F44B0"/>
    <w:rsid w:val="002F4C73"/>
    <w:rsid w:val="00300525"/>
    <w:rsid w:val="00305D24"/>
    <w:rsid w:val="003072B4"/>
    <w:rsid w:val="003162E4"/>
    <w:rsid w:val="003177B1"/>
    <w:rsid w:val="00337000"/>
    <w:rsid w:val="00360FCA"/>
    <w:rsid w:val="003623A8"/>
    <w:rsid w:val="00366AFA"/>
    <w:rsid w:val="00367310"/>
    <w:rsid w:val="003760BC"/>
    <w:rsid w:val="00393BC7"/>
    <w:rsid w:val="003A5834"/>
    <w:rsid w:val="003B5FF7"/>
    <w:rsid w:val="003C009E"/>
    <w:rsid w:val="003C76A7"/>
    <w:rsid w:val="003F113E"/>
    <w:rsid w:val="00402716"/>
    <w:rsid w:val="00403C40"/>
    <w:rsid w:val="00424D5D"/>
    <w:rsid w:val="0042656B"/>
    <w:rsid w:val="00430D56"/>
    <w:rsid w:val="004402E9"/>
    <w:rsid w:val="0044376C"/>
    <w:rsid w:val="00456552"/>
    <w:rsid w:val="00475625"/>
    <w:rsid w:val="00477F03"/>
    <w:rsid w:val="004809F5"/>
    <w:rsid w:val="00496503"/>
    <w:rsid w:val="004C53D8"/>
    <w:rsid w:val="004E1030"/>
    <w:rsid w:val="004F6197"/>
    <w:rsid w:val="0050232E"/>
    <w:rsid w:val="005106B8"/>
    <w:rsid w:val="00520A3E"/>
    <w:rsid w:val="00525DCD"/>
    <w:rsid w:val="00563AB6"/>
    <w:rsid w:val="00563BF9"/>
    <w:rsid w:val="00565C10"/>
    <w:rsid w:val="005702D4"/>
    <w:rsid w:val="0057225E"/>
    <w:rsid w:val="005A38E7"/>
    <w:rsid w:val="005A5AA1"/>
    <w:rsid w:val="005B02A1"/>
    <w:rsid w:val="005B4E02"/>
    <w:rsid w:val="005B545C"/>
    <w:rsid w:val="005E20BD"/>
    <w:rsid w:val="00601455"/>
    <w:rsid w:val="00631BDE"/>
    <w:rsid w:val="00637277"/>
    <w:rsid w:val="00640330"/>
    <w:rsid w:val="00640438"/>
    <w:rsid w:val="0064095C"/>
    <w:rsid w:val="00641D3B"/>
    <w:rsid w:val="006704A7"/>
    <w:rsid w:val="00687CF7"/>
    <w:rsid w:val="00693AAD"/>
    <w:rsid w:val="006A7A8F"/>
    <w:rsid w:val="006C5BEB"/>
    <w:rsid w:val="006F4B2F"/>
    <w:rsid w:val="007170C1"/>
    <w:rsid w:val="007203D6"/>
    <w:rsid w:val="00736160"/>
    <w:rsid w:val="007545E9"/>
    <w:rsid w:val="0075730A"/>
    <w:rsid w:val="00765D5C"/>
    <w:rsid w:val="007C5412"/>
    <w:rsid w:val="007D28D7"/>
    <w:rsid w:val="007F417C"/>
    <w:rsid w:val="00807623"/>
    <w:rsid w:val="00816527"/>
    <w:rsid w:val="00826607"/>
    <w:rsid w:val="008542A0"/>
    <w:rsid w:val="00857DF7"/>
    <w:rsid w:val="00864BC4"/>
    <w:rsid w:val="00877EE9"/>
    <w:rsid w:val="0088689B"/>
    <w:rsid w:val="008B7E83"/>
    <w:rsid w:val="009028DB"/>
    <w:rsid w:val="00926730"/>
    <w:rsid w:val="00931366"/>
    <w:rsid w:val="009575DC"/>
    <w:rsid w:val="009660CE"/>
    <w:rsid w:val="00975E19"/>
    <w:rsid w:val="009828B9"/>
    <w:rsid w:val="00990F92"/>
    <w:rsid w:val="009A4F0B"/>
    <w:rsid w:val="009A697C"/>
    <w:rsid w:val="009D03B6"/>
    <w:rsid w:val="009E090F"/>
    <w:rsid w:val="009F4594"/>
    <w:rsid w:val="00A11D8F"/>
    <w:rsid w:val="00A4122E"/>
    <w:rsid w:val="00A65510"/>
    <w:rsid w:val="00A85B31"/>
    <w:rsid w:val="00AA2388"/>
    <w:rsid w:val="00AA3B66"/>
    <w:rsid w:val="00AA53FA"/>
    <w:rsid w:val="00AA7E2D"/>
    <w:rsid w:val="00AB53EC"/>
    <w:rsid w:val="00AE2563"/>
    <w:rsid w:val="00AE53FB"/>
    <w:rsid w:val="00B132AC"/>
    <w:rsid w:val="00B259BC"/>
    <w:rsid w:val="00B27CB6"/>
    <w:rsid w:val="00B63E89"/>
    <w:rsid w:val="00B85FD9"/>
    <w:rsid w:val="00BB2D9A"/>
    <w:rsid w:val="00BB4972"/>
    <w:rsid w:val="00BC40CA"/>
    <w:rsid w:val="00BD71AA"/>
    <w:rsid w:val="00BE6F5B"/>
    <w:rsid w:val="00C06651"/>
    <w:rsid w:val="00C2106A"/>
    <w:rsid w:val="00C4070A"/>
    <w:rsid w:val="00C42382"/>
    <w:rsid w:val="00C515B2"/>
    <w:rsid w:val="00C52BD9"/>
    <w:rsid w:val="00C66CBA"/>
    <w:rsid w:val="00C71E5D"/>
    <w:rsid w:val="00C7326C"/>
    <w:rsid w:val="00C82D86"/>
    <w:rsid w:val="00C9149B"/>
    <w:rsid w:val="00C97FDA"/>
    <w:rsid w:val="00CA07C2"/>
    <w:rsid w:val="00CE467D"/>
    <w:rsid w:val="00CF2FED"/>
    <w:rsid w:val="00CF3FD9"/>
    <w:rsid w:val="00CF5F7D"/>
    <w:rsid w:val="00D11DB1"/>
    <w:rsid w:val="00D549DD"/>
    <w:rsid w:val="00D82830"/>
    <w:rsid w:val="00D92567"/>
    <w:rsid w:val="00DB367D"/>
    <w:rsid w:val="00DC2A33"/>
    <w:rsid w:val="00DD6431"/>
    <w:rsid w:val="00DF5152"/>
    <w:rsid w:val="00E045A6"/>
    <w:rsid w:val="00E15E44"/>
    <w:rsid w:val="00E20D67"/>
    <w:rsid w:val="00E3317E"/>
    <w:rsid w:val="00E45D0C"/>
    <w:rsid w:val="00E85A79"/>
    <w:rsid w:val="00E950C8"/>
    <w:rsid w:val="00EA3DE4"/>
    <w:rsid w:val="00EA5AE3"/>
    <w:rsid w:val="00EC6ACB"/>
    <w:rsid w:val="00ED7A01"/>
    <w:rsid w:val="00ED7D65"/>
    <w:rsid w:val="00EE5FB2"/>
    <w:rsid w:val="00F13CA5"/>
    <w:rsid w:val="00F17FB8"/>
    <w:rsid w:val="00F50E82"/>
    <w:rsid w:val="00F56FE2"/>
    <w:rsid w:val="00F64209"/>
    <w:rsid w:val="00F64D60"/>
    <w:rsid w:val="00F72452"/>
    <w:rsid w:val="00F83AFA"/>
    <w:rsid w:val="00F8661B"/>
    <w:rsid w:val="00FB20DD"/>
    <w:rsid w:val="00FB4663"/>
    <w:rsid w:val="00FB46D6"/>
    <w:rsid w:val="00FC2F74"/>
    <w:rsid w:val="00FD0C12"/>
    <w:rsid w:val="00FD7541"/>
    <w:rsid w:val="00FE13C2"/>
    <w:rsid w:val="00FE17BA"/>
    <w:rsid w:val="00FE2EA4"/>
    <w:rsid w:val="00FE77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6625"/>
    <o:shapelayout v:ext="edit">
      <o:idmap v:ext="edit" data="1"/>
    </o:shapelayout>
  </w:shapeDefaults>
  <w:decimalSymbol w:val=","/>
  <w:listSeparator w:val=";"/>
  <w14:docId w14:val="3D2F48D5"/>
  <w15:chartTrackingRefBased/>
  <w15:docId w15:val="{79B6E1B4-8CA3-4E97-AB55-2B916D2F09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cs="Arial"/>
      <w:sz w:val="22"/>
      <w:szCs w:val="22"/>
    </w:rPr>
  </w:style>
  <w:style w:type="paragraph" w:styleId="Titre1">
    <w:name w:val="heading 1"/>
    <w:aliases w:val="Partie,Partie Car"/>
    <w:basedOn w:val="Normal"/>
    <w:next w:val="Normal"/>
    <w:link w:val="Titre1Car"/>
    <w:qFormat/>
    <w:pPr>
      <w:keepNext/>
      <w:numPr>
        <w:numId w:val="19"/>
      </w:numPr>
      <w:spacing w:before="600" w:after="240"/>
      <w:jc w:val="both"/>
      <w:outlineLvl w:val="0"/>
    </w:pPr>
    <w:rPr>
      <w:b/>
      <w:bCs/>
    </w:rPr>
  </w:style>
  <w:style w:type="paragraph" w:styleId="Titre2">
    <w:name w:val="heading 2"/>
    <w:aliases w:val="Chapitre"/>
    <w:basedOn w:val="Normal"/>
    <w:next w:val="Normal"/>
    <w:link w:val="Titre2Car"/>
    <w:qFormat/>
    <w:pPr>
      <w:keepNext/>
      <w:numPr>
        <w:ilvl w:val="1"/>
        <w:numId w:val="19"/>
      </w:numPr>
      <w:tabs>
        <w:tab w:val="left" w:pos="284"/>
        <w:tab w:val="left" w:pos="1134"/>
      </w:tabs>
      <w:spacing w:before="120" w:after="120"/>
      <w:jc w:val="both"/>
      <w:outlineLvl w:val="1"/>
    </w:pPr>
    <w:rPr>
      <w:b/>
      <w:bCs/>
    </w:rPr>
  </w:style>
  <w:style w:type="paragraph" w:styleId="Titre3">
    <w:name w:val="heading 3"/>
    <w:aliases w:val="Section"/>
    <w:basedOn w:val="Normal"/>
    <w:next w:val="Normal"/>
    <w:qFormat/>
    <w:pPr>
      <w:keepNext/>
      <w:numPr>
        <w:ilvl w:val="2"/>
        <w:numId w:val="19"/>
      </w:numPr>
      <w:jc w:val="both"/>
      <w:outlineLvl w:val="2"/>
    </w:pPr>
    <w:rPr>
      <w:rFonts w:ascii="Arial Narrow" w:hAnsi="Arial Narrow"/>
      <w:b/>
      <w:bCs/>
      <w:u w:val="single"/>
    </w:rPr>
  </w:style>
  <w:style w:type="paragraph" w:styleId="Titre4">
    <w:name w:val="heading 4"/>
    <w:aliases w:val="Sous Section"/>
    <w:basedOn w:val="Normal"/>
    <w:next w:val="Normal"/>
    <w:qFormat/>
    <w:pPr>
      <w:keepNext/>
      <w:numPr>
        <w:ilvl w:val="3"/>
        <w:numId w:val="19"/>
      </w:numPr>
      <w:jc w:val="center"/>
      <w:outlineLvl w:val="3"/>
    </w:pPr>
    <w:rPr>
      <w:rFonts w:ascii="Arial Narrow" w:hAnsi="Arial Narrow"/>
      <w:i/>
      <w:iCs/>
    </w:rPr>
  </w:style>
  <w:style w:type="paragraph" w:styleId="Titre5">
    <w:name w:val="heading 5"/>
    <w:aliases w:val="S/Sous section"/>
    <w:basedOn w:val="Normal"/>
    <w:next w:val="Normal"/>
    <w:qFormat/>
    <w:pPr>
      <w:keepNext/>
      <w:numPr>
        <w:ilvl w:val="4"/>
        <w:numId w:val="19"/>
      </w:numPr>
      <w:outlineLvl w:val="4"/>
    </w:pPr>
    <w:rPr>
      <w:rFonts w:ascii="Arial Narrow" w:hAnsi="Arial Narrow"/>
      <w:b/>
      <w:bCs/>
      <w:u w:val="double"/>
    </w:rPr>
  </w:style>
  <w:style w:type="paragraph" w:styleId="Titre6">
    <w:name w:val="heading 6"/>
    <w:basedOn w:val="Normal"/>
    <w:next w:val="Normal"/>
    <w:qFormat/>
    <w:pPr>
      <w:numPr>
        <w:ilvl w:val="5"/>
        <w:numId w:val="19"/>
      </w:numPr>
      <w:spacing w:before="240" w:after="60"/>
      <w:outlineLvl w:val="5"/>
    </w:pPr>
    <w:rPr>
      <w:i/>
      <w:iCs/>
    </w:rPr>
  </w:style>
  <w:style w:type="paragraph" w:styleId="Titre7">
    <w:name w:val="heading 7"/>
    <w:basedOn w:val="Normal"/>
    <w:next w:val="Normal"/>
    <w:qFormat/>
    <w:pPr>
      <w:keepNext/>
      <w:numPr>
        <w:ilvl w:val="6"/>
        <w:numId w:val="19"/>
      </w:numPr>
      <w:outlineLvl w:val="6"/>
    </w:pPr>
    <w:rPr>
      <w:b/>
      <w:bCs/>
    </w:rPr>
  </w:style>
  <w:style w:type="paragraph" w:styleId="Titre8">
    <w:name w:val="heading 8"/>
    <w:basedOn w:val="Normal"/>
    <w:next w:val="Normal"/>
    <w:qFormat/>
    <w:pPr>
      <w:numPr>
        <w:ilvl w:val="7"/>
        <w:numId w:val="19"/>
      </w:numPr>
      <w:spacing w:before="240" w:after="60"/>
      <w:outlineLvl w:val="7"/>
    </w:pPr>
    <w:rPr>
      <w:i/>
      <w:iCs/>
      <w:sz w:val="20"/>
      <w:szCs w:val="20"/>
    </w:rPr>
  </w:style>
  <w:style w:type="paragraph" w:styleId="Titre9">
    <w:name w:val="heading 9"/>
    <w:basedOn w:val="Normal"/>
    <w:next w:val="Normal"/>
    <w:qFormat/>
    <w:pPr>
      <w:numPr>
        <w:ilvl w:val="8"/>
        <w:numId w:val="19"/>
      </w:numPr>
      <w:spacing w:before="240" w:after="60"/>
      <w:outlineLvl w:val="8"/>
    </w:pPr>
    <w:rPr>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819"/>
        <w:tab w:val="right" w:pos="9071"/>
      </w:tabs>
    </w:pPr>
    <w:rPr>
      <w:rFonts w:ascii="Times" w:hAnsi="Times" w:cs="Times"/>
    </w:rPr>
  </w:style>
  <w:style w:type="paragraph" w:styleId="Pieddepage">
    <w:name w:val="footer"/>
    <w:basedOn w:val="Normal"/>
    <w:link w:val="PieddepageCar"/>
    <w:pPr>
      <w:tabs>
        <w:tab w:val="center" w:pos="4536"/>
        <w:tab w:val="right" w:pos="9072"/>
      </w:tabs>
    </w:pPr>
    <w:rPr>
      <w:rFonts w:ascii="Times" w:hAnsi="Times" w:cs="Times"/>
    </w:rPr>
  </w:style>
  <w:style w:type="character" w:styleId="Numrodepage">
    <w:name w:val="page number"/>
    <w:basedOn w:val="Policepardfaut"/>
  </w:style>
  <w:style w:type="paragraph" w:styleId="Retraitcorpsdetexte">
    <w:name w:val="Body Text Indent"/>
    <w:basedOn w:val="Normal"/>
    <w:pPr>
      <w:tabs>
        <w:tab w:val="left" w:pos="284"/>
      </w:tabs>
      <w:ind w:left="1134"/>
      <w:jc w:val="both"/>
    </w:pPr>
    <w:rPr>
      <w:rFonts w:ascii="Arial Narrow" w:hAnsi="Arial Narrow"/>
    </w:rPr>
  </w:style>
  <w:style w:type="paragraph" w:styleId="Retraitcorpsdetexte2">
    <w:name w:val="Body Text Indent 2"/>
    <w:basedOn w:val="Normal"/>
    <w:pPr>
      <w:tabs>
        <w:tab w:val="left" w:pos="993"/>
        <w:tab w:val="left" w:pos="1134"/>
        <w:tab w:val="left" w:pos="1418"/>
      </w:tabs>
      <w:ind w:left="993"/>
      <w:jc w:val="both"/>
    </w:pPr>
    <w:rPr>
      <w:rFonts w:ascii="Arial Narrow" w:hAnsi="Arial Narrow"/>
      <w:kern w:val="16"/>
    </w:rPr>
  </w:style>
  <w:style w:type="paragraph" w:styleId="Corpsdetexte">
    <w:name w:val="Body Text"/>
    <w:basedOn w:val="Normal"/>
    <w:link w:val="CorpsdetexteCar"/>
    <w:pPr>
      <w:spacing w:before="120" w:after="120"/>
      <w:jc w:val="both"/>
    </w:pPr>
  </w:style>
  <w:style w:type="paragraph" w:styleId="Corpsdetexte2">
    <w:name w:val="Body Text 2"/>
    <w:basedOn w:val="Normal"/>
    <w:pPr>
      <w:tabs>
        <w:tab w:val="left" w:pos="284"/>
        <w:tab w:val="left" w:pos="2268"/>
      </w:tabs>
      <w:jc w:val="both"/>
    </w:pPr>
  </w:style>
  <w:style w:type="paragraph" w:styleId="Textedebulles">
    <w:name w:val="Balloon Text"/>
    <w:basedOn w:val="Normal"/>
    <w:semiHidden/>
    <w:rsid w:val="00477F03"/>
    <w:rPr>
      <w:rFonts w:ascii="Tahoma" w:hAnsi="Tahoma" w:cs="Tahoma"/>
      <w:sz w:val="16"/>
      <w:szCs w:val="16"/>
    </w:rPr>
  </w:style>
  <w:style w:type="paragraph" w:styleId="Notedebasdepage">
    <w:name w:val="footnote text"/>
    <w:basedOn w:val="Normal"/>
    <w:semiHidden/>
    <w:rsid w:val="004809F5"/>
    <w:rPr>
      <w:sz w:val="20"/>
      <w:szCs w:val="20"/>
    </w:rPr>
  </w:style>
  <w:style w:type="character" w:styleId="Appelnotedebasdep">
    <w:name w:val="footnote reference"/>
    <w:basedOn w:val="Policepardfaut"/>
    <w:semiHidden/>
    <w:rsid w:val="004809F5"/>
    <w:rPr>
      <w:vertAlign w:val="superscript"/>
    </w:rPr>
  </w:style>
  <w:style w:type="character" w:customStyle="1" w:styleId="Titre2Car">
    <w:name w:val="Titre 2 Car"/>
    <w:aliases w:val="Chapitre Car"/>
    <w:basedOn w:val="Policepardfaut"/>
    <w:link w:val="Titre2"/>
    <w:rsid w:val="00366AFA"/>
    <w:rPr>
      <w:rFonts w:ascii="Arial" w:hAnsi="Arial" w:cs="Arial"/>
      <w:b/>
      <w:bCs/>
      <w:sz w:val="22"/>
      <w:szCs w:val="22"/>
      <w:lang w:val="fr-FR" w:eastAsia="fr-FR" w:bidi="ar-SA"/>
    </w:rPr>
  </w:style>
  <w:style w:type="character" w:customStyle="1" w:styleId="Titre1Car">
    <w:name w:val="Titre 1 Car"/>
    <w:aliases w:val="Partie Car1,Partie Car Car"/>
    <w:basedOn w:val="Policepardfaut"/>
    <w:link w:val="Titre1"/>
    <w:rsid w:val="00300525"/>
    <w:rPr>
      <w:rFonts w:ascii="Arial" w:hAnsi="Arial" w:cs="Arial"/>
      <w:b/>
      <w:bCs/>
      <w:sz w:val="22"/>
      <w:szCs w:val="22"/>
      <w:lang w:val="fr-FR" w:eastAsia="fr-FR" w:bidi="ar-SA"/>
    </w:rPr>
  </w:style>
  <w:style w:type="paragraph" w:styleId="Lgende">
    <w:name w:val="caption"/>
    <w:basedOn w:val="Normal"/>
    <w:next w:val="Normal"/>
    <w:qFormat/>
    <w:rsid w:val="00300525"/>
    <w:pPr>
      <w:pBdr>
        <w:top w:val="single" w:sz="4" w:space="1" w:color="auto"/>
        <w:left w:val="single" w:sz="4" w:space="4" w:color="auto"/>
        <w:bottom w:val="single" w:sz="4" w:space="1" w:color="auto"/>
        <w:right w:val="single" w:sz="4" w:space="4" w:color="auto"/>
      </w:pBdr>
      <w:shd w:val="pct5" w:color="auto" w:fill="auto"/>
      <w:jc w:val="center"/>
    </w:pPr>
    <w:rPr>
      <w:rFonts w:ascii="Times New Roman" w:hAnsi="Times New Roman" w:cs="Times New Roman"/>
      <w:b/>
      <w:bCs/>
      <w:sz w:val="20"/>
      <w:szCs w:val="20"/>
    </w:rPr>
  </w:style>
  <w:style w:type="character" w:styleId="Lienhypertexte">
    <w:name w:val="Hyperlink"/>
    <w:basedOn w:val="Policepardfaut"/>
    <w:rsid w:val="001F5EAE"/>
    <w:rPr>
      <w:color w:val="0000FF"/>
      <w:u w:val="single"/>
    </w:rPr>
  </w:style>
  <w:style w:type="character" w:customStyle="1" w:styleId="CorpsdetexteCar">
    <w:name w:val="Corps de texte Car"/>
    <w:basedOn w:val="Policepardfaut"/>
    <w:link w:val="Corpsdetexte"/>
    <w:rsid w:val="00C52BD9"/>
    <w:rPr>
      <w:rFonts w:ascii="Arial" w:hAnsi="Arial" w:cs="Arial"/>
      <w:sz w:val="22"/>
      <w:szCs w:val="22"/>
      <w:lang w:val="fr-FR" w:eastAsia="fr-FR" w:bidi="ar-SA"/>
    </w:rPr>
  </w:style>
  <w:style w:type="paragraph" w:styleId="Paragraphedeliste">
    <w:name w:val="List Paragraph"/>
    <w:basedOn w:val="Normal"/>
    <w:uiPriority w:val="34"/>
    <w:qFormat/>
    <w:rsid w:val="007170C1"/>
    <w:pPr>
      <w:ind w:left="720"/>
      <w:contextualSpacing/>
    </w:pPr>
  </w:style>
  <w:style w:type="character" w:customStyle="1" w:styleId="PieddepageCar">
    <w:name w:val="Pied de page Car"/>
    <w:basedOn w:val="Policepardfaut"/>
    <w:link w:val="Pieddepage"/>
    <w:rsid w:val="00640438"/>
    <w:rPr>
      <w:rFonts w:ascii="Times" w:hAnsi="Times" w:cs="Times"/>
      <w:sz w:val="22"/>
      <w:szCs w:val="22"/>
    </w:rPr>
  </w:style>
  <w:style w:type="table" w:styleId="Grilledutableau">
    <w:name w:val="Table Grid"/>
    <w:basedOn w:val="TableauNormal"/>
    <w:rsid w:val="00640438"/>
    <w:pPr>
      <w:spacing w:line="26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rsid w:val="00207BA4"/>
    <w:rPr>
      <w:sz w:val="16"/>
      <w:szCs w:val="16"/>
    </w:rPr>
  </w:style>
  <w:style w:type="paragraph" w:styleId="Commentaire">
    <w:name w:val="annotation text"/>
    <w:basedOn w:val="Normal"/>
    <w:link w:val="CommentaireCar"/>
    <w:rsid w:val="00207BA4"/>
    <w:rPr>
      <w:sz w:val="20"/>
      <w:szCs w:val="20"/>
    </w:rPr>
  </w:style>
  <w:style w:type="character" w:customStyle="1" w:styleId="CommentaireCar">
    <w:name w:val="Commentaire Car"/>
    <w:basedOn w:val="Policepardfaut"/>
    <w:link w:val="Commentaire"/>
    <w:rsid w:val="00207BA4"/>
    <w:rPr>
      <w:rFonts w:ascii="Arial" w:hAnsi="Arial" w:cs="Arial"/>
    </w:rPr>
  </w:style>
  <w:style w:type="paragraph" w:styleId="Objetducommentaire">
    <w:name w:val="annotation subject"/>
    <w:basedOn w:val="Commentaire"/>
    <w:next w:val="Commentaire"/>
    <w:link w:val="ObjetducommentaireCar"/>
    <w:rsid w:val="00687CF7"/>
    <w:rPr>
      <w:b/>
      <w:bCs/>
    </w:rPr>
  </w:style>
  <w:style w:type="character" w:customStyle="1" w:styleId="ObjetducommentaireCar">
    <w:name w:val="Objet du commentaire Car"/>
    <w:basedOn w:val="CommentaireCar"/>
    <w:link w:val="Objetducommentaire"/>
    <w:rsid w:val="00687CF7"/>
    <w:rPr>
      <w:rFonts w:ascii="Arial"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9174886">
      <w:bodyDiv w:val="1"/>
      <w:marLeft w:val="0"/>
      <w:marRight w:val="0"/>
      <w:marTop w:val="0"/>
      <w:marBottom w:val="0"/>
      <w:divBdr>
        <w:top w:val="none" w:sz="0" w:space="0" w:color="auto"/>
        <w:left w:val="none" w:sz="0" w:space="0" w:color="auto"/>
        <w:bottom w:val="none" w:sz="0" w:space="0" w:color="auto"/>
        <w:right w:val="none" w:sz="0" w:space="0" w:color="auto"/>
      </w:divBdr>
    </w:div>
    <w:div w:id="325204294">
      <w:bodyDiv w:val="1"/>
      <w:marLeft w:val="0"/>
      <w:marRight w:val="0"/>
      <w:marTop w:val="0"/>
      <w:marBottom w:val="0"/>
      <w:divBdr>
        <w:top w:val="none" w:sz="0" w:space="0" w:color="auto"/>
        <w:left w:val="none" w:sz="0" w:space="0" w:color="auto"/>
        <w:bottom w:val="none" w:sz="0" w:space="0" w:color="auto"/>
        <w:right w:val="none" w:sz="0" w:space="0" w:color="auto"/>
      </w:divBdr>
    </w:div>
    <w:div w:id="921914644">
      <w:bodyDiv w:val="1"/>
      <w:marLeft w:val="0"/>
      <w:marRight w:val="0"/>
      <w:marTop w:val="0"/>
      <w:marBottom w:val="0"/>
      <w:divBdr>
        <w:top w:val="none" w:sz="0" w:space="0" w:color="auto"/>
        <w:left w:val="none" w:sz="0" w:space="0" w:color="auto"/>
        <w:bottom w:val="none" w:sz="0" w:space="0" w:color="auto"/>
        <w:right w:val="none" w:sz="0" w:space="0" w:color="auto"/>
      </w:divBdr>
    </w:div>
    <w:div w:id="1858621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SERVICE%20ACHATS\Mod&#232;les\DOCUMENTS%20DCE\Ae\Mod&#232;le%20AE%202024.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1AF311-A109-453B-9839-035BD78199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Modèle AE 2024</Template>
  <TotalTime>25</TotalTime>
  <Pages>8</Pages>
  <Words>1846</Words>
  <Characters>11084</Characters>
  <Application>Microsoft Office Word</Application>
  <DocSecurity>0</DocSecurity>
  <Lines>92</Lines>
  <Paragraphs>25</Paragraphs>
  <ScaleCrop>false</ScaleCrop>
  <HeadingPairs>
    <vt:vector size="2" baseType="variant">
      <vt:variant>
        <vt:lpstr>Titre</vt:lpstr>
      </vt:variant>
      <vt:variant>
        <vt:i4>1</vt:i4>
      </vt:variant>
    </vt:vector>
  </HeadingPairs>
  <TitlesOfParts>
    <vt:vector size="1" baseType="lpstr">
      <vt:lpstr>PARTIE RESERVEE A L'ADMINISTRATION</vt:lpstr>
    </vt:vector>
  </TitlesOfParts>
  <Company>INPI</Company>
  <LinksUpToDate>false</LinksUpToDate>
  <CharactersWithSpaces>12905</CharactersWithSpaces>
  <SharedDoc>false</SharedDoc>
  <HLinks>
    <vt:vector size="6" baseType="variant">
      <vt:variant>
        <vt:i4>4325491</vt:i4>
      </vt:variant>
      <vt:variant>
        <vt:i4>0</vt:i4>
      </vt:variant>
      <vt:variant>
        <vt:i4>0</vt:i4>
      </vt:variant>
      <vt:variant>
        <vt:i4>5</vt:i4>
      </vt:variant>
      <vt:variant>
        <vt:lpwstr>mailto:dlacadee@inpi.fr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PARTIE RESERVEE A L'ADMINISTRATION</dc:title>
  <dc:subject/>
  <dc:creator>David Charlotte - Apprenti</dc:creator>
  <cp:keywords/>
  <dc:description/>
  <cp:lastModifiedBy>Pivron Marie</cp:lastModifiedBy>
  <cp:revision>6</cp:revision>
  <cp:lastPrinted>2009-06-03T15:16:00Z</cp:lastPrinted>
  <dcterms:created xsi:type="dcterms:W3CDTF">2025-07-18T14:03:00Z</dcterms:created>
  <dcterms:modified xsi:type="dcterms:W3CDTF">2025-07-23T15:22:00Z</dcterms:modified>
</cp:coreProperties>
</file>